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1558"/>
      </w:tblGrid>
      <w:tr w:rsidR="00AA14F6" w:rsidRPr="00754370" w:rsidTr="004F0642">
        <w:trPr>
          <w:trHeight w:val="397"/>
          <w:jc w:val="center"/>
        </w:trPr>
        <w:tc>
          <w:tcPr>
            <w:tcW w:w="850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A14F6" w:rsidRPr="00754370" w:rsidRDefault="00B42DFF" w:rsidP="00C53C6B">
            <w:pPr>
              <w:jc w:val="center"/>
              <w:rPr>
                <w:rFonts w:cs="Arial"/>
                <w:bCs/>
                <w:caps/>
                <w:color w:val="000000" w:themeColor="text1"/>
                <w:sz w:val="30"/>
                <w:szCs w:val="30"/>
              </w:rPr>
            </w:pPr>
            <w:sdt>
              <w:sdtPr>
                <w:rPr>
                  <w:rFonts w:cs="Arial"/>
                  <w:bCs/>
                  <w:caps/>
                  <w:color w:val="000000" w:themeColor="text1"/>
                  <w:sz w:val="30"/>
                  <w:szCs w:val="30"/>
                </w:rPr>
                <w:alias w:val="Číslo přílohy"/>
                <w:tag w:val="PrilCislo"/>
                <w:id w:val="-64426397"/>
                <w:placeholder>
                  <w:docPart w:val="0842CD71C9E94474AB914EBFB41654DB"/>
                </w:placeholder>
                <w:text/>
              </w:sdtPr>
              <w:sdtEndPr/>
              <w:sdtContent/>
            </w:sdt>
            <w:sdt>
              <w:sdtPr>
                <w:rPr>
                  <w:rFonts w:cs="Arial"/>
                  <w:bCs/>
                  <w:caps/>
                  <w:color w:val="000000" w:themeColor="text1"/>
                  <w:sz w:val="30"/>
                  <w:szCs w:val="30"/>
                </w:rPr>
                <w:alias w:val="Název přílohy"/>
                <w:tag w:val="PrilNaz"/>
                <w:id w:val="-1395199336"/>
                <w:placeholder>
                  <w:docPart w:val="B65AFCA5262346089ACA6CBF2B8C6EE6"/>
                </w:placeholder>
                <w:text/>
              </w:sdtPr>
              <w:sdtEndPr/>
              <w:sdtContent/>
            </w:sdt>
          </w:p>
        </w:tc>
      </w:tr>
      <w:tr w:rsidR="00AA14F6" w:rsidRPr="00754370" w:rsidTr="004F0642">
        <w:trPr>
          <w:trHeight w:val="510"/>
          <w:jc w:val="center"/>
        </w:trPr>
        <w:tc>
          <w:tcPr>
            <w:tcW w:w="8504" w:type="dxa"/>
            <w:gridSpan w:val="2"/>
            <w:tcBorders>
              <w:top w:val="single" w:sz="4" w:space="0" w:color="auto"/>
            </w:tcBorders>
            <w:vAlign w:val="center"/>
          </w:tcPr>
          <w:p w:rsidR="00AA14F6" w:rsidRPr="00754370" w:rsidRDefault="00AA14F6" w:rsidP="00AA14F6">
            <w:pPr>
              <w:jc w:val="center"/>
              <w:rPr>
                <w:caps/>
                <w:color w:val="000000" w:themeColor="text1"/>
              </w:rPr>
            </w:pPr>
          </w:p>
        </w:tc>
      </w:tr>
      <w:tr w:rsidR="00AA14F6" w:rsidRPr="00754370" w:rsidTr="004F0642">
        <w:trPr>
          <w:trHeight w:val="510"/>
          <w:jc w:val="center"/>
        </w:trPr>
        <w:tc>
          <w:tcPr>
            <w:tcW w:w="8504" w:type="dxa"/>
            <w:gridSpan w:val="2"/>
            <w:vAlign w:val="center"/>
          </w:tcPr>
          <w:p w:rsidR="00A37ED1" w:rsidRDefault="00085584" w:rsidP="00A37ED1">
            <w:pPr>
              <w:jc w:val="center"/>
              <w:rPr>
                <w:b/>
                <w:caps/>
                <w:color w:val="000000" w:themeColor="text1"/>
                <w:sz w:val="30"/>
                <w:szCs w:val="30"/>
              </w:rPr>
            </w:pPr>
            <w:r>
              <w:rPr>
                <w:b/>
                <w:caps/>
                <w:color w:val="000000" w:themeColor="text1"/>
                <w:sz w:val="30"/>
                <w:szCs w:val="30"/>
              </w:rPr>
              <w:t xml:space="preserve">Odkanalizování </w:t>
            </w:r>
            <w:r w:rsidR="00774BF2">
              <w:rPr>
                <w:b/>
                <w:caps/>
                <w:color w:val="000000" w:themeColor="text1"/>
                <w:sz w:val="30"/>
                <w:szCs w:val="30"/>
              </w:rPr>
              <w:t>oblastÍ</w:t>
            </w:r>
            <w:r w:rsidR="009974A6">
              <w:rPr>
                <w:b/>
                <w:caps/>
                <w:color w:val="000000" w:themeColor="text1"/>
                <w:sz w:val="30"/>
                <w:szCs w:val="30"/>
              </w:rPr>
              <w:t xml:space="preserve"> povodí Olešné </w:t>
            </w:r>
          </w:p>
          <w:p w:rsidR="00085584" w:rsidRPr="00754370" w:rsidRDefault="009974A6" w:rsidP="00A37ED1">
            <w:pPr>
              <w:jc w:val="center"/>
              <w:rPr>
                <w:b/>
                <w:caps/>
                <w:color w:val="000000" w:themeColor="text1"/>
                <w:sz w:val="30"/>
                <w:szCs w:val="30"/>
              </w:rPr>
            </w:pPr>
            <w:r>
              <w:rPr>
                <w:b/>
                <w:caps/>
                <w:color w:val="000000" w:themeColor="text1"/>
                <w:sz w:val="30"/>
                <w:szCs w:val="30"/>
              </w:rPr>
              <w:t xml:space="preserve">– </w:t>
            </w:r>
            <w:r w:rsidR="00A37ED1">
              <w:rPr>
                <w:b/>
                <w:caps/>
                <w:color w:val="000000" w:themeColor="text1"/>
                <w:sz w:val="30"/>
                <w:szCs w:val="30"/>
              </w:rPr>
              <w:t>MÍSTNÍCH ČÁSTÍ ZELINKOVICE A LYSŮVKY</w:t>
            </w:r>
          </w:p>
        </w:tc>
      </w:tr>
      <w:tr w:rsidR="003B378D" w:rsidRPr="00754370" w:rsidTr="004F0642">
        <w:trPr>
          <w:trHeight w:val="510"/>
          <w:jc w:val="center"/>
        </w:trPr>
        <w:tc>
          <w:tcPr>
            <w:tcW w:w="8504" w:type="dxa"/>
            <w:gridSpan w:val="2"/>
            <w:vAlign w:val="center"/>
          </w:tcPr>
          <w:p w:rsidR="003B378D" w:rsidRPr="00754370" w:rsidRDefault="00B42DFF" w:rsidP="003B378D">
            <w:pPr>
              <w:jc w:val="center"/>
              <w:rPr>
                <w:caps/>
                <w:color w:val="000000" w:themeColor="text1"/>
                <w:sz w:val="24"/>
                <w:szCs w:val="24"/>
              </w:rPr>
            </w:pPr>
            <w:sdt>
              <w:sdtPr>
                <w:rPr>
                  <w:caps/>
                  <w:color w:val="000000" w:themeColor="text1"/>
                  <w:sz w:val="24"/>
                  <w:szCs w:val="24"/>
                </w:rPr>
                <w:alias w:val="Doplňující název akce"/>
                <w:tag w:val="PodNazev"/>
                <w:id w:val="-1240555608"/>
                <w:placeholder>
                  <w:docPart w:val="A5B936AC95614DF99BAF057D9EAD8BC6"/>
                </w:placeholder>
                <w:showingPlcHdr/>
                <w:text/>
              </w:sdtPr>
              <w:sdtEndPr/>
              <w:sdtContent/>
            </w:sdt>
          </w:p>
        </w:tc>
      </w:tr>
      <w:tr w:rsidR="00FF5336" w:rsidRPr="00754370" w:rsidTr="004F0642">
        <w:trPr>
          <w:trHeight w:val="227"/>
          <w:jc w:val="center"/>
        </w:trPr>
        <w:tc>
          <w:tcPr>
            <w:tcW w:w="8504" w:type="dxa"/>
            <w:gridSpan w:val="2"/>
            <w:tcMar>
              <w:top w:w="113" w:type="dxa"/>
              <w:bottom w:w="57" w:type="dxa"/>
              <w:right w:w="113" w:type="dxa"/>
            </w:tcMar>
          </w:tcPr>
          <w:p w:rsidR="00FF5336" w:rsidRPr="00754370" w:rsidRDefault="00FF5336" w:rsidP="00FF5336">
            <w:pPr>
              <w:tabs>
                <w:tab w:val="left" w:pos="648"/>
              </w:tabs>
              <w:jc w:val="center"/>
              <w:rPr>
                <w:rFonts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3B378D" w:rsidRPr="00754370" w:rsidTr="004F0642">
        <w:trPr>
          <w:trHeight w:val="477"/>
          <w:jc w:val="center"/>
        </w:trPr>
        <w:tc>
          <w:tcPr>
            <w:tcW w:w="6946" w:type="dxa"/>
            <w:tcBorders>
              <w:bottom w:val="single" w:sz="4" w:space="0" w:color="auto"/>
            </w:tcBorders>
            <w:tcMar>
              <w:top w:w="113" w:type="dxa"/>
              <w:bottom w:w="57" w:type="dxa"/>
              <w:right w:w="113" w:type="dxa"/>
            </w:tcMar>
          </w:tcPr>
          <w:p w:rsidR="003B378D" w:rsidRPr="00754370" w:rsidRDefault="00DD3884" w:rsidP="0066347D">
            <w:pPr>
              <w:spacing w:after="120"/>
              <w:jc w:val="left"/>
              <w:rPr>
                <w:rFonts w:cs="Arial"/>
                <w:bCs/>
                <w:caps/>
                <w:color w:val="000000" w:themeColor="text1"/>
                <w:sz w:val="12"/>
                <w:szCs w:val="12"/>
              </w:rPr>
            </w:pPr>
            <w:r w:rsidRPr="00754370">
              <w:rPr>
                <w:rFonts w:cs="Arial"/>
                <w:bCs/>
                <w:caps/>
                <w:color w:val="000000" w:themeColor="text1"/>
                <w:sz w:val="12"/>
                <w:szCs w:val="12"/>
              </w:rPr>
              <w:t>Stupeň projektové dokumentace:</w:t>
            </w:r>
          </w:p>
          <w:p w:rsidR="003B378D" w:rsidRPr="00754370" w:rsidRDefault="00B42DFF" w:rsidP="00774BF2">
            <w:pPr>
              <w:tabs>
                <w:tab w:val="left" w:pos="648"/>
              </w:tabs>
              <w:ind w:right="-113"/>
              <w:jc w:val="left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cs="Arial"/>
                  <w:bCs/>
                  <w:color w:val="000000" w:themeColor="text1"/>
                  <w:sz w:val="21"/>
                  <w:szCs w:val="21"/>
                </w:rPr>
                <w:alias w:val="Stupeň PD"/>
                <w:tag w:val="Stupen"/>
                <w:id w:val="355318287"/>
                <w:placeholder>
                  <w:docPart w:val="E4C204BC23614E86A28111DFC7855B50"/>
                </w:placeholder>
                <w:text/>
              </w:sdtPr>
              <w:sdtEndPr/>
              <w:sdtContent>
                <w:r w:rsidR="00774BF2">
                  <w:rPr>
                    <w:rFonts w:cs="Arial"/>
                    <w:bCs/>
                    <w:color w:val="000000" w:themeColor="text1"/>
                    <w:sz w:val="21"/>
                    <w:szCs w:val="21"/>
                  </w:rPr>
                  <w:t>Realizační dokumentace stavby</w:t>
                </w:r>
              </w:sdtContent>
            </w:sdt>
            <w:r w:rsidR="00774BF2">
              <w:rPr>
                <w:rFonts w:cs="Arial"/>
                <w:bCs/>
                <w:color w:val="000000" w:themeColor="text1"/>
                <w:sz w:val="21"/>
                <w:szCs w:val="21"/>
              </w:rPr>
              <w:t xml:space="preserve"> (RDS)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tcMar>
              <w:top w:w="113" w:type="dxa"/>
              <w:left w:w="113" w:type="dxa"/>
              <w:bottom w:w="57" w:type="dxa"/>
              <w:right w:w="0" w:type="dxa"/>
            </w:tcMar>
          </w:tcPr>
          <w:p w:rsidR="003B378D" w:rsidRPr="00754370" w:rsidRDefault="003B378D" w:rsidP="00FF5336">
            <w:pPr>
              <w:spacing w:after="120"/>
              <w:jc w:val="right"/>
              <w:rPr>
                <w:rFonts w:cs="Arial"/>
                <w:bCs/>
                <w:caps/>
                <w:color w:val="000000" w:themeColor="text1"/>
                <w:sz w:val="12"/>
                <w:szCs w:val="12"/>
              </w:rPr>
            </w:pPr>
            <w:r w:rsidRPr="00754370">
              <w:rPr>
                <w:rFonts w:cs="Arial"/>
                <w:bCs/>
                <w:caps/>
                <w:color w:val="000000" w:themeColor="text1"/>
                <w:sz w:val="12"/>
                <w:szCs w:val="12"/>
              </w:rPr>
              <w:t>Datum:</w:t>
            </w:r>
          </w:p>
          <w:p w:rsidR="003B378D" w:rsidRPr="00754370" w:rsidRDefault="00B42DFF" w:rsidP="00774BF2">
            <w:pPr>
              <w:jc w:val="right"/>
              <w:rPr>
                <w:rFonts w:cs="Arial"/>
                <w:bCs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cs="Arial"/>
                  <w:bCs/>
                  <w:color w:val="000000" w:themeColor="text1"/>
                  <w:sz w:val="22"/>
                  <w:szCs w:val="22"/>
                </w:rPr>
                <w:alias w:val="Datum"/>
                <w:tag w:val="DatumCo"/>
                <w:id w:val="872964634"/>
                <w:text/>
              </w:sdtPr>
              <w:sdtEndPr/>
              <w:sdtContent>
                <w:r w:rsidR="00A0267A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>l</w:t>
                </w:r>
                <w:r w:rsidR="00774BF2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>eden</w:t>
                </w:r>
                <w:r w:rsidR="006E251A" w:rsidRPr="00754370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 xml:space="preserve"> 20</w:t>
                </w:r>
                <w:r w:rsidR="00774BF2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>20</w:t>
                </w:r>
              </w:sdtContent>
            </w:sdt>
          </w:p>
        </w:tc>
      </w:tr>
    </w:tbl>
    <w:p w:rsidR="00083CDD" w:rsidRPr="00754370" w:rsidRDefault="00083CDD" w:rsidP="00113C96">
      <w:pPr>
        <w:jc w:val="center"/>
        <w:rPr>
          <w:color w:val="000000" w:themeColor="text1"/>
          <w:highlight w:val="yellow"/>
        </w:rPr>
      </w:pPr>
    </w:p>
    <w:p w:rsidR="00113C96" w:rsidRPr="00754370" w:rsidRDefault="00113C96" w:rsidP="00113C96">
      <w:pPr>
        <w:jc w:val="center"/>
        <w:rPr>
          <w:color w:val="000000" w:themeColor="text1"/>
          <w:highlight w:val="yellow"/>
        </w:rPr>
      </w:pPr>
    </w:p>
    <w:p w:rsidR="00113C96" w:rsidRPr="00754370" w:rsidRDefault="00113C96" w:rsidP="00113C96">
      <w:pPr>
        <w:jc w:val="center"/>
        <w:rPr>
          <w:color w:val="000000" w:themeColor="text1"/>
          <w:highlight w:val="yellow"/>
        </w:rPr>
      </w:pPr>
    </w:p>
    <w:p w:rsidR="00367D98" w:rsidRPr="009A21C5" w:rsidRDefault="00367D98" w:rsidP="009A21C5">
      <w:pPr>
        <w:jc w:val="center"/>
        <w:rPr>
          <w:color w:val="000000" w:themeColor="text1"/>
          <w:highlight w:val="yellow"/>
        </w:rPr>
        <w:sectPr w:rsidR="00367D98" w:rsidRPr="009A21C5" w:rsidSect="004F064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134" w:right="1701" w:bottom="5387" w:left="1701" w:header="1077" w:footer="1701" w:gutter="0"/>
          <w:cols w:space="708"/>
          <w:titlePg/>
          <w:docGrid w:linePitch="360"/>
        </w:sectPr>
      </w:pPr>
    </w:p>
    <w:p w:rsidR="00083CDD" w:rsidRPr="00CE6725" w:rsidRDefault="00083CDD" w:rsidP="00CE6725">
      <w:pPr>
        <w:rPr>
          <w:highlight w:val="yellow"/>
        </w:rPr>
        <w:sectPr w:rsidR="00083CDD" w:rsidRPr="00CE6725" w:rsidSect="00437F0A">
          <w:type w:val="continuous"/>
          <w:pgSz w:w="11906" w:h="16838" w:code="9"/>
          <w:pgMar w:top="1134" w:right="1701" w:bottom="5387" w:left="1701" w:header="709" w:footer="601" w:gutter="0"/>
          <w:cols w:space="708"/>
          <w:titlePg/>
          <w:docGrid w:linePitch="360"/>
        </w:sectPr>
      </w:pPr>
    </w:p>
    <w:p w:rsidR="00367D98" w:rsidRPr="009A21C5" w:rsidRDefault="00367D98" w:rsidP="004F0642">
      <w:bookmarkStart w:id="0" w:name="_GoBack"/>
      <w:bookmarkEnd w:id="0"/>
    </w:p>
    <w:sectPr w:rsidR="00367D98" w:rsidRPr="009A21C5" w:rsidSect="004F064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809" w:right="1701" w:bottom="2268" w:left="1701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AC2" w:rsidRDefault="00497AC2" w:rsidP="00207A11">
      <w:r>
        <w:separator/>
      </w:r>
    </w:p>
  </w:endnote>
  <w:endnote w:type="continuationSeparator" w:id="0">
    <w:p w:rsidR="00497AC2" w:rsidRDefault="00497AC2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1415FD" w:rsidTr="001F529C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1415FD" w:rsidRDefault="001415FD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1415FD" w:rsidRPr="00B40E75" w:rsidRDefault="00BC3EA8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1415FD"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4542EF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1415FD"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1415FD"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617881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1415FD"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1415FD" w:rsidTr="001F529C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1415FD" w:rsidRDefault="001415FD" w:rsidP="00623687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Kmenové číslo smlouvy"/>
              <w:tag w:val="SmlKmC"/>
              <w:id w:val="-288752317"/>
              <w:showingPlcHdr/>
              <w:text/>
            </w:sdtPr>
            <w:sdtEndPr/>
            <w:sdtContent/>
          </w:sdt>
          <w:sdt>
            <w:sdtPr>
              <w:rPr>
                <w:caps/>
                <w:color w:val="000000" w:themeColor="text1"/>
                <w:sz w:val="12"/>
                <w:szCs w:val="12"/>
              </w:rPr>
              <w:alias w:val="Typ zakázky"/>
              <w:tag w:val="SmlT"/>
              <w:id w:val="1726330205"/>
              <w:showingPlcHdr/>
              <w:text/>
            </w:sdtPr>
            <w:sdtEndPr/>
            <w:sdtContent/>
          </w:sdt>
          <w:sdt>
            <w:sdtPr>
              <w:rPr>
                <w:caps/>
                <w:color w:val="000000" w:themeColor="text1"/>
                <w:sz w:val="12"/>
                <w:szCs w:val="12"/>
              </w:rPr>
              <w:alias w:val="Koncové číslo"/>
              <w:tag w:val="SmlKC"/>
              <w:id w:val="495840652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>311026-5-01</w:t>
              </w:r>
            </w:sdtContent>
          </w:sdt>
          <w:sdt>
            <w:sdtPr>
              <w:rPr>
                <w:caps/>
                <w:color w:val="000000" w:themeColor="text1"/>
                <w:sz w:val="12"/>
                <w:szCs w:val="12"/>
              </w:rPr>
              <w:alias w:val="Pořadové číslo"/>
              <w:tag w:val="SmlPC"/>
              <w:id w:val="2078940124"/>
              <w:showingPlcHdr/>
              <w:text/>
            </w:sdtPr>
            <w:sdtEndPr/>
            <w:sdtContent/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1415FD" w:rsidRDefault="001415FD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110482951"/>
              <w:text/>
            </w:sdtPr>
            <w:sdtEndPr/>
            <w:sdtContent/>
          </w:sdt>
        </w:p>
      </w:tc>
    </w:tr>
    <w:tr w:rsidR="001415FD" w:rsidTr="001F529C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1415FD" w:rsidRDefault="001415FD" w:rsidP="00623687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1056283292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 xml:space="preserve">    0030/12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415FD" w:rsidRPr="00B40E75" w:rsidRDefault="001415FD" w:rsidP="001F529C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162775464"/>
              <w:text/>
            </w:sdtPr>
            <w:sdtEndPr/>
            <w:sdtContent/>
          </w:sdt>
        </w:p>
      </w:tc>
    </w:tr>
  </w:tbl>
  <w:p w:rsidR="001415FD" w:rsidRPr="00F81B53" w:rsidRDefault="001415FD" w:rsidP="00A20560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1415FD" w:rsidTr="0066347D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1415FD" w:rsidRDefault="001415FD" w:rsidP="0066347D">
          <w:pPr>
            <w:pStyle w:val="Zpat"/>
            <w:spacing w:line="100" w:lineRule="exact"/>
            <w:ind w:right="142"/>
            <w:jc w:val="left"/>
            <w:rPr>
              <w:color w:val="000000" w:themeColor="text1"/>
              <w:sz w:val="12"/>
              <w:szCs w:val="12"/>
            </w:rPr>
          </w:pP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1415FD" w:rsidRPr="00B40E75" w:rsidRDefault="00BC3EA8" w:rsidP="0066347D">
          <w:pPr>
            <w:pStyle w:val="Zpat"/>
            <w:spacing w:line="100" w:lineRule="exac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1415FD"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1415FD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1415FD"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1415FD"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617881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1415FD"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1415FD" w:rsidTr="0066347D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1415FD" w:rsidRDefault="00B42DFF" w:rsidP="0066347D">
          <w:pPr>
            <w:pStyle w:val="Zpat"/>
            <w:spacing w:line="100" w:lineRule="exact"/>
            <w:ind w:right="142"/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158307093"/>
              <w:text/>
            </w:sdtPr>
            <w:sdtEndPr/>
            <w:sdtContent/>
          </w:sdt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2109264635"/>
              <w:text/>
            </w:sdtPr>
            <w:sdtEndPr/>
            <w:sdtContent/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1415FD" w:rsidRDefault="001415FD" w:rsidP="0066347D">
          <w:pPr>
            <w:pStyle w:val="Zpat"/>
            <w:spacing w:line="100" w:lineRule="exact"/>
            <w:jc w:val="right"/>
            <w:rPr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1460376623"/>
              <w:showingPlcHdr/>
              <w:text/>
            </w:sdtPr>
            <w:sdtEndPr/>
            <w:sdtContent/>
          </w:sdt>
        </w:p>
      </w:tc>
    </w:tr>
  </w:tbl>
  <w:p w:rsidR="001415FD" w:rsidRPr="00F81B53" w:rsidRDefault="001415FD" w:rsidP="000A3C59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34"/>
      <w:gridCol w:w="2835"/>
      <w:gridCol w:w="2835"/>
    </w:tblGrid>
    <w:tr w:rsidR="001415FD" w:rsidRPr="00AA14F6" w:rsidTr="00437F0A">
      <w:trPr>
        <w:trHeight w:val="1579"/>
      </w:trPr>
      <w:tc>
        <w:tcPr>
          <w:tcW w:w="8504" w:type="dxa"/>
          <w:gridSpan w:val="3"/>
          <w:tcBorders>
            <w:top w:val="single" w:sz="4" w:space="0" w:color="auto"/>
          </w:tcBorders>
          <w:tcMar>
            <w:top w:w="113" w:type="dxa"/>
          </w:tcMar>
        </w:tcPr>
        <w:p w:rsidR="001415FD" w:rsidRDefault="001415FD" w:rsidP="007978B8">
          <w:pPr>
            <w:spacing w:after="120"/>
            <w:jc w:val="left"/>
            <w:rPr>
              <w:rFonts w:cs="Arial"/>
              <w:bCs/>
              <w:caps/>
              <w:color w:val="000000" w:themeColor="text1"/>
              <w:sz w:val="12"/>
              <w:szCs w:val="12"/>
            </w:rPr>
          </w:pPr>
          <w:r>
            <w:rPr>
              <w:rFonts w:cs="Arial"/>
              <w:bCs/>
              <w:caps/>
              <w:color w:val="000000" w:themeColor="text1"/>
              <w:sz w:val="12"/>
              <w:szCs w:val="12"/>
            </w:rPr>
            <w:t>investor:</w:t>
          </w:r>
        </w:p>
        <w:p w:rsidR="007C76C7" w:rsidRPr="00990F2A" w:rsidRDefault="007C76C7" w:rsidP="007C76C7">
          <w:pPr>
            <w:jc w:val="center"/>
          </w:pPr>
          <w:r>
            <w:t xml:space="preserve">Statutární město </w:t>
          </w:r>
          <w:r w:rsidR="00085584">
            <w:t>Frýdek - Místek</w:t>
          </w:r>
          <w:r w:rsidRPr="00990F2A">
            <w:t>,</w:t>
          </w:r>
          <w:r>
            <w:t xml:space="preserve"> </w:t>
          </w:r>
          <w:r w:rsidR="00085584">
            <w:t>Radniční 1148</w:t>
          </w:r>
          <w:r w:rsidRPr="00990F2A">
            <w:t>, 7</w:t>
          </w:r>
          <w:r w:rsidR="00085584">
            <w:t>38</w:t>
          </w:r>
          <w:r w:rsidRPr="00990F2A">
            <w:t xml:space="preserve"> </w:t>
          </w:r>
          <w:r w:rsidR="00085584">
            <w:t>22</w:t>
          </w:r>
          <w:r w:rsidRPr="00990F2A">
            <w:t xml:space="preserve"> </w:t>
          </w:r>
          <w:r w:rsidR="00085584">
            <w:t>Frýdek - Místek</w:t>
          </w:r>
        </w:p>
        <w:p w:rsidR="003A405A" w:rsidRDefault="003A405A" w:rsidP="003A405A">
          <w:pPr>
            <w:jc w:val="center"/>
          </w:pPr>
        </w:p>
        <w:p w:rsidR="00367D98" w:rsidRDefault="00367D98" w:rsidP="009A21C5">
          <w:pPr>
            <w:tabs>
              <w:tab w:val="left" w:pos="1985"/>
            </w:tabs>
            <w:jc w:val="center"/>
          </w:pPr>
        </w:p>
        <w:p w:rsidR="001415FD" w:rsidRDefault="001415FD" w:rsidP="009A21C5">
          <w:pPr>
            <w:jc w:val="center"/>
          </w:pPr>
        </w:p>
        <w:p w:rsidR="00774BF2" w:rsidRDefault="00774BF2" w:rsidP="00774BF2">
          <w:pPr>
            <w:spacing w:after="120"/>
            <w:jc w:val="left"/>
            <w:rPr>
              <w:rFonts w:cs="Arial"/>
              <w:bCs/>
              <w:caps/>
              <w:color w:val="000000" w:themeColor="text1"/>
              <w:sz w:val="12"/>
              <w:szCs w:val="12"/>
            </w:rPr>
          </w:pPr>
          <w:r>
            <w:rPr>
              <w:rFonts w:cs="Arial"/>
              <w:bCs/>
              <w:caps/>
              <w:color w:val="000000" w:themeColor="text1"/>
              <w:sz w:val="12"/>
              <w:szCs w:val="12"/>
            </w:rPr>
            <w:t>Objednatel:</w:t>
          </w:r>
        </w:p>
        <w:p w:rsidR="00774BF2" w:rsidRPr="00990F2A" w:rsidRDefault="00774BF2" w:rsidP="00774BF2">
          <w:pPr>
            <w:jc w:val="center"/>
          </w:pPr>
          <w:r>
            <w:t>Metrostav a.s. – divize 1, Koželužská 2450/4</w:t>
          </w:r>
          <w:r w:rsidRPr="00990F2A">
            <w:t xml:space="preserve">, </w:t>
          </w:r>
          <w:r>
            <w:t>180 00 Praha 8</w:t>
          </w:r>
        </w:p>
        <w:p w:rsidR="001415FD" w:rsidRPr="00C5703F" w:rsidRDefault="007C76C7" w:rsidP="007C76C7">
          <w:pPr>
            <w:tabs>
              <w:tab w:val="left" w:pos="5700"/>
            </w:tabs>
            <w:rPr>
              <w:caps/>
              <w:color w:val="000000" w:themeColor="text1"/>
              <w:sz w:val="24"/>
              <w:szCs w:val="24"/>
            </w:rPr>
          </w:pPr>
          <w:r>
            <w:rPr>
              <w:caps/>
              <w:color w:val="000000" w:themeColor="text1"/>
              <w:sz w:val="24"/>
              <w:szCs w:val="24"/>
            </w:rPr>
            <w:tab/>
          </w:r>
        </w:p>
      </w:tc>
    </w:tr>
    <w:tr w:rsidR="001415FD" w:rsidRPr="00AA14F6" w:rsidTr="00A0267A">
      <w:trPr>
        <w:trHeight w:val="851"/>
      </w:trPr>
      <w:tc>
        <w:tcPr>
          <w:tcW w:w="2834" w:type="dxa"/>
          <w:tcBorders>
            <w:bottom w:val="single" w:sz="4" w:space="0" w:color="auto"/>
          </w:tcBorders>
          <w:tcMar>
            <w:left w:w="113" w:type="dxa"/>
            <w:bottom w:w="113" w:type="dxa"/>
          </w:tcMar>
          <w:vAlign w:val="bottom"/>
        </w:tcPr>
        <w:p w:rsidR="001415FD" w:rsidRDefault="001415FD" w:rsidP="007978B8">
          <w:pPr>
            <w:spacing w:after="120"/>
            <w:ind w:left="-113"/>
            <w:jc w:val="left"/>
            <w:rPr>
              <w:rFonts w:cs="Arial"/>
              <w:bCs/>
              <w:caps/>
              <w:color w:val="000000" w:themeColor="text1"/>
              <w:sz w:val="12"/>
              <w:szCs w:val="12"/>
            </w:rPr>
          </w:pPr>
          <w:r>
            <w:rPr>
              <w:rFonts w:cs="Arial"/>
              <w:bCs/>
              <w:caps/>
              <w:color w:val="000000" w:themeColor="text1"/>
              <w:sz w:val="12"/>
              <w:szCs w:val="12"/>
            </w:rPr>
            <w:t>zpracovatel pd::</w:t>
          </w:r>
        </w:p>
        <w:p w:rsidR="001415FD" w:rsidRPr="0037186F" w:rsidRDefault="001415FD" w:rsidP="00FE031B">
          <w:pPr>
            <w:jc w:val="center"/>
            <w:rPr>
              <w:color w:val="000000" w:themeColor="text1"/>
              <w:sz w:val="12"/>
            </w:rPr>
          </w:pPr>
        </w:p>
      </w:tc>
      <w:tc>
        <w:tcPr>
          <w:tcW w:w="2835" w:type="dxa"/>
          <w:tcBorders>
            <w:bottom w:val="single" w:sz="4" w:space="0" w:color="auto"/>
          </w:tcBorders>
          <w:tcMar>
            <w:left w:w="113" w:type="dxa"/>
            <w:bottom w:w="113" w:type="dxa"/>
          </w:tcMar>
          <w:vAlign w:val="bottom"/>
        </w:tcPr>
        <w:p w:rsidR="001415FD" w:rsidRPr="00C5703F" w:rsidRDefault="008D144E" w:rsidP="00FE031B">
          <w:pPr>
            <w:jc w:val="center"/>
            <w:rPr>
              <w:b/>
              <w:color w:val="000000" w:themeColor="text1"/>
              <w:sz w:val="12"/>
            </w:rPr>
          </w:pPr>
          <w:r>
            <w:rPr>
              <w:noProof/>
              <w:color w:val="000000" w:themeColor="text1"/>
            </w:rPr>
            <mc:AlternateContent>
              <mc:Choice Requires="wpc">
                <w:drawing>
                  <wp:inline distT="0" distB="0" distL="0" distR="0">
                    <wp:extent cx="1080135" cy="314960"/>
                    <wp:effectExtent l="0" t="0" r="5715" b="8890"/>
                    <wp:docPr id="40" name="Plátno 24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wps:wsp>
                            <wps:cNvPr id="28" name="Freeform 210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801326" y="42108"/>
                                <a:ext cx="278809" cy="271852"/>
                              </a:xfrm>
                              <a:custGeom>
                                <a:avLst/>
                                <a:gdLst>
                                  <a:gd name="T0" fmla="*/ 222646 w 556"/>
                                  <a:gd name="T1" fmla="*/ 211756 h 543"/>
                                  <a:gd name="T2" fmla="*/ 222646 w 556"/>
                                  <a:gd name="T3" fmla="*/ 238789 h 543"/>
                                  <a:gd name="T4" fmla="*/ 56163 w 556"/>
                                  <a:gd name="T5" fmla="*/ 238789 h 543"/>
                                  <a:gd name="T6" fmla="*/ 56163 w 556"/>
                                  <a:gd name="T7" fmla="*/ 211756 h 543"/>
                                  <a:gd name="T8" fmla="*/ 138402 w 556"/>
                                  <a:gd name="T9" fmla="*/ 128155 h 543"/>
                                  <a:gd name="T10" fmla="*/ 222646 w 556"/>
                                  <a:gd name="T11" fmla="*/ 211756 h 543"/>
                                  <a:gd name="T12" fmla="*/ 278809 w 556"/>
                                  <a:gd name="T13" fmla="*/ 90610 h 543"/>
                                  <a:gd name="T14" fmla="*/ 177014 w 556"/>
                                  <a:gd name="T15" fmla="*/ 90610 h 543"/>
                                  <a:gd name="T16" fmla="*/ 243206 w 556"/>
                                  <a:gd name="T17" fmla="*/ 24530 h 543"/>
                                  <a:gd name="T18" fmla="*/ 218634 w 556"/>
                                  <a:gd name="T19" fmla="*/ 2002 h 543"/>
                                  <a:gd name="T20" fmla="*/ 138402 w 556"/>
                                  <a:gd name="T21" fmla="*/ 82600 h 543"/>
                                  <a:gd name="T22" fmla="*/ 57166 w 556"/>
                                  <a:gd name="T23" fmla="*/ 0 h 543"/>
                                  <a:gd name="T24" fmla="*/ 34600 w 556"/>
                                  <a:gd name="T25" fmla="*/ 23528 h 543"/>
                                  <a:gd name="T26" fmla="*/ 100792 w 556"/>
                                  <a:gd name="T27" fmla="*/ 90610 h 543"/>
                                  <a:gd name="T28" fmla="*/ 0 w 556"/>
                                  <a:gd name="T29" fmla="*/ 90610 h 543"/>
                                  <a:gd name="T30" fmla="*/ 0 w 556"/>
                                  <a:gd name="T31" fmla="*/ 121647 h 543"/>
                                  <a:gd name="T32" fmla="*/ 100792 w 556"/>
                                  <a:gd name="T33" fmla="*/ 121647 h 543"/>
                                  <a:gd name="T34" fmla="*/ 23067 w 556"/>
                                  <a:gd name="T35" fmla="*/ 198240 h 543"/>
                                  <a:gd name="T36" fmla="*/ 23067 w 556"/>
                                  <a:gd name="T37" fmla="*/ 271829 h 543"/>
                                  <a:gd name="T38" fmla="*/ 254739 w 556"/>
                                  <a:gd name="T39" fmla="*/ 271829 h 543"/>
                                  <a:gd name="T40" fmla="*/ 254739 w 556"/>
                                  <a:gd name="T41" fmla="*/ 198240 h 543"/>
                                  <a:gd name="T42" fmla="*/ 177014 w 556"/>
                                  <a:gd name="T43" fmla="*/ 121647 h 543"/>
                                  <a:gd name="T44" fmla="*/ 278809 w 556"/>
                                  <a:gd name="T45" fmla="*/ 121647 h 543"/>
                                  <a:gd name="T46" fmla="*/ 278809 w 556"/>
                                  <a:gd name="T47" fmla="*/ 90610 h 543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</a:gdLst>
                                <a:ahLst/>
                                <a:cxnLst>
                                  <a:cxn ang="T48">
                                    <a:pos x="T0" y="T1"/>
                                  </a:cxn>
                                  <a:cxn ang="T49">
                                    <a:pos x="T2" y="T3"/>
                                  </a:cxn>
                                  <a:cxn ang="T50">
                                    <a:pos x="T4" y="T5"/>
                                  </a:cxn>
                                  <a:cxn ang="T51">
                                    <a:pos x="T6" y="T7"/>
                                  </a:cxn>
                                  <a:cxn ang="T52">
                                    <a:pos x="T8" y="T9"/>
                                  </a:cxn>
                                  <a:cxn ang="T53">
                                    <a:pos x="T10" y="T11"/>
                                  </a:cxn>
                                  <a:cxn ang="T54">
                                    <a:pos x="T12" y="T13"/>
                                  </a:cxn>
                                  <a:cxn ang="T55">
                                    <a:pos x="T14" y="T15"/>
                                  </a:cxn>
                                  <a:cxn ang="T56">
                                    <a:pos x="T16" y="T17"/>
                                  </a:cxn>
                                  <a:cxn ang="T57">
                                    <a:pos x="T18" y="T19"/>
                                  </a:cxn>
                                  <a:cxn ang="T58">
                                    <a:pos x="T20" y="T21"/>
                                  </a:cxn>
                                  <a:cxn ang="T59">
                                    <a:pos x="T22" y="T23"/>
                                  </a:cxn>
                                  <a:cxn ang="T60">
                                    <a:pos x="T24" y="T25"/>
                                  </a:cxn>
                                  <a:cxn ang="T61">
                                    <a:pos x="T26" y="T27"/>
                                  </a:cxn>
                                  <a:cxn ang="T62">
                                    <a:pos x="T28" y="T29"/>
                                  </a:cxn>
                                  <a:cxn ang="T63">
                                    <a:pos x="T30" y="T31"/>
                                  </a:cxn>
                                  <a:cxn ang="T64">
                                    <a:pos x="T32" y="T33"/>
                                  </a:cxn>
                                  <a:cxn ang="T65">
                                    <a:pos x="T34" y="T35"/>
                                  </a:cxn>
                                  <a:cxn ang="T66">
                                    <a:pos x="T36" y="T37"/>
                                  </a:cxn>
                                  <a:cxn ang="T67">
                                    <a:pos x="T38" y="T39"/>
                                  </a:cxn>
                                  <a:cxn ang="T68">
                                    <a:pos x="T40" y="T41"/>
                                  </a:cxn>
                                  <a:cxn ang="T69">
                                    <a:pos x="T42" y="T43"/>
                                  </a:cxn>
                                  <a:cxn ang="T70">
                                    <a:pos x="T44" y="T45"/>
                                  </a:cxn>
                                  <a:cxn ang="T71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556" h="543">
                                    <a:moveTo>
                                      <a:pt x="444" y="423"/>
                                    </a:moveTo>
                                    <a:lnTo>
                                      <a:pt x="444" y="477"/>
                                    </a:lnTo>
                                    <a:lnTo>
                                      <a:pt x="112" y="477"/>
                                    </a:lnTo>
                                    <a:lnTo>
                                      <a:pt x="112" y="423"/>
                                    </a:lnTo>
                                    <a:lnTo>
                                      <a:pt x="276" y="256"/>
                                    </a:lnTo>
                                    <a:lnTo>
                                      <a:pt x="444" y="423"/>
                                    </a:lnTo>
                                    <a:close/>
                                    <a:moveTo>
                                      <a:pt x="556" y="181"/>
                                    </a:moveTo>
                                    <a:lnTo>
                                      <a:pt x="353" y="181"/>
                                    </a:lnTo>
                                    <a:lnTo>
                                      <a:pt x="485" y="49"/>
                                    </a:lnTo>
                                    <a:lnTo>
                                      <a:pt x="436" y="4"/>
                                    </a:lnTo>
                                    <a:lnTo>
                                      <a:pt x="276" y="165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69" y="47"/>
                                    </a:lnTo>
                                    <a:lnTo>
                                      <a:pt x="201" y="181"/>
                                    </a:lnTo>
                                    <a:lnTo>
                                      <a:pt x="0" y="181"/>
                                    </a:lnTo>
                                    <a:lnTo>
                                      <a:pt x="0" y="243"/>
                                    </a:lnTo>
                                    <a:lnTo>
                                      <a:pt x="201" y="243"/>
                                    </a:lnTo>
                                    <a:lnTo>
                                      <a:pt x="46" y="396"/>
                                    </a:lnTo>
                                    <a:lnTo>
                                      <a:pt x="46" y="543"/>
                                    </a:lnTo>
                                    <a:lnTo>
                                      <a:pt x="508" y="543"/>
                                    </a:lnTo>
                                    <a:lnTo>
                                      <a:pt x="508" y="396"/>
                                    </a:lnTo>
                                    <a:lnTo>
                                      <a:pt x="353" y="243"/>
                                    </a:lnTo>
                                    <a:lnTo>
                                      <a:pt x="556" y="243"/>
                                    </a:lnTo>
                                    <a:lnTo>
                                      <a:pt x="556" y="1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Freeform 211"/>
                            <wps:cNvSpPr>
                              <a:spLocks/>
                            </wps:cNvSpPr>
                            <wps:spPr bwMode="auto">
                              <a:xfrm>
                                <a:off x="907629" y="0"/>
                                <a:ext cx="66202" cy="66213"/>
                              </a:xfrm>
                              <a:custGeom>
                                <a:avLst/>
                                <a:gdLst>
                                  <a:gd name="T0" fmla="*/ 66192 w 131"/>
                                  <a:gd name="T1" fmla="*/ 33101 h 132"/>
                                  <a:gd name="T2" fmla="*/ 66192 w 131"/>
                                  <a:gd name="T3" fmla="*/ 33101 h 132"/>
                                  <a:gd name="T4" fmla="*/ 65687 w 131"/>
                                  <a:gd name="T5" fmla="*/ 39621 h 132"/>
                                  <a:gd name="T6" fmla="*/ 63666 w 131"/>
                                  <a:gd name="T7" fmla="*/ 46642 h 132"/>
                                  <a:gd name="T8" fmla="*/ 60634 w 131"/>
                                  <a:gd name="T9" fmla="*/ 51658 h 132"/>
                                  <a:gd name="T10" fmla="*/ 56592 w 131"/>
                                  <a:gd name="T11" fmla="*/ 56171 h 132"/>
                                  <a:gd name="T12" fmla="*/ 52044 w 131"/>
                                  <a:gd name="T13" fmla="*/ 60184 h 132"/>
                                  <a:gd name="T14" fmla="*/ 45981 w 131"/>
                                  <a:gd name="T15" fmla="*/ 64196 h 132"/>
                                  <a:gd name="T16" fmla="*/ 39917 w 131"/>
                                  <a:gd name="T17" fmla="*/ 66202 h 132"/>
                                  <a:gd name="T18" fmla="*/ 33349 w 131"/>
                                  <a:gd name="T19" fmla="*/ 66202 h 132"/>
                                  <a:gd name="T20" fmla="*/ 33349 w 131"/>
                                  <a:gd name="T21" fmla="*/ 66202 h 132"/>
                                  <a:gd name="T22" fmla="*/ 26275 w 131"/>
                                  <a:gd name="T23" fmla="*/ 66202 h 132"/>
                                  <a:gd name="T24" fmla="*/ 20717 w 131"/>
                                  <a:gd name="T25" fmla="*/ 64196 h 132"/>
                                  <a:gd name="T26" fmla="*/ 14653 w 131"/>
                                  <a:gd name="T27" fmla="*/ 60184 h 132"/>
                                  <a:gd name="T28" fmla="*/ 9600 w 131"/>
                                  <a:gd name="T29" fmla="*/ 56171 h 132"/>
                                  <a:gd name="T30" fmla="*/ 6063 w 131"/>
                                  <a:gd name="T31" fmla="*/ 51658 h 132"/>
                                  <a:gd name="T32" fmla="*/ 3032 w 131"/>
                                  <a:gd name="T33" fmla="*/ 46642 h 132"/>
                                  <a:gd name="T34" fmla="*/ 1011 w 131"/>
                                  <a:gd name="T35" fmla="*/ 39621 h 132"/>
                                  <a:gd name="T36" fmla="*/ 0 w 131"/>
                                  <a:gd name="T37" fmla="*/ 33101 h 132"/>
                                  <a:gd name="T38" fmla="*/ 0 w 131"/>
                                  <a:gd name="T39" fmla="*/ 33101 h 132"/>
                                  <a:gd name="T40" fmla="*/ 1011 w 131"/>
                                  <a:gd name="T41" fmla="*/ 26080 h 132"/>
                                  <a:gd name="T42" fmla="*/ 3032 w 131"/>
                                  <a:gd name="T43" fmla="*/ 20563 h 132"/>
                                  <a:gd name="T44" fmla="*/ 6063 w 131"/>
                                  <a:gd name="T45" fmla="*/ 14544 h 132"/>
                                  <a:gd name="T46" fmla="*/ 9600 w 131"/>
                                  <a:gd name="T47" fmla="*/ 9529 h 132"/>
                                  <a:gd name="T48" fmla="*/ 14653 w 131"/>
                                  <a:gd name="T49" fmla="*/ 6018 h 132"/>
                                  <a:gd name="T50" fmla="*/ 20717 w 131"/>
                                  <a:gd name="T51" fmla="*/ 3009 h 132"/>
                                  <a:gd name="T52" fmla="*/ 26275 w 131"/>
                                  <a:gd name="T53" fmla="*/ 1003 h 132"/>
                                  <a:gd name="T54" fmla="*/ 33349 w 131"/>
                                  <a:gd name="T55" fmla="*/ 0 h 132"/>
                                  <a:gd name="T56" fmla="*/ 33349 w 131"/>
                                  <a:gd name="T57" fmla="*/ 0 h 132"/>
                                  <a:gd name="T58" fmla="*/ 39917 w 131"/>
                                  <a:gd name="T59" fmla="*/ 1003 h 132"/>
                                  <a:gd name="T60" fmla="*/ 45981 w 131"/>
                                  <a:gd name="T61" fmla="*/ 3009 h 132"/>
                                  <a:gd name="T62" fmla="*/ 52044 w 131"/>
                                  <a:gd name="T63" fmla="*/ 6018 h 132"/>
                                  <a:gd name="T64" fmla="*/ 56592 w 131"/>
                                  <a:gd name="T65" fmla="*/ 9529 h 132"/>
                                  <a:gd name="T66" fmla="*/ 60634 w 131"/>
                                  <a:gd name="T67" fmla="*/ 14544 h 132"/>
                                  <a:gd name="T68" fmla="*/ 63666 w 131"/>
                                  <a:gd name="T69" fmla="*/ 20563 h 132"/>
                                  <a:gd name="T70" fmla="*/ 65687 w 131"/>
                                  <a:gd name="T71" fmla="*/ 26080 h 132"/>
                                  <a:gd name="T72" fmla="*/ 66192 w 131"/>
                                  <a:gd name="T73" fmla="*/ 33101 h 132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</a:gdLst>
                                <a:ahLst/>
                                <a:cxnLst>
                                  <a:cxn ang="T74">
                                    <a:pos x="T0" y="T1"/>
                                  </a:cxn>
                                  <a:cxn ang="T75">
                                    <a:pos x="T2" y="T3"/>
                                  </a:cxn>
                                  <a:cxn ang="T76">
                                    <a:pos x="T4" y="T5"/>
                                  </a:cxn>
                                  <a:cxn ang="T77">
                                    <a:pos x="T6" y="T7"/>
                                  </a:cxn>
                                  <a:cxn ang="T78">
                                    <a:pos x="T8" y="T9"/>
                                  </a:cxn>
                                  <a:cxn ang="T79">
                                    <a:pos x="T10" y="T11"/>
                                  </a:cxn>
                                  <a:cxn ang="T80">
                                    <a:pos x="T12" y="T13"/>
                                  </a:cxn>
                                  <a:cxn ang="T81">
                                    <a:pos x="T14" y="T15"/>
                                  </a:cxn>
                                  <a:cxn ang="T82">
                                    <a:pos x="T16" y="T17"/>
                                  </a:cxn>
                                  <a:cxn ang="T83">
                                    <a:pos x="T18" y="T19"/>
                                  </a:cxn>
                                  <a:cxn ang="T84">
                                    <a:pos x="T20" y="T21"/>
                                  </a:cxn>
                                  <a:cxn ang="T85">
                                    <a:pos x="T22" y="T23"/>
                                  </a:cxn>
                                  <a:cxn ang="T86">
                                    <a:pos x="T24" y="T25"/>
                                  </a:cxn>
                                  <a:cxn ang="T87">
                                    <a:pos x="T26" y="T27"/>
                                  </a:cxn>
                                  <a:cxn ang="T88">
                                    <a:pos x="T28" y="T29"/>
                                  </a:cxn>
                                  <a:cxn ang="T89">
                                    <a:pos x="T30" y="T31"/>
                                  </a:cxn>
                                  <a:cxn ang="T90">
                                    <a:pos x="T32" y="T33"/>
                                  </a:cxn>
                                  <a:cxn ang="T91">
                                    <a:pos x="T34" y="T35"/>
                                  </a:cxn>
                                  <a:cxn ang="T92">
                                    <a:pos x="T36" y="T37"/>
                                  </a:cxn>
                                  <a:cxn ang="T93">
                                    <a:pos x="T38" y="T39"/>
                                  </a:cxn>
                                  <a:cxn ang="T94">
                                    <a:pos x="T40" y="T41"/>
                                  </a:cxn>
                                  <a:cxn ang="T95">
                                    <a:pos x="T42" y="T43"/>
                                  </a:cxn>
                                  <a:cxn ang="T96">
                                    <a:pos x="T44" y="T45"/>
                                  </a:cxn>
                                  <a:cxn ang="T97">
                                    <a:pos x="T46" y="T47"/>
                                  </a:cxn>
                                  <a:cxn ang="T98">
                                    <a:pos x="T48" y="T49"/>
                                  </a:cxn>
                                  <a:cxn ang="T99">
                                    <a:pos x="T50" y="T51"/>
                                  </a:cxn>
                                  <a:cxn ang="T100">
                                    <a:pos x="T52" y="T53"/>
                                  </a:cxn>
                                  <a:cxn ang="T101">
                                    <a:pos x="T54" y="T55"/>
                                  </a:cxn>
                                  <a:cxn ang="T102">
                                    <a:pos x="T56" y="T57"/>
                                  </a:cxn>
                                  <a:cxn ang="T103">
                                    <a:pos x="T58" y="T59"/>
                                  </a:cxn>
                                  <a:cxn ang="T104">
                                    <a:pos x="T60" y="T61"/>
                                  </a:cxn>
                                  <a:cxn ang="T105">
                                    <a:pos x="T62" y="T63"/>
                                  </a:cxn>
                                  <a:cxn ang="T106">
                                    <a:pos x="T64" y="T65"/>
                                  </a:cxn>
                                  <a:cxn ang="T107">
                                    <a:pos x="T66" y="T67"/>
                                  </a:cxn>
                                  <a:cxn ang="T108">
                                    <a:pos x="T68" y="T69"/>
                                  </a:cxn>
                                  <a:cxn ang="T109">
                                    <a:pos x="T70" y="T71"/>
                                  </a:cxn>
                                  <a:cxn ang="T11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31" h="132">
                                    <a:moveTo>
                                      <a:pt x="131" y="66"/>
                                    </a:moveTo>
                                    <a:lnTo>
                                      <a:pt x="131" y="66"/>
                                    </a:lnTo>
                                    <a:lnTo>
                                      <a:pt x="130" y="79"/>
                                    </a:lnTo>
                                    <a:lnTo>
                                      <a:pt x="126" y="93"/>
                                    </a:lnTo>
                                    <a:lnTo>
                                      <a:pt x="120" y="103"/>
                                    </a:lnTo>
                                    <a:lnTo>
                                      <a:pt x="112" y="112"/>
                                    </a:lnTo>
                                    <a:lnTo>
                                      <a:pt x="103" y="120"/>
                                    </a:lnTo>
                                    <a:lnTo>
                                      <a:pt x="91" y="128"/>
                                    </a:lnTo>
                                    <a:lnTo>
                                      <a:pt x="79" y="132"/>
                                    </a:lnTo>
                                    <a:lnTo>
                                      <a:pt x="66" y="132"/>
                                    </a:lnTo>
                                    <a:lnTo>
                                      <a:pt x="52" y="132"/>
                                    </a:lnTo>
                                    <a:lnTo>
                                      <a:pt x="41" y="128"/>
                                    </a:lnTo>
                                    <a:lnTo>
                                      <a:pt x="29" y="120"/>
                                    </a:lnTo>
                                    <a:lnTo>
                                      <a:pt x="19" y="112"/>
                                    </a:lnTo>
                                    <a:lnTo>
                                      <a:pt x="12" y="103"/>
                                    </a:lnTo>
                                    <a:lnTo>
                                      <a:pt x="6" y="93"/>
                                    </a:lnTo>
                                    <a:lnTo>
                                      <a:pt x="2" y="79"/>
                                    </a:lnTo>
                                    <a:lnTo>
                                      <a:pt x="0" y="66"/>
                                    </a:lnTo>
                                    <a:lnTo>
                                      <a:pt x="2" y="52"/>
                                    </a:lnTo>
                                    <a:lnTo>
                                      <a:pt x="6" y="41"/>
                                    </a:lnTo>
                                    <a:lnTo>
                                      <a:pt x="12" y="29"/>
                                    </a:lnTo>
                                    <a:lnTo>
                                      <a:pt x="19" y="19"/>
                                    </a:lnTo>
                                    <a:lnTo>
                                      <a:pt x="29" y="12"/>
                                    </a:lnTo>
                                    <a:lnTo>
                                      <a:pt x="41" y="6"/>
                                    </a:lnTo>
                                    <a:lnTo>
                                      <a:pt x="52" y="2"/>
                                    </a:lnTo>
                                    <a:lnTo>
                                      <a:pt x="66" y="0"/>
                                    </a:lnTo>
                                    <a:lnTo>
                                      <a:pt x="79" y="2"/>
                                    </a:lnTo>
                                    <a:lnTo>
                                      <a:pt x="91" y="6"/>
                                    </a:lnTo>
                                    <a:lnTo>
                                      <a:pt x="103" y="12"/>
                                    </a:lnTo>
                                    <a:lnTo>
                                      <a:pt x="112" y="19"/>
                                    </a:lnTo>
                                    <a:lnTo>
                                      <a:pt x="120" y="29"/>
                                    </a:lnTo>
                                    <a:lnTo>
                                      <a:pt x="126" y="41"/>
                                    </a:lnTo>
                                    <a:lnTo>
                                      <a:pt x="130" y="52"/>
                                    </a:lnTo>
                                    <a:lnTo>
                                      <a:pt x="131" y="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002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Freeform 212"/>
                            <wps:cNvSpPr>
                              <a:spLocks/>
                            </wps:cNvSpPr>
                            <wps:spPr bwMode="auto">
                              <a:xfrm>
                                <a:off x="907629" y="0"/>
                                <a:ext cx="66202" cy="66213"/>
                              </a:xfrm>
                              <a:custGeom>
                                <a:avLst/>
                                <a:gdLst>
                                  <a:gd name="T0" fmla="*/ 66192 w 131"/>
                                  <a:gd name="T1" fmla="*/ 33101 h 132"/>
                                  <a:gd name="T2" fmla="*/ 66192 w 131"/>
                                  <a:gd name="T3" fmla="*/ 33101 h 132"/>
                                  <a:gd name="T4" fmla="*/ 65687 w 131"/>
                                  <a:gd name="T5" fmla="*/ 39621 h 132"/>
                                  <a:gd name="T6" fmla="*/ 63666 w 131"/>
                                  <a:gd name="T7" fmla="*/ 46642 h 132"/>
                                  <a:gd name="T8" fmla="*/ 60634 w 131"/>
                                  <a:gd name="T9" fmla="*/ 51658 h 132"/>
                                  <a:gd name="T10" fmla="*/ 56592 w 131"/>
                                  <a:gd name="T11" fmla="*/ 56171 h 132"/>
                                  <a:gd name="T12" fmla="*/ 52044 w 131"/>
                                  <a:gd name="T13" fmla="*/ 60184 h 132"/>
                                  <a:gd name="T14" fmla="*/ 45981 w 131"/>
                                  <a:gd name="T15" fmla="*/ 64196 h 132"/>
                                  <a:gd name="T16" fmla="*/ 39917 w 131"/>
                                  <a:gd name="T17" fmla="*/ 66202 h 132"/>
                                  <a:gd name="T18" fmla="*/ 33349 w 131"/>
                                  <a:gd name="T19" fmla="*/ 66202 h 132"/>
                                  <a:gd name="T20" fmla="*/ 33349 w 131"/>
                                  <a:gd name="T21" fmla="*/ 66202 h 132"/>
                                  <a:gd name="T22" fmla="*/ 26275 w 131"/>
                                  <a:gd name="T23" fmla="*/ 66202 h 132"/>
                                  <a:gd name="T24" fmla="*/ 20717 w 131"/>
                                  <a:gd name="T25" fmla="*/ 64196 h 132"/>
                                  <a:gd name="T26" fmla="*/ 14653 w 131"/>
                                  <a:gd name="T27" fmla="*/ 60184 h 132"/>
                                  <a:gd name="T28" fmla="*/ 9600 w 131"/>
                                  <a:gd name="T29" fmla="*/ 56171 h 132"/>
                                  <a:gd name="T30" fmla="*/ 6063 w 131"/>
                                  <a:gd name="T31" fmla="*/ 51658 h 132"/>
                                  <a:gd name="T32" fmla="*/ 3032 w 131"/>
                                  <a:gd name="T33" fmla="*/ 46642 h 132"/>
                                  <a:gd name="T34" fmla="*/ 1011 w 131"/>
                                  <a:gd name="T35" fmla="*/ 39621 h 132"/>
                                  <a:gd name="T36" fmla="*/ 0 w 131"/>
                                  <a:gd name="T37" fmla="*/ 33101 h 132"/>
                                  <a:gd name="T38" fmla="*/ 0 w 131"/>
                                  <a:gd name="T39" fmla="*/ 33101 h 132"/>
                                  <a:gd name="T40" fmla="*/ 1011 w 131"/>
                                  <a:gd name="T41" fmla="*/ 26080 h 132"/>
                                  <a:gd name="T42" fmla="*/ 3032 w 131"/>
                                  <a:gd name="T43" fmla="*/ 20563 h 132"/>
                                  <a:gd name="T44" fmla="*/ 6063 w 131"/>
                                  <a:gd name="T45" fmla="*/ 14544 h 132"/>
                                  <a:gd name="T46" fmla="*/ 9600 w 131"/>
                                  <a:gd name="T47" fmla="*/ 9529 h 132"/>
                                  <a:gd name="T48" fmla="*/ 14653 w 131"/>
                                  <a:gd name="T49" fmla="*/ 6018 h 132"/>
                                  <a:gd name="T50" fmla="*/ 20717 w 131"/>
                                  <a:gd name="T51" fmla="*/ 3009 h 132"/>
                                  <a:gd name="T52" fmla="*/ 26275 w 131"/>
                                  <a:gd name="T53" fmla="*/ 1003 h 132"/>
                                  <a:gd name="T54" fmla="*/ 33349 w 131"/>
                                  <a:gd name="T55" fmla="*/ 0 h 132"/>
                                  <a:gd name="T56" fmla="*/ 33349 w 131"/>
                                  <a:gd name="T57" fmla="*/ 0 h 132"/>
                                  <a:gd name="T58" fmla="*/ 39917 w 131"/>
                                  <a:gd name="T59" fmla="*/ 1003 h 132"/>
                                  <a:gd name="T60" fmla="*/ 45981 w 131"/>
                                  <a:gd name="T61" fmla="*/ 3009 h 132"/>
                                  <a:gd name="T62" fmla="*/ 52044 w 131"/>
                                  <a:gd name="T63" fmla="*/ 6018 h 132"/>
                                  <a:gd name="T64" fmla="*/ 56592 w 131"/>
                                  <a:gd name="T65" fmla="*/ 9529 h 132"/>
                                  <a:gd name="T66" fmla="*/ 60634 w 131"/>
                                  <a:gd name="T67" fmla="*/ 14544 h 132"/>
                                  <a:gd name="T68" fmla="*/ 63666 w 131"/>
                                  <a:gd name="T69" fmla="*/ 20563 h 132"/>
                                  <a:gd name="T70" fmla="*/ 65687 w 131"/>
                                  <a:gd name="T71" fmla="*/ 26080 h 132"/>
                                  <a:gd name="T72" fmla="*/ 66192 w 131"/>
                                  <a:gd name="T73" fmla="*/ 33101 h 132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</a:gdLst>
                                <a:ahLst/>
                                <a:cxnLst>
                                  <a:cxn ang="T74">
                                    <a:pos x="T0" y="T1"/>
                                  </a:cxn>
                                  <a:cxn ang="T75">
                                    <a:pos x="T2" y="T3"/>
                                  </a:cxn>
                                  <a:cxn ang="T76">
                                    <a:pos x="T4" y="T5"/>
                                  </a:cxn>
                                  <a:cxn ang="T77">
                                    <a:pos x="T6" y="T7"/>
                                  </a:cxn>
                                  <a:cxn ang="T78">
                                    <a:pos x="T8" y="T9"/>
                                  </a:cxn>
                                  <a:cxn ang="T79">
                                    <a:pos x="T10" y="T11"/>
                                  </a:cxn>
                                  <a:cxn ang="T80">
                                    <a:pos x="T12" y="T13"/>
                                  </a:cxn>
                                  <a:cxn ang="T81">
                                    <a:pos x="T14" y="T15"/>
                                  </a:cxn>
                                  <a:cxn ang="T82">
                                    <a:pos x="T16" y="T17"/>
                                  </a:cxn>
                                  <a:cxn ang="T83">
                                    <a:pos x="T18" y="T19"/>
                                  </a:cxn>
                                  <a:cxn ang="T84">
                                    <a:pos x="T20" y="T21"/>
                                  </a:cxn>
                                  <a:cxn ang="T85">
                                    <a:pos x="T22" y="T23"/>
                                  </a:cxn>
                                  <a:cxn ang="T86">
                                    <a:pos x="T24" y="T25"/>
                                  </a:cxn>
                                  <a:cxn ang="T87">
                                    <a:pos x="T26" y="T27"/>
                                  </a:cxn>
                                  <a:cxn ang="T88">
                                    <a:pos x="T28" y="T29"/>
                                  </a:cxn>
                                  <a:cxn ang="T89">
                                    <a:pos x="T30" y="T31"/>
                                  </a:cxn>
                                  <a:cxn ang="T90">
                                    <a:pos x="T32" y="T33"/>
                                  </a:cxn>
                                  <a:cxn ang="T91">
                                    <a:pos x="T34" y="T35"/>
                                  </a:cxn>
                                  <a:cxn ang="T92">
                                    <a:pos x="T36" y="T37"/>
                                  </a:cxn>
                                  <a:cxn ang="T93">
                                    <a:pos x="T38" y="T39"/>
                                  </a:cxn>
                                  <a:cxn ang="T94">
                                    <a:pos x="T40" y="T41"/>
                                  </a:cxn>
                                  <a:cxn ang="T95">
                                    <a:pos x="T42" y="T43"/>
                                  </a:cxn>
                                  <a:cxn ang="T96">
                                    <a:pos x="T44" y="T45"/>
                                  </a:cxn>
                                  <a:cxn ang="T97">
                                    <a:pos x="T46" y="T47"/>
                                  </a:cxn>
                                  <a:cxn ang="T98">
                                    <a:pos x="T48" y="T49"/>
                                  </a:cxn>
                                  <a:cxn ang="T99">
                                    <a:pos x="T50" y="T51"/>
                                  </a:cxn>
                                  <a:cxn ang="T100">
                                    <a:pos x="T52" y="T53"/>
                                  </a:cxn>
                                  <a:cxn ang="T101">
                                    <a:pos x="T54" y="T55"/>
                                  </a:cxn>
                                  <a:cxn ang="T102">
                                    <a:pos x="T56" y="T57"/>
                                  </a:cxn>
                                  <a:cxn ang="T103">
                                    <a:pos x="T58" y="T59"/>
                                  </a:cxn>
                                  <a:cxn ang="T104">
                                    <a:pos x="T60" y="T61"/>
                                  </a:cxn>
                                  <a:cxn ang="T105">
                                    <a:pos x="T62" y="T63"/>
                                  </a:cxn>
                                  <a:cxn ang="T106">
                                    <a:pos x="T64" y="T65"/>
                                  </a:cxn>
                                  <a:cxn ang="T107">
                                    <a:pos x="T66" y="T67"/>
                                  </a:cxn>
                                  <a:cxn ang="T108">
                                    <a:pos x="T68" y="T69"/>
                                  </a:cxn>
                                  <a:cxn ang="T109">
                                    <a:pos x="T70" y="T71"/>
                                  </a:cxn>
                                  <a:cxn ang="T11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31" h="132">
                                    <a:moveTo>
                                      <a:pt x="131" y="66"/>
                                    </a:moveTo>
                                    <a:lnTo>
                                      <a:pt x="131" y="66"/>
                                    </a:lnTo>
                                    <a:lnTo>
                                      <a:pt x="130" y="79"/>
                                    </a:lnTo>
                                    <a:lnTo>
                                      <a:pt x="126" y="93"/>
                                    </a:lnTo>
                                    <a:lnTo>
                                      <a:pt x="120" y="103"/>
                                    </a:lnTo>
                                    <a:lnTo>
                                      <a:pt x="112" y="112"/>
                                    </a:lnTo>
                                    <a:lnTo>
                                      <a:pt x="103" y="120"/>
                                    </a:lnTo>
                                    <a:lnTo>
                                      <a:pt x="91" y="128"/>
                                    </a:lnTo>
                                    <a:lnTo>
                                      <a:pt x="79" y="132"/>
                                    </a:lnTo>
                                    <a:lnTo>
                                      <a:pt x="66" y="132"/>
                                    </a:lnTo>
                                    <a:lnTo>
                                      <a:pt x="52" y="132"/>
                                    </a:lnTo>
                                    <a:lnTo>
                                      <a:pt x="41" y="128"/>
                                    </a:lnTo>
                                    <a:lnTo>
                                      <a:pt x="29" y="120"/>
                                    </a:lnTo>
                                    <a:lnTo>
                                      <a:pt x="19" y="112"/>
                                    </a:lnTo>
                                    <a:lnTo>
                                      <a:pt x="12" y="103"/>
                                    </a:lnTo>
                                    <a:lnTo>
                                      <a:pt x="6" y="93"/>
                                    </a:lnTo>
                                    <a:lnTo>
                                      <a:pt x="2" y="79"/>
                                    </a:lnTo>
                                    <a:lnTo>
                                      <a:pt x="0" y="66"/>
                                    </a:lnTo>
                                    <a:lnTo>
                                      <a:pt x="2" y="52"/>
                                    </a:lnTo>
                                    <a:lnTo>
                                      <a:pt x="6" y="41"/>
                                    </a:lnTo>
                                    <a:lnTo>
                                      <a:pt x="12" y="29"/>
                                    </a:lnTo>
                                    <a:lnTo>
                                      <a:pt x="19" y="19"/>
                                    </a:lnTo>
                                    <a:lnTo>
                                      <a:pt x="29" y="12"/>
                                    </a:lnTo>
                                    <a:lnTo>
                                      <a:pt x="41" y="6"/>
                                    </a:lnTo>
                                    <a:lnTo>
                                      <a:pt x="52" y="2"/>
                                    </a:lnTo>
                                    <a:lnTo>
                                      <a:pt x="66" y="0"/>
                                    </a:lnTo>
                                    <a:lnTo>
                                      <a:pt x="79" y="2"/>
                                    </a:lnTo>
                                    <a:lnTo>
                                      <a:pt x="91" y="6"/>
                                    </a:lnTo>
                                    <a:lnTo>
                                      <a:pt x="103" y="12"/>
                                    </a:lnTo>
                                    <a:lnTo>
                                      <a:pt x="112" y="19"/>
                                    </a:lnTo>
                                    <a:lnTo>
                                      <a:pt x="120" y="29"/>
                                    </a:lnTo>
                                    <a:lnTo>
                                      <a:pt x="126" y="41"/>
                                    </a:lnTo>
                                    <a:lnTo>
                                      <a:pt x="130" y="52"/>
                                    </a:lnTo>
                                    <a:lnTo>
                                      <a:pt x="131" y="66"/>
                                    </a:lnTo>
                                  </a:path>
                                </a:pathLst>
                              </a:custGeom>
                              <a:solidFill>
                                <a:srgbClr val="E41A1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Freeform 21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601719" y="178534"/>
                                <a:ext cx="133404" cy="136426"/>
                              </a:xfrm>
                              <a:custGeom>
                                <a:avLst/>
                                <a:gdLst>
                                  <a:gd name="T0" fmla="*/ 66694 w 266"/>
                                  <a:gd name="T1" fmla="*/ 0 h 271"/>
                                  <a:gd name="T2" fmla="*/ 81236 w 266"/>
                                  <a:gd name="T3" fmla="*/ 1007 h 271"/>
                                  <a:gd name="T4" fmla="*/ 94775 w 266"/>
                                  <a:gd name="T5" fmla="*/ 3524 h 271"/>
                                  <a:gd name="T6" fmla="*/ 106308 w 266"/>
                                  <a:gd name="T7" fmla="*/ 9564 h 271"/>
                                  <a:gd name="T8" fmla="*/ 115836 w 266"/>
                                  <a:gd name="T9" fmla="*/ 17618 h 271"/>
                                  <a:gd name="T10" fmla="*/ 123859 w 266"/>
                                  <a:gd name="T11" fmla="*/ 27183 h 271"/>
                                  <a:gd name="T12" fmla="*/ 128874 w 266"/>
                                  <a:gd name="T13" fmla="*/ 38760 h 271"/>
                                  <a:gd name="T14" fmla="*/ 131381 w 266"/>
                                  <a:gd name="T15" fmla="*/ 52352 h 271"/>
                                  <a:gd name="T16" fmla="*/ 133387 w 266"/>
                                  <a:gd name="T17" fmla="*/ 67956 h 271"/>
                                  <a:gd name="T18" fmla="*/ 130378 w 266"/>
                                  <a:gd name="T19" fmla="*/ 90608 h 271"/>
                                  <a:gd name="T20" fmla="*/ 126868 w 266"/>
                                  <a:gd name="T21" fmla="*/ 103193 h 271"/>
                                  <a:gd name="T22" fmla="*/ 119848 w 266"/>
                                  <a:gd name="T23" fmla="*/ 113764 h 271"/>
                                  <a:gd name="T24" fmla="*/ 111323 w 266"/>
                                  <a:gd name="T25" fmla="*/ 122825 h 271"/>
                                  <a:gd name="T26" fmla="*/ 101795 w 266"/>
                                  <a:gd name="T27" fmla="*/ 129369 h 271"/>
                                  <a:gd name="T28" fmla="*/ 88758 w 266"/>
                                  <a:gd name="T29" fmla="*/ 134402 h 271"/>
                                  <a:gd name="T30" fmla="*/ 74215 w 266"/>
                                  <a:gd name="T31" fmla="*/ 136416 h 271"/>
                                  <a:gd name="T32" fmla="*/ 66694 w 266"/>
                                  <a:gd name="T33" fmla="*/ 136416 h 271"/>
                                  <a:gd name="T34" fmla="*/ 51148 w 266"/>
                                  <a:gd name="T35" fmla="*/ 135409 h 271"/>
                                  <a:gd name="T36" fmla="*/ 37609 w 266"/>
                                  <a:gd name="T37" fmla="*/ 132389 h 271"/>
                                  <a:gd name="T38" fmla="*/ 26076 w 266"/>
                                  <a:gd name="T39" fmla="*/ 126852 h 271"/>
                                  <a:gd name="T40" fmla="*/ 16548 w 266"/>
                                  <a:gd name="T41" fmla="*/ 118798 h 271"/>
                                  <a:gd name="T42" fmla="*/ 9528 w 266"/>
                                  <a:gd name="T43" fmla="*/ 108227 h 271"/>
                                  <a:gd name="T44" fmla="*/ 3510 w 266"/>
                                  <a:gd name="T45" fmla="*/ 96649 h 271"/>
                                  <a:gd name="T46" fmla="*/ 1003 w 266"/>
                                  <a:gd name="T47" fmla="*/ 83561 h 271"/>
                                  <a:gd name="T48" fmla="*/ 0 w 266"/>
                                  <a:gd name="T49" fmla="*/ 67956 h 271"/>
                                  <a:gd name="T50" fmla="*/ 2006 w 266"/>
                                  <a:gd name="T51" fmla="*/ 45808 h 271"/>
                                  <a:gd name="T52" fmla="*/ 6519 w 266"/>
                                  <a:gd name="T53" fmla="*/ 33223 h 271"/>
                                  <a:gd name="T54" fmla="*/ 12536 w 266"/>
                                  <a:gd name="T55" fmla="*/ 22149 h 271"/>
                                  <a:gd name="T56" fmla="*/ 21061 w 266"/>
                                  <a:gd name="T57" fmla="*/ 13591 h 271"/>
                                  <a:gd name="T58" fmla="*/ 31592 w 266"/>
                                  <a:gd name="T59" fmla="*/ 6544 h 271"/>
                                  <a:gd name="T60" fmla="*/ 44629 w 266"/>
                                  <a:gd name="T61" fmla="*/ 2014 h 271"/>
                                  <a:gd name="T62" fmla="*/ 58169 w 266"/>
                                  <a:gd name="T63" fmla="*/ 0 h 271"/>
                                  <a:gd name="T64" fmla="*/ 66694 w 266"/>
                                  <a:gd name="T65" fmla="*/ 110240 h 271"/>
                                  <a:gd name="T66" fmla="*/ 73212 w 266"/>
                                  <a:gd name="T67" fmla="*/ 110240 h 271"/>
                                  <a:gd name="T68" fmla="*/ 85247 w 266"/>
                                  <a:gd name="T69" fmla="*/ 103193 h 271"/>
                                  <a:gd name="T70" fmla="*/ 91766 w 266"/>
                                  <a:gd name="T71" fmla="*/ 91615 h 271"/>
                                  <a:gd name="T72" fmla="*/ 94775 w 266"/>
                                  <a:gd name="T73" fmla="*/ 76010 h 271"/>
                                  <a:gd name="T74" fmla="*/ 95778 w 266"/>
                                  <a:gd name="T75" fmla="*/ 67956 h 271"/>
                                  <a:gd name="T76" fmla="*/ 93772 w 266"/>
                                  <a:gd name="T77" fmla="*/ 51345 h 271"/>
                                  <a:gd name="T78" fmla="*/ 88758 w 266"/>
                                  <a:gd name="T79" fmla="*/ 37754 h 271"/>
                                  <a:gd name="T80" fmla="*/ 80233 w 266"/>
                                  <a:gd name="T81" fmla="*/ 29196 h 271"/>
                                  <a:gd name="T82" fmla="*/ 66694 w 266"/>
                                  <a:gd name="T83" fmla="*/ 26176 h 271"/>
                                  <a:gd name="T84" fmla="*/ 59172 w 266"/>
                                  <a:gd name="T85" fmla="*/ 26176 h 271"/>
                                  <a:gd name="T86" fmla="*/ 47137 w 266"/>
                                  <a:gd name="T87" fmla="*/ 33223 h 271"/>
                                  <a:gd name="T88" fmla="*/ 39615 w 266"/>
                                  <a:gd name="T89" fmla="*/ 44801 h 271"/>
                                  <a:gd name="T90" fmla="*/ 36606 w 266"/>
                                  <a:gd name="T91" fmla="*/ 59399 h 271"/>
                                  <a:gd name="T92" fmla="*/ 35603 w 266"/>
                                  <a:gd name="T93" fmla="*/ 67956 h 271"/>
                                  <a:gd name="T94" fmla="*/ 37609 w 266"/>
                                  <a:gd name="T95" fmla="*/ 83561 h 271"/>
                                  <a:gd name="T96" fmla="*/ 42624 w 266"/>
                                  <a:gd name="T97" fmla="*/ 97152 h 271"/>
                                  <a:gd name="T98" fmla="*/ 52151 w 266"/>
                                  <a:gd name="T99" fmla="*/ 107220 h 271"/>
                                  <a:gd name="T100" fmla="*/ 66694 w 266"/>
                                  <a:gd name="T101" fmla="*/ 110240 h 271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</a:gdLst>
                                <a:ahLst/>
                                <a:cxnLst>
                                  <a:cxn ang="T102">
                                    <a:pos x="T0" y="T1"/>
                                  </a:cxn>
                                  <a:cxn ang="T103">
                                    <a:pos x="T2" y="T3"/>
                                  </a:cxn>
                                  <a:cxn ang="T104">
                                    <a:pos x="T4" y="T5"/>
                                  </a:cxn>
                                  <a:cxn ang="T105">
                                    <a:pos x="T6" y="T7"/>
                                  </a:cxn>
                                  <a:cxn ang="T106">
                                    <a:pos x="T8" y="T9"/>
                                  </a:cxn>
                                  <a:cxn ang="T107">
                                    <a:pos x="T10" y="T11"/>
                                  </a:cxn>
                                  <a:cxn ang="T108">
                                    <a:pos x="T12" y="T13"/>
                                  </a:cxn>
                                  <a:cxn ang="T109">
                                    <a:pos x="T14" y="T15"/>
                                  </a:cxn>
                                  <a:cxn ang="T110">
                                    <a:pos x="T16" y="T17"/>
                                  </a:cxn>
                                  <a:cxn ang="T111">
                                    <a:pos x="T18" y="T19"/>
                                  </a:cxn>
                                  <a:cxn ang="T112">
                                    <a:pos x="T20" y="T21"/>
                                  </a:cxn>
                                  <a:cxn ang="T113">
                                    <a:pos x="T22" y="T23"/>
                                  </a:cxn>
                                  <a:cxn ang="T114">
                                    <a:pos x="T24" y="T25"/>
                                  </a:cxn>
                                  <a:cxn ang="T115">
                                    <a:pos x="T26" y="T27"/>
                                  </a:cxn>
                                  <a:cxn ang="T116">
                                    <a:pos x="T28" y="T29"/>
                                  </a:cxn>
                                  <a:cxn ang="T117">
                                    <a:pos x="T30" y="T31"/>
                                  </a:cxn>
                                  <a:cxn ang="T118">
                                    <a:pos x="T32" y="T33"/>
                                  </a:cxn>
                                  <a:cxn ang="T119">
                                    <a:pos x="T34" y="T35"/>
                                  </a:cxn>
                                  <a:cxn ang="T120">
                                    <a:pos x="T36" y="T37"/>
                                  </a:cxn>
                                  <a:cxn ang="T121">
                                    <a:pos x="T38" y="T39"/>
                                  </a:cxn>
                                  <a:cxn ang="T122">
                                    <a:pos x="T40" y="T41"/>
                                  </a:cxn>
                                  <a:cxn ang="T123">
                                    <a:pos x="T42" y="T43"/>
                                  </a:cxn>
                                  <a:cxn ang="T124">
                                    <a:pos x="T44" y="T45"/>
                                  </a:cxn>
                                  <a:cxn ang="T125">
                                    <a:pos x="T46" y="T47"/>
                                  </a:cxn>
                                  <a:cxn ang="T126">
                                    <a:pos x="T48" y="T49"/>
                                  </a:cxn>
                                  <a:cxn ang="T127">
                                    <a:pos x="T50" y="T51"/>
                                  </a:cxn>
                                  <a:cxn ang="T128">
                                    <a:pos x="T52" y="T53"/>
                                  </a:cxn>
                                  <a:cxn ang="T129">
                                    <a:pos x="T54" y="T55"/>
                                  </a:cxn>
                                  <a:cxn ang="T130">
                                    <a:pos x="T56" y="T57"/>
                                  </a:cxn>
                                  <a:cxn ang="T131">
                                    <a:pos x="T58" y="T59"/>
                                  </a:cxn>
                                  <a:cxn ang="T132">
                                    <a:pos x="T60" y="T61"/>
                                  </a:cxn>
                                  <a:cxn ang="T133">
                                    <a:pos x="T62" y="T63"/>
                                  </a:cxn>
                                  <a:cxn ang="T134">
                                    <a:pos x="T64" y="T65"/>
                                  </a:cxn>
                                  <a:cxn ang="T135">
                                    <a:pos x="T66" y="T67"/>
                                  </a:cxn>
                                  <a:cxn ang="T136">
                                    <a:pos x="T68" y="T69"/>
                                  </a:cxn>
                                  <a:cxn ang="T137">
                                    <a:pos x="T70" y="T71"/>
                                  </a:cxn>
                                  <a:cxn ang="T138">
                                    <a:pos x="T72" y="T73"/>
                                  </a:cxn>
                                  <a:cxn ang="T139">
                                    <a:pos x="T74" y="T75"/>
                                  </a:cxn>
                                  <a:cxn ang="T140">
                                    <a:pos x="T76" y="T77"/>
                                  </a:cxn>
                                  <a:cxn ang="T141">
                                    <a:pos x="T78" y="T79"/>
                                  </a:cxn>
                                  <a:cxn ang="T142">
                                    <a:pos x="T80" y="T81"/>
                                  </a:cxn>
                                  <a:cxn ang="T143">
                                    <a:pos x="T82" y="T83"/>
                                  </a:cxn>
                                  <a:cxn ang="T144">
                                    <a:pos x="T84" y="T85"/>
                                  </a:cxn>
                                  <a:cxn ang="T145">
                                    <a:pos x="T86" y="T87"/>
                                  </a:cxn>
                                  <a:cxn ang="T146">
                                    <a:pos x="T88" y="T89"/>
                                  </a:cxn>
                                  <a:cxn ang="T147">
                                    <a:pos x="T90" y="T91"/>
                                  </a:cxn>
                                  <a:cxn ang="T148">
                                    <a:pos x="T92" y="T93"/>
                                  </a:cxn>
                                  <a:cxn ang="T149">
                                    <a:pos x="T94" y="T95"/>
                                  </a:cxn>
                                  <a:cxn ang="T150">
                                    <a:pos x="T96" y="T97"/>
                                  </a:cxn>
                                  <a:cxn ang="T151">
                                    <a:pos x="T98" y="T99"/>
                                  </a:cxn>
                                  <a:cxn ang="T152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66" h="271">
                                    <a:moveTo>
                                      <a:pt x="133" y="0"/>
                                    </a:moveTo>
                                    <a:lnTo>
                                      <a:pt x="133" y="0"/>
                                    </a:lnTo>
                                    <a:lnTo>
                                      <a:pt x="148" y="0"/>
                                    </a:lnTo>
                                    <a:lnTo>
                                      <a:pt x="162" y="2"/>
                                    </a:lnTo>
                                    <a:lnTo>
                                      <a:pt x="177" y="4"/>
                                    </a:lnTo>
                                    <a:lnTo>
                                      <a:pt x="189" y="7"/>
                                    </a:lnTo>
                                    <a:lnTo>
                                      <a:pt x="203" y="13"/>
                                    </a:lnTo>
                                    <a:lnTo>
                                      <a:pt x="212" y="19"/>
                                    </a:lnTo>
                                    <a:lnTo>
                                      <a:pt x="222" y="27"/>
                                    </a:lnTo>
                                    <a:lnTo>
                                      <a:pt x="231" y="35"/>
                                    </a:lnTo>
                                    <a:lnTo>
                                      <a:pt x="239" y="44"/>
                                    </a:lnTo>
                                    <a:lnTo>
                                      <a:pt x="247" y="54"/>
                                    </a:lnTo>
                                    <a:lnTo>
                                      <a:pt x="253" y="66"/>
                                    </a:lnTo>
                                    <a:lnTo>
                                      <a:pt x="257" y="77"/>
                                    </a:lnTo>
                                    <a:lnTo>
                                      <a:pt x="260" y="91"/>
                                    </a:lnTo>
                                    <a:lnTo>
                                      <a:pt x="262" y="104"/>
                                    </a:lnTo>
                                    <a:lnTo>
                                      <a:pt x="266" y="135"/>
                                    </a:lnTo>
                                    <a:lnTo>
                                      <a:pt x="262" y="166"/>
                                    </a:lnTo>
                                    <a:lnTo>
                                      <a:pt x="260" y="180"/>
                                    </a:lnTo>
                                    <a:lnTo>
                                      <a:pt x="257" y="192"/>
                                    </a:lnTo>
                                    <a:lnTo>
                                      <a:pt x="253" y="205"/>
                                    </a:lnTo>
                                    <a:lnTo>
                                      <a:pt x="247" y="215"/>
                                    </a:lnTo>
                                    <a:lnTo>
                                      <a:pt x="239" y="226"/>
                                    </a:lnTo>
                                    <a:lnTo>
                                      <a:pt x="231" y="236"/>
                                    </a:lnTo>
                                    <a:lnTo>
                                      <a:pt x="222" y="244"/>
                                    </a:lnTo>
                                    <a:lnTo>
                                      <a:pt x="212" y="252"/>
                                    </a:lnTo>
                                    <a:lnTo>
                                      <a:pt x="203" y="257"/>
                                    </a:lnTo>
                                    <a:lnTo>
                                      <a:pt x="189" y="263"/>
                                    </a:lnTo>
                                    <a:lnTo>
                                      <a:pt x="177" y="267"/>
                                    </a:lnTo>
                                    <a:lnTo>
                                      <a:pt x="162" y="269"/>
                                    </a:lnTo>
                                    <a:lnTo>
                                      <a:pt x="148" y="271"/>
                                    </a:lnTo>
                                    <a:lnTo>
                                      <a:pt x="133" y="271"/>
                                    </a:lnTo>
                                    <a:lnTo>
                                      <a:pt x="116" y="271"/>
                                    </a:lnTo>
                                    <a:lnTo>
                                      <a:pt x="102" y="269"/>
                                    </a:lnTo>
                                    <a:lnTo>
                                      <a:pt x="89" y="267"/>
                                    </a:lnTo>
                                    <a:lnTo>
                                      <a:pt x="75" y="263"/>
                                    </a:lnTo>
                                    <a:lnTo>
                                      <a:pt x="63" y="257"/>
                                    </a:lnTo>
                                    <a:lnTo>
                                      <a:pt x="52" y="252"/>
                                    </a:lnTo>
                                    <a:lnTo>
                                      <a:pt x="42" y="244"/>
                                    </a:lnTo>
                                    <a:lnTo>
                                      <a:pt x="33" y="236"/>
                                    </a:lnTo>
                                    <a:lnTo>
                                      <a:pt x="25" y="226"/>
                                    </a:lnTo>
                                    <a:lnTo>
                                      <a:pt x="19" y="215"/>
                                    </a:lnTo>
                                    <a:lnTo>
                                      <a:pt x="13" y="205"/>
                                    </a:lnTo>
                                    <a:lnTo>
                                      <a:pt x="7" y="192"/>
                                    </a:lnTo>
                                    <a:lnTo>
                                      <a:pt x="4" y="180"/>
                                    </a:lnTo>
                                    <a:lnTo>
                                      <a:pt x="2" y="166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2" y="104"/>
                                    </a:lnTo>
                                    <a:lnTo>
                                      <a:pt x="4" y="91"/>
                                    </a:lnTo>
                                    <a:lnTo>
                                      <a:pt x="7" y="77"/>
                                    </a:lnTo>
                                    <a:lnTo>
                                      <a:pt x="13" y="66"/>
                                    </a:lnTo>
                                    <a:lnTo>
                                      <a:pt x="19" y="54"/>
                                    </a:lnTo>
                                    <a:lnTo>
                                      <a:pt x="25" y="44"/>
                                    </a:lnTo>
                                    <a:lnTo>
                                      <a:pt x="33" y="35"/>
                                    </a:lnTo>
                                    <a:lnTo>
                                      <a:pt x="42" y="27"/>
                                    </a:lnTo>
                                    <a:lnTo>
                                      <a:pt x="52" y="19"/>
                                    </a:lnTo>
                                    <a:lnTo>
                                      <a:pt x="63" y="13"/>
                                    </a:lnTo>
                                    <a:lnTo>
                                      <a:pt x="75" y="7"/>
                                    </a:lnTo>
                                    <a:lnTo>
                                      <a:pt x="89" y="4"/>
                                    </a:lnTo>
                                    <a:lnTo>
                                      <a:pt x="102" y="2"/>
                                    </a:lnTo>
                                    <a:lnTo>
                                      <a:pt x="116" y="0"/>
                                    </a:lnTo>
                                    <a:lnTo>
                                      <a:pt x="133" y="0"/>
                                    </a:lnTo>
                                    <a:close/>
                                    <a:moveTo>
                                      <a:pt x="133" y="219"/>
                                    </a:moveTo>
                                    <a:lnTo>
                                      <a:pt x="133" y="219"/>
                                    </a:lnTo>
                                    <a:lnTo>
                                      <a:pt x="146" y="219"/>
                                    </a:lnTo>
                                    <a:lnTo>
                                      <a:pt x="160" y="213"/>
                                    </a:lnTo>
                                    <a:lnTo>
                                      <a:pt x="170" y="205"/>
                                    </a:lnTo>
                                    <a:lnTo>
                                      <a:pt x="177" y="193"/>
                                    </a:lnTo>
                                    <a:lnTo>
                                      <a:pt x="183" y="182"/>
                                    </a:lnTo>
                                    <a:lnTo>
                                      <a:pt x="187" y="166"/>
                                    </a:lnTo>
                                    <a:lnTo>
                                      <a:pt x="189" y="151"/>
                                    </a:lnTo>
                                    <a:lnTo>
                                      <a:pt x="191" y="135"/>
                                    </a:lnTo>
                                    <a:lnTo>
                                      <a:pt x="189" y="118"/>
                                    </a:lnTo>
                                    <a:lnTo>
                                      <a:pt x="187" y="102"/>
                                    </a:lnTo>
                                    <a:lnTo>
                                      <a:pt x="183" y="89"/>
                                    </a:lnTo>
                                    <a:lnTo>
                                      <a:pt x="177" y="75"/>
                                    </a:lnTo>
                                    <a:lnTo>
                                      <a:pt x="170" y="66"/>
                                    </a:lnTo>
                                    <a:lnTo>
                                      <a:pt x="160" y="58"/>
                                    </a:lnTo>
                                    <a:lnTo>
                                      <a:pt x="146" y="52"/>
                                    </a:lnTo>
                                    <a:lnTo>
                                      <a:pt x="133" y="52"/>
                                    </a:lnTo>
                                    <a:lnTo>
                                      <a:pt x="118" y="52"/>
                                    </a:lnTo>
                                    <a:lnTo>
                                      <a:pt x="104" y="58"/>
                                    </a:lnTo>
                                    <a:lnTo>
                                      <a:pt x="94" y="66"/>
                                    </a:lnTo>
                                    <a:lnTo>
                                      <a:pt x="85" y="75"/>
                                    </a:lnTo>
                                    <a:lnTo>
                                      <a:pt x="79" y="89"/>
                                    </a:lnTo>
                                    <a:lnTo>
                                      <a:pt x="75" y="102"/>
                                    </a:lnTo>
                                    <a:lnTo>
                                      <a:pt x="73" y="118"/>
                                    </a:lnTo>
                                    <a:lnTo>
                                      <a:pt x="71" y="135"/>
                                    </a:lnTo>
                                    <a:lnTo>
                                      <a:pt x="73" y="151"/>
                                    </a:lnTo>
                                    <a:lnTo>
                                      <a:pt x="75" y="166"/>
                                    </a:lnTo>
                                    <a:lnTo>
                                      <a:pt x="79" y="182"/>
                                    </a:lnTo>
                                    <a:lnTo>
                                      <a:pt x="85" y="193"/>
                                    </a:lnTo>
                                    <a:lnTo>
                                      <a:pt x="94" y="205"/>
                                    </a:lnTo>
                                    <a:lnTo>
                                      <a:pt x="104" y="213"/>
                                    </a:lnTo>
                                    <a:lnTo>
                                      <a:pt x="118" y="219"/>
                                    </a:lnTo>
                                    <a:lnTo>
                                      <a:pt x="133" y="2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Freeform 214"/>
                            <wps:cNvSpPr>
                              <a:spLocks/>
                            </wps:cNvSpPr>
                            <wps:spPr bwMode="auto">
                              <a:xfrm>
                                <a:off x="601719" y="178534"/>
                                <a:ext cx="133404" cy="136426"/>
                              </a:xfrm>
                              <a:custGeom>
                                <a:avLst/>
                                <a:gdLst>
                                  <a:gd name="T0" fmla="*/ 66694 w 266"/>
                                  <a:gd name="T1" fmla="*/ 0 h 271"/>
                                  <a:gd name="T2" fmla="*/ 81236 w 266"/>
                                  <a:gd name="T3" fmla="*/ 1007 h 271"/>
                                  <a:gd name="T4" fmla="*/ 94775 w 266"/>
                                  <a:gd name="T5" fmla="*/ 3524 h 271"/>
                                  <a:gd name="T6" fmla="*/ 106308 w 266"/>
                                  <a:gd name="T7" fmla="*/ 9564 h 271"/>
                                  <a:gd name="T8" fmla="*/ 115836 w 266"/>
                                  <a:gd name="T9" fmla="*/ 17618 h 271"/>
                                  <a:gd name="T10" fmla="*/ 123859 w 266"/>
                                  <a:gd name="T11" fmla="*/ 27183 h 271"/>
                                  <a:gd name="T12" fmla="*/ 128874 w 266"/>
                                  <a:gd name="T13" fmla="*/ 38760 h 271"/>
                                  <a:gd name="T14" fmla="*/ 131381 w 266"/>
                                  <a:gd name="T15" fmla="*/ 52352 h 271"/>
                                  <a:gd name="T16" fmla="*/ 133387 w 266"/>
                                  <a:gd name="T17" fmla="*/ 67956 h 271"/>
                                  <a:gd name="T18" fmla="*/ 130378 w 266"/>
                                  <a:gd name="T19" fmla="*/ 90608 h 271"/>
                                  <a:gd name="T20" fmla="*/ 126868 w 266"/>
                                  <a:gd name="T21" fmla="*/ 103193 h 271"/>
                                  <a:gd name="T22" fmla="*/ 119848 w 266"/>
                                  <a:gd name="T23" fmla="*/ 113764 h 271"/>
                                  <a:gd name="T24" fmla="*/ 111323 w 266"/>
                                  <a:gd name="T25" fmla="*/ 122825 h 271"/>
                                  <a:gd name="T26" fmla="*/ 101795 w 266"/>
                                  <a:gd name="T27" fmla="*/ 129369 h 271"/>
                                  <a:gd name="T28" fmla="*/ 88758 w 266"/>
                                  <a:gd name="T29" fmla="*/ 134402 h 271"/>
                                  <a:gd name="T30" fmla="*/ 74215 w 266"/>
                                  <a:gd name="T31" fmla="*/ 136416 h 271"/>
                                  <a:gd name="T32" fmla="*/ 66694 w 266"/>
                                  <a:gd name="T33" fmla="*/ 136416 h 271"/>
                                  <a:gd name="T34" fmla="*/ 51148 w 266"/>
                                  <a:gd name="T35" fmla="*/ 135409 h 271"/>
                                  <a:gd name="T36" fmla="*/ 37609 w 266"/>
                                  <a:gd name="T37" fmla="*/ 132389 h 271"/>
                                  <a:gd name="T38" fmla="*/ 26076 w 266"/>
                                  <a:gd name="T39" fmla="*/ 126852 h 271"/>
                                  <a:gd name="T40" fmla="*/ 16548 w 266"/>
                                  <a:gd name="T41" fmla="*/ 118798 h 271"/>
                                  <a:gd name="T42" fmla="*/ 9528 w 266"/>
                                  <a:gd name="T43" fmla="*/ 108227 h 271"/>
                                  <a:gd name="T44" fmla="*/ 3510 w 266"/>
                                  <a:gd name="T45" fmla="*/ 96649 h 271"/>
                                  <a:gd name="T46" fmla="*/ 1003 w 266"/>
                                  <a:gd name="T47" fmla="*/ 83561 h 271"/>
                                  <a:gd name="T48" fmla="*/ 0 w 266"/>
                                  <a:gd name="T49" fmla="*/ 67956 h 271"/>
                                  <a:gd name="T50" fmla="*/ 2006 w 266"/>
                                  <a:gd name="T51" fmla="*/ 45808 h 271"/>
                                  <a:gd name="T52" fmla="*/ 6519 w 266"/>
                                  <a:gd name="T53" fmla="*/ 33223 h 271"/>
                                  <a:gd name="T54" fmla="*/ 12536 w 266"/>
                                  <a:gd name="T55" fmla="*/ 22149 h 271"/>
                                  <a:gd name="T56" fmla="*/ 21061 w 266"/>
                                  <a:gd name="T57" fmla="*/ 13591 h 271"/>
                                  <a:gd name="T58" fmla="*/ 31592 w 266"/>
                                  <a:gd name="T59" fmla="*/ 6544 h 271"/>
                                  <a:gd name="T60" fmla="*/ 44629 w 266"/>
                                  <a:gd name="T61" fmla="*/ 2014 h 271"/>
                                  <a:gd name="T62" fmla="*/ 58169 w 266"/>
                                  <a:gd name="T63" fmla="*/ 0 h 271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</a:gdLst>
                                <a:ahLst/>
                                <a:cxnLst>
                                  <a:cxn ang="T64">
                                    <a:pos x="T0" y="T1"/>
                                  </a:cxn>
                                  <a:cxn ang="T65">
                                    <a:pos x="T2" y="T3"/>
                                  </a:cxn>
                                  <a:cxn ang="T66">
                                    <a:pos x="T4" y="T5"/>
                                  </a:cxn>
                                  <a:cxn ang="T67">
                                    <a:pos x="T6" y="T7"/>
                                  </a:cxn>
                                  <a:cxn ang="T68">
                                    <a:pos x="T8" y="T9"/>
                                  </a:cxn>
                                  <a:cxn ang="T69">
                                    <a:pos x="T10" y="T11"/>
                                  </a:cxn>
                                  <a:cxn ang="T70">
                                    <a:pos x="T12" y="T13"/>
                                  </a:cxn>
                                  <a:cxn ang="T71">
                                    <a:pos x="T14" y="T15"/>
                                  </a:cxn>
                                  <a:cxn ang="T72">
                                    <a:pos x="T16" y="T17"/>
                                  </a:cxn>
                                  <a:cxn ang="T73">
                                    <a:pos x="T18" y="T19"/>
                                  </a:cxn>
                                  <a:cxn ang="T74">
                                    <a:pos x="T20" y="T21"/>
                                  </a:cxn>
                                  <a:cxn ang="T75">
                                    <a:pos x="T22" y="T23"/>
                                  </a:cxn>
                                  <a:cxn ang="T76">
                                    <a:pos x="T24" y="T25"/>
                                  </a:cxn>
                                  <a:cxn ang="T77">
                                    <a:pos x="T26" y="T27"/>
                                  </a:cxn>
                                  <a:cxn ang="T78">
                                    <a:pos x="T28" y="T29"/>
                                  </a:cxn>
                                  <a:cxn ang="T79">
                                    <a:pos x="T30" y="T31"/>
                                  </a:cxn>
                                  <a:cxn ang="T80">
                                    <a:pos x="T32" y="T33"/>
                                  </a:cxn>
                                  <a:cxn ang="T81">
                                    <a:pos x="T34" y="T35"/>
                                  </a:cxn>
                                  <a:cxn ang="T82">
                                    <a:pos x="T36" y="T37"/>
                                  </a:cxn>
                                  <a:cxn ang="T83">
                                    <a:pos x="T38" y="T39"/>
                                  </a:cxn>
                                  <a:cxn ang="T84">
                                    <a:pos x="T40" y="T41"/>
                                  </a:cxn>
                                  <a:cxn ang="T85">
                                    <a:pos x="T42" y="T43"/>
                                  </a:cxn>
                                  <a:cxn ang="T86">
                                    <a:pos x="T44" y="T45"/>
                                  </a:cxn>
                                  <a:cxn ang="T87">
                                    <a:pos x="T46" y="T47"/>
                                  </a:cxn>
                                  <a:cxn ang="T88">
                                    <a:pos x="T48" y="T49"/>
                                  </a:cxn>
                                  <a:cxn ang="T89">
                                    <a:pos x="T50" y="T51"/>
                                  </a:cxn>
                                  <a:cxn ang="T90">
                                    <a:pos x="T52" y="T53"/>
                                  </a:cxn>
                                  <a:cxn ang="T91">
                                    <a:pos x="T54" y="T55"/>
                                  </a:cxn>
                                  <a:cxn ang="T92">
                                    <a:pos x="T56" y="T57"/>
                                  </a:cxn>
                                  <a:cxn ang="T93">
                                    <a:pos x="T58" y="T59"/>
                                  </a:cxn>
                                  <a:cxn ang="T94">
                                    <a:pos x="T60" y="T61"/>
                                  </a:cxn>
                                  <a:cxn ang="T95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66" h="271">
                                    <a:moveTo>
                                      <a:pt x="133" y="0"/>
                                    </a:moveTo>
                                    <a:lnTo>
                                      <a:pt x="133" y="0"/>
                                    </a:lnTo>
                                    <a:lnTo>
                                      <a:pt x="148" y="0"/>
                                    </a:lnTo>
                                    <a:lnTo>
                                      <a:pt x="162" y="2"/>
                                    </a:lnTo>
                                    <a:lnTo>
                                      <a:pt x="177" y="4"/>
                                    </a:lnTo>
                                    <a:lnTo>
                                      <a:pt x="189" y="7"/>
                                    </a:lnTo>
                                    <a:lnTo>
                                      <a:pt x="203" y="13"/>
                                    </a:lnTo>
                                    <a:lnTo>
                                      <a:pt x="212" y="19"/>
                                    </a:lnTo>
                                    <a:lnTo>
                                      <a:pt x="222" y="27"/>
                                    </a:lnTo>
                                    <a:lnTo>
                                      <a:pt x="231" y="35"/>
                                    </a:lnTo>
                                    <a:lnTo>
                                      <a:pt x="239" y="44"/>
                                    </a:lnTo>
                                    <a:lnTo>
                                      <a:pt x="247" y="54"/>
                                    </a:lnTo>
                                    <a:lnTo>
                                      <a:pt x="253" y="66"/>
                                    </a:lnTo>
                                    <a:lnTo>
                                      <a:pt x="257" y="77"/>
                                    </a:lnTo>
                                    <a:lnTo>
                                      <a:pt x="260" y="91"/>
                                    </a:lnTo>
                                    <a:lnTo>
                                      <a:pt x="262" y="104"/>
                                    </a:lnTo>
                                    <a:lnTo>
                                      <a:pt x="266" y="135"/>
                                    </a:lnTo>
                                    <a:lnTo>
                                      <a:pt x="262" y="166"/>
                                    </a:lnTo>
                                    <a:lnTo>
                                      <a:pt x="260" y="180"/>
                                    </a:lnTo>
                                    <a:lnTo>
                                      <a:pt x="257" y="192"/>
                                    </a:lnTo>
                                    <a:lnTo>
                                      <a:pt x="253" y="205"/>
                                    </a:lnTo>
                                    <a:lnTo>
                                      <a:pt x="247" y="215"/>
                                    </a:lnTo>
                                    <a:lnTo>
                                      <a:pt x="239" y="226"/>
                                    </a:lnTo>
                                    <a:lnTo>
                                      <a:pt x="231" y="236"/>
                                    </a:lnTo>
                                    <a:lnTo>
                                      <a:pt x="222" y="244"/>
                                    </a:lnTo>
                                    <a:lnTo>
                                      <a:pt x="212" y="252"/>
                                    </a:lnTo>
                                    <a:lnTo>
                                      <a:pt x="203" y="257"/>
                                    </a:lnTo>
                                    <a:lnTo>
                                      <a:pt x="189" y="263"/>
                                    </a:lnTo>
                                    <a:lnTo>
                                      <a:pt x="177" y="267"/>
                                    </a:lnTo>
                                    <a:lnTo>
                                      <a:pt x="162" y="269"/>
                                    </a:lnTo>
                                    <a:lnTo>
                                      <a:pt x="148" y="271"/>
                                    </a:lnTo>
                                    <a:lnTo>
                                      <a:pt x="133" y="271"/>
                                    </a:lnTo>
                                    <a:lnTo>
                                      <a:pt x="116" y="271"/>
                                    </a:lnTo>
                                    <a:lnTo>
                                      <a:pt x="102" y="269"/>
                                    </a:lnTo>
                                    <a:lnTo>
                                      <a:pt x="89" y="267"/>
                                    </a:lnTo>
                                    <a:lnTo>
                                      <a:pt x="75" y="263"/>
                                    </a:lnTo>
                                    <a:lnTo>
                                      <a:pt x="63" y="257"/>
                                    </a:lnTo>
                                    <a:lnTo>
                                      <a:pt x="52" y="252"/>
                                    </a:lnTo>
                                    <a:lnTo>
                                      <a:pt x="42" y="244"/>
                                    </a:lnTo>
                                    <a:lnTo>
                                      <a:pt x="33" y="236"/>
                                    </a:lnTo>
                                    <a:lnTo>
                                      <a:pt x="25" y="226"/>
                                    </a:lnTo>
                                    <a:lnTo>
                                      <a:pt x="19" y="215"/>
                                    </a:lnTo>
                                    <a:lnTo>
                                      <a:pt x="13" y="205"/>
                                    </a:lnTo>
                                    <a:lnTo>
                                      <a:pt x="7" y="192"/>
                                    </a:lnTo>
                                    <a:lnTo>
                                      <a:pt x="4" y="180"/>
                                    </a:lnTo>
                                    <a:lnTo>
                                      <a:pt x="2" y="166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2" y="104"/>
                                    </a:lnTo>
                                    <a:lnTo>
                                      <a:pt x="4" y="91"/>
                                    </a:lnTo>
                                    <a:lnTo>
                                      <a:pt x="7" y="77"/>
                                    </a:lnTo>
                                    <a:lnTo>
                                      <a:pt x="13" y="66"/>
                                    </a:lnTo>
                                    <a:lnTo>
                                      <a:pt x="19" y="54"/>
                                    </a:lnTo>
                                    <a:lnTo>
                                      <a:pt x="25" y="44"/>
                                    </a:lnTo>
                                    <a:lnTo>
                                      <a:pt x="33" y="35"/>
                                    </a:lnTo>
                                    <a:lnTo>
                                      <a:pt x="42" y="27"/>
                                    </a:lnTo>
                                    <a:lnTo>
                                      <a:pt x="52" y="19"/>
                                    </a:lnTo>
                                    <a:lnTo>
                                      <a:pt x="63" y="13"/>
                                    </a:lnTo>
                                    <a:lnTo>
                                      <a:pt x="75" y="7"/>
                                    </a:lnTo>
                                    <a:lnTo>
                                      <a:pt x="89" y="4"/>
                                    </a:lnTo>
                                    <a:lnTo>
                                      <a:pt x="102" y="2"/>
                                    </a:lnTo>
                                    <a:lnTo>
                                      <a:pt x="116" y="0"/>
                                    </a:lnTo>
                                    <a:lnTo>
                                      <a:pt x="133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Freeform 215"/>
                            <wps:cNvSpPr>
                              <a:spLocks/>
                            </wps:cNvSpPr>
                            <wps:spPr bwMode="auto">
                              <a:xfrm>
                                <a:off x="637821" y="204639"/>
                                <a:ext cx="59202" cy="84216"/>
                              </a:xfrm>
                              <a:custGeom>
                                <a:avLst/>
                                <a:gdLst>
                                  <a:gd name="T0" fmla="*/ 30572 w 120"/>
                                  <a:gd name="T1" fmla="*/ 84257 h 167"/>
                                  <a:gd name="T2" fmla="*/ 30572 w 120"/>
                                  <a:gd name="T3" fmla="*/ 84257 h 167"/>
                                  <a:gd name="T4" fmla="*/ 36983 w 120"/>
                                  <a:gd name="T5" fmla="*/ 84257 h 167"/>
                                  <a:gd name="T6" fmla="*/ 43886 w 120"/>
                                  <a:gd name="T7" fmla="*/ 81230 h 167"/>
                                  <a:gd name="T8" fmla="*/ 48817 w 120"/>
                                  <a:gd name="T9" fmla="*/ 77194 h 167"/>
                                  <a:gd name="T10" fmla="*/ 52269 w 120"/>
                                  <a:gd name="T11" fmla="*/ 71139 h 167"/>
                                  <a:gd name="T12" fmla="*/ 55227 w 120"/>
                                  <a:gd name="T13" fmla="*/ 65589 h 167"/>
                                  <a:gd name="T14" fmla="*/ 57200 w 120"/>
                                  <a:gd name="T15" fmla="*/ 57517 h 167"/>
                                  <a:gd name="T16" fmla="*/ 58186 w 120"/>
                                  <a:gd name="T17" fmla="*/ 49949 h 167"/>
                                  <a:gd name="T18" fmla="*/ 59172 w 120"/>
                                  <a:gd name="T19" fmla="*/ 41876 h 167"/>
                                  <a:gd name="T20" fmla="*/ 59172 w 120"/>
                                  <a:gd name="T21" fmla="*/ 41876 h 167"/>
                                  <a:gd name="T22" fmla="*/ 58186 w 120"/>
                                  <a:gd name="T23" fmla="*/ 33299 h 167"/>
                                  <a:gd name="T24" fmla="*/ 57200 w 120"/>
                                  <a:gd name="T25" fmla="*/ 25227 h 167"/>
                                  <a:gd name="T26" fmla="*/ 55227 w 120"/>
                                  <a:gd name="T27" fmla="*/ 18668 h 167"/>
                                  <a:gd name="T28" fmla="*/ 52269 w 120"/>
                                  <a:gd name="T29" fmla="*/ 11604 h 167"/>
                                  <a:gd name="T30" fmla="*/ 48817 w 120"/>
                                  <a:gd name="T31" fmla="*/ 7063 h 167"/>
                                  <a:gd name="T32" fmla="*/ 43886 w 120"/>
                                  <a:gd name="T33" fmla="*/ 3027 h 167"/>
                                  <a:gd name="T34" fmla="*/ 36983 w 120"/>
                                  <a:gd name="T35" fmla="*/ 0 h 167"/>
                                  <a:gd name="T36" fmla="*/ 30572 w 120"/>
                                  <a:gd name="T37" fmla="*/ 0 h 167"/>
                                  <a:gd name="T38" fmla="*/ 30572 w 120"/>
                                  <a:gd name="T39" fmla="*/ 0 h 167"/>
                                  <a:gd name="T40" fmla="*/ 23176 w 120"/>
                                  <a:gd name="T41" fmla="*/ 0 h 167"/>
                                  <a:gd name="T42" fmla="*/ 16272 w 120"/>
                                  <a:gd name="T43" fmla="*/ 3027 h 167"/>
                                  <a:gd name="T44" fmla="*/ 11341 w 120"/>
                                  <a:gd name="T45" fmla="*/ 7063 h 167"/>
                                  <a:gd name="T46" fmla="*/ 6903 w 120"/>
                                  <a:gd name="T47" fmla="*/ 11604 h 167"/>
                                  <a:gd name="T48" fmla="*/ 3945 w 120"/>
                                  <a:gd name="T49" fmla="*/ 18668 h 167"/>
                                  <a:gd name="T50" fmla="*/ 1972 w 120"/>
                                  <a:gd name="T51" fmla="*/ 25227 h 167"/>
                                  <a:gd name="T52" fmla="*/ 986 w 120"/>
                                  <a:gd name="T53" fmla="*/ 33299 h 167"/>
                                  <a:gd name="T54" fmla="*/ 0 w 120"/>
                                  <a:gd name="T55" fmla="*/ 41876 h 167"/>
                                  <a:gd name="T56" fmla="*/ 0 w 120"/>
                                  <a:gd name="T57" fmla="*/ 41876 h 167"/>
                                  <a:gd name="T58" fmla="*/ 986 w 120"/>
                                  <a:gd name="T59" fmla="*/ 49949 h 167"/>
                                  <a:gd name="T60" fmla="*/ 1972 w 120"/>
                                  <a:gd name="T61" fmla="*/ 57517 h 167"/>
                                  <a:gd name="T62" fmla="*/ 3945 w 120"/>
                                  <a:gd name="T63" fmla="*/ 65589 h 167"/>
                                  <a:gd name="T64" fmla="*/ 6903 w 120"/>
                                  <a:gd name="T65" fmla="*/ 71139 h 167"/>
                                  <a:gd name="T66" fmla="*/ 11341 w 120"/>
                                  <a:gd name="T67" fmla="*/ 77194 h 167"/>
                                  <a:gd name="T68" fmla="*/ 16272 w 120"/>
                                  <a:gd name="T69" fmla="*/ 81230 h 167"/>
                                  <a:gd name="T70" fmla="*/ 23176 w 120"/>
                                  <a:gd name="T71" fmla="*/ 84257 h 167"/>
                                  <a:gd name="T72" fmla="*/ 30572 w 120"/>
                                  <a:gd name="T73" fmla="*/ 84257 h 167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</a:gdLst>
                                <a:ahLst/>
                                <a:cxnLst>
                                  <a:cxn ang="T74">
                                    <a:pos x="T0" y="T1"/>
                                  </a:cxn>
                                  <a:cxn ang="T75">
                                    <a:pos x="T2" y="T3"/>
                                  </a:cxn>
                                  <a:cxn ang="T76">
                                    <a:pos x="T4" y="T5"/>
                                  </a:cxn>
                                  <a:cxn ang="T77">
                                    <a:pos x="T6" y="T7"/>
                                  </a:cxn>
                                  <a:cxn ang="T78">
                                    <a:pos x="T8" y="T9"/>
                                  </a:cxn>
                                  <a:cxn ang="T79">
                                    <a:pos x="T10" y="T11"/>
                                  </a:cxn>
                                  <a:cxn ang="T80">
                                    <a:pos x="T12" y="T13"/>
                                  </a:cxn>
                                  <a:cxn ang="T81">
                                    <a:pos x="T14" y="T15"/>
                                  </a:cxn>
                                  <a:cxn ang="T82">
                                    <a:pos x="T16" y="T17"/>
                                  </a:cxn>
                                  <a:cxn ang="T83">
                                    <a:pos x="T18" y="T19"/>
                                  </a:cxn>
                                  <a:cxn ang="T84">
                                    <a:pos x="T20" y="T21"/>
                                  </a:cxn>
                                  <a:cxn ang="T85">
                                    <a:pos x="T22" y="T23"/>
                                  </a:cxn>
                                  <a:cxn ang="T86">
                                    <a:pos x="T24" y="T25"/>
                                  </a:cxn>
                                  <a:cxn ang="T87">
                                    <a:pos x="T26" y="T27"/>
                                  </a:cxn>
                                  <a:cxn ang="T88">
                                    <a:pos x="T28" y="T29"/>
                                  </a:cxn>
                                  <a:cxn ang="T89">
                                    <a:pos x="T30" y="T31"/>
                                  </a:cxn>
                                  <a:cxn ang="T90">
                                    <a:pos x="T32" y="T33"/>
                                  </a:cxn>
                                  <a:cxn ang="T91">
                                    <a:pos x="T34" y="T35"/>
                                  </a:cxn>
                                  <a:cxn ang="T92">
                                    <a:pos x="T36" y="T37"/>
                                  </a:cxn>
                                  <a:cxn ang="T93">
                                    <a:pos x="T38" y="T39"/>
                                  </a:cxn>
                                  <a:cxn ang="T94">
                                    <a:pos x="T40" y="T41"/>
                                  </a:cxn>
                                  <a:cxn ang="T95">
                                    <a:pos x="T42" y="T43"/>
                                  </a:cxn>
                                  <a:cxn ang="T96">
                                    <a:pos x="T44" y="T45"/>
                                  </a:cxn>
                                  <a:cxn ang="T97">
                                    <a:pos x="T46" y="T47"/>
                                  </a:cxn>
                                  <a:cxn ang="T98">
                                    <a:pos x="T48" y="T49"/>
                                  </a:cxn>
                                  <a:cxn ang="T99">
                                    <a:pos x="T50" y="T51"/>
                                  </a:cxn>
                                  <a:cxn ang="T100">
                                    <a:pos x="T52" y="T53"/>
                                  </a:cxn>
                                  <a:cxn ang="T101">
                                    <a:pos x="T54" y="T55"/>
                                  </a:cxn>
                                  <a:cxn ang="T102">
                                    <a:pos x="T56" y="T57"/>
                                  </a:cxn>
                                  <a:cxn ang="T103">
                                    <a:pos x="T58" y="T59"/>
                                  </a:cxn>
                                  <a:cxn ang="T104">
                                    <a:pos x="T60" y="T61"/>
                                  </a:cxn>
                                  <a:cxn ang="T105">
                                    <a:pos x="T62" y="T63"/>
                                  </a:cxn>
                                  <a:cxn ang="T106">
                                    <a:pos x="T64" y="T65"/>
                                  </a:cxn>
                                  <a:cxn ang="T107">
                                    <a:pos x="T66" y="T67"/>
                                  </a:cxn>
                                  <a:cxn ang="T108">
                                    <a:pos x="T68" y="T69"/>
                                  </a:cxn>
                                  <a:cxn ang="T109">
                                    <a:pos x="T70" y="T71"/>
                                  </a:cxn>
                                  <a:cxn ang="T11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20" h="167">
                                    <a:moveTo>
                                      <a:pt x="62" y="167"/>
                                    </a:moveTo>
                                    <a:lnTo>
                                      <a:pt x="62" y="167"/>
                                    </a:lnTo>
                                    <a:lnTo>
                                      <a:pt x="75" y="167"/>
                                    </a:lnTo>
                                    <a:lnTo>
                                      <a:pt x="89" y="161"/>
                                    </a:lnTo>
                                    <a:lnTo>
                                      <a:pt x="99" y="153"/>
                                    </a:lnTo>
                                    <a:lnTo>
                                      <a:pt x="106" y="141"/>
                                    </a:lnTo>
                                    <a:lnTo>
                                      <a:pt x="112" y="130"/>
                                    </a:lnTo>
                                    <a:lnTo>
                                      <a:pt x="116" y="114"/>
                                    </a:lnTo>
                                    <a:lnTo>
                                      <a:pt x="118" y="99"/>
                                    </a:lnTo>
                                    <a:lnTo>
                                      <a:pt x="120" y="83"/>
                                    </a:lnTo>
                                    <a:lnTo>
                                      <a:pt x="118" y="66"/>
                                    </a:lnTo>
                                    <a:lnTo>
                                      <a:pt x="116" y="50"/>
                                    </a:lnTo>
                                    <a:lnTo>
                                      <a:pt x="112" y="37"/>
                                    </a:lnTo>
                                    <a:lnTo>
                                      <a:pt x="106" y="23"/>
                                    </a:lnTo>
                                    <a:lnTo>
                                      <a:pt x="99" y="14"/>
                                    </a:lnTo>
                                    <a:lnTo>
                                      <a:pt x="89" y="6"/>
                                    </a:lnTo>
                                    <a:lnTo>
                                      <a:pt x="75" y="0"/>
                                    </a:lnTo>
                                    <a:lnTo>
                                      <a:pt x="62" y="0"/>
                                    </a:lnTo>
                                    <a:lnTo>
                                      <a:pt x="47" y="0"/>
                                    </a:lnTo>
                                    <a:lnTo>
                                      <a:pt x="33" y="6"/>
                                    </a:lnTo>
                                    <a:lnTo>
                                      <a:pt x="23" y="14"/>
                                    </a:lnTo>
                                    <a:lnTo>
                                      <a:pt x="14" y="23"/>
                                    </a:lnTo>
                                    <a:lnTo>
                                      <a:pt x="8" y="37"/>
                                    </a:lnTo>
                                    <a:lnTo>
                                      <a:pt x="4" y="50"/>
                                    </a:lnTo>
                                    <a:lnTo>
                                      <a:pt x="2" y="66"/>
                                    </a:lnTo>
                                    <a:lnTo>
                                      <a:pt x="0" y="83"/>
                                    </a:lnTo>
                                    <a:lnTo>
                                      <a:pt x="2" y="99"/>
                                    </a:lnTo>
                                    <a:lnTo>
                                      <a:pt x="4" y="114"/>
                                    </a:lnTo>
                                    <a:lnTo>
                                      <a:pt x="8" y="130"/>
                                    </a:lnTo>
                                    <a:lnTo>
                                      <a:pt x="14" y="141"/>
                                    </a:lnTo>
                                    <a:lnTo>
                                      <a:pt x="23" y="153"/>
                                    </a:lnTo>
                                    <a:lnTo>
                                      <a:pt x="33" y="161"/>
                                    </a:lnTo>
                                    <a:lnTo>
                                      <a:pt x="47" y="167"/>
                                    </a:lnTo>
                                    <a:lnTo>
                                      <a:pt x="62" y="167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Freeform 216"/>
                            <wps:cNvSpPr>
                              <a:spLocks/>
                            </wps:cNvSpPr>
                            <wps:spPr bwMode="auto">
                              <a:xfrm>
                                <a:off x="460315" y="178534"/>
                                <a:ext cx="116304" cy="136426"/>
                              </a:xfrm>
                              <a:custGeom>
                                <a:avLst/>
                                <a:gdLst>
                                  <a:gd name="T0" fmla="*/ 77559 w 231"/>
                                  <a:gd name="T1" fmla="*/ 0 h 271"/>
                                  <a:gd name="T2" fmla="*/ 97200 w 231"/>
                                  <a:gd name="T3" fmla="*/ 1007 h 271"/>
                                  <a:gd name="T4" fmla="*/ 113820 w 231"/>
                                  <a:gd name="T5" fmla="*/ 34733 h 271"/>
                                  <a:gd name="T6" fmla="*/ 104755 w 231"/>
                                  <a:gd name="T7" fmla="*/ 31210 h 271"/>
                                  <a:gd name="T8" fmla="*/ 87128 w 231"/>
                                  <a:gd name="T9" fmla="*/ 26176 h 271"/>
                                  <a:gd name="T10" fmla="*/ 78566 w 231"/>
                                  <a:gd name="T11" fmla="*/ 26176 h 271"/>
                                  <a:gd name="T12" fmla="*/ 61946 w 231"/>
                                  <a:gd name="T13" fmla="*/ 29196 h 271"/>
                                  <a:gd name="T14" fmla="*/ 48348 w 231"/>
                                  <a:gd name="T15" fmla="*/ 37754 h 271"/>
                                  <a:gd name="T16" fmla="*/ 39787 w 231"/>
                                  <a:gd name="T17" fmla="*/ 50338 h 271"/>
                                  <a:gd name="T18" fmla="*/ 36765 w 231"/>
                                  <a:gd name="T19" fmla="*/ 67956 h 271"/>
                                  <a:gd name="T20" fmla="*/ 37772 w 231"/>
                                  <a:gd name="T21" fmla="*/ 78024 h 271"/>
                                  <a:gd name="T22" fmla="*/ 43816 w 231"/>
                                  <a:gd name="T23" fmla="*/ 93629 h 271"/>
                                  <a:gd name="T24" fmla="*/ 56406 w 231"/>
                                  <a:gd name="T25" fmla="*/ 104200 h 271"/>
                                  <a:gd name="T26" fmla="*/ 72019 w 231"/>
                                  <a:gd name="T27" fmla="*/ 110240 h 271"/>
                                  <a:gd name="T28" fmla="*/ 81588 w 231"/>
                                  <a:gd name="T29" fmla="*/ 110240 h 271"/>
                                  <a:gd name="T30" fmla="*/ 99215 w 231"/>
                                  <a:gd name="T31" fmla="*/ 108227 h 271"/>
                                  <a:gd name="T32" fmla="*/ 115834 w 231"/>
                                  <a:gd name="T33" fmla="*/ 103193 h 271"/>
                                  <a:gd name="T34" fmla="*/ 116338 w 231"/>
                                  <a:gd name="T35" fmla="*/ 130375 h 271"/>
                                  <a:gd name="T36" fmla="*/ 100222 w 231"/>
                                  <a:gd name="T37" fmla="*/ 135409 h 271"/>
                                  <a:gd name="T38" fmla="*/ 77559 w 231"/>
                                  <a:gd name="T39" fmla="*/ 136416 h 271"/>
                                  <a:gd name="T40" fmla="*/ 63961 w 231"/>
                                  <a:gd name="T41" fmla="*/ 136416 h 271"/>
                                  <a:gd name="T42" fmla="*/ 43816 w 231"/>
                                  <a:gd name="T43" fmla="*/ 131382 h 271"/>
                                  <a:gd name="T44" fmla="*/ 30721 w 231"/>
                                  <a:gd name="T45" fmla="*/ 125845 h 271"/>
                                  <a:gd name="T46" fmla="*/ 20145 w 231"/>
                                  <a:gd name="T47" fmla="*/ 116784 h 271"/>
                                  <a:gd name="T48" fmla="*/ 10576 w 231"/>
                                  <a:gd name="T49" fmla="*/ 107220 h 271"/>
                                  <a:gd name="T50" fmla="*/ 3525 w 231"/>
                                  <a:gd name="T51" fmla="*/ 93629 h 271"/>
                                  <a:gd name="T52" fmla="*/ 1007 w 231"/>
                                  <a:gd name="T53" fmla="*/ 77017 h 271"/>
                                  <a:gd name="T54" fmla="*/ 0 w 231"/>
                                  <a:gd name="T55" fmla="*/ 67956 h 271"/>
                                  <a:gd name="T56" fmla="*/ 1511 w 231"/>
                                  <a:gd name="T57" fmla="*/ 51345 h 271"/>
                                  <a:gd name="T58" fmla="*/ 5540 w 231"/>
                                  <a:gd name="T59" fmla="*/ 37754 h 271"/>
                                  <a:gd name="T60" fmla="*/ 13598 w 231"/>
                                  <a:gd name="T61" fmla="*/ 26176 h 271"/>
                                  <a:gd name="T62" fmla="*/ 22160 w 231"/>
                                  <a:gd name="T63" fmla="*/ 16612 h 271"/>
                                  <a:gd name="T64" fmla="*/ 33743 w 231"/>
                                  <a:gd name="T65" fmla="*/ 8557 h 271"/>
                                  <a:gd name="T66" fmla="*/ 46334 w 231"/>
                                  <a:gd name="T67" fmla="*/ 3524 h 271"/>
                                  <a:gd name="T68" fmla="*/ 60939 w 231"/>
                                  <a:gd name="T69" fmla="*/ 1007 h 271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</a:gdLst>
                                <a:ahLst/>
                                <a:cxnLst>
                                  <a:cxn ang="T70">
                                    <a:pos x="T0" y="T1"/>
                                  </a:cxn>
                                  <a:cxn ang="T71">
                                    <a:pos x="T2" y="T3"/>
                                  </a:cxn>
                                  <a:cxn ang="T72">
                                    <a:pos x="T4" y="T5"/>
                                  </a:cxn>
                                  <a:cxn ang="T73">
                                    <a:pos x="T6" y="T7"/>
                                  </a:cxn>
                                  <a:cxn ang="T74">
                                    <a:pos x="T8" y="T9"/>
                                  </a:cxn>
                                  <a:cxn ang="T75">
                                    <a:pos x="T10" y="T11"/>
                                  </a:cxn>
                                  <a:cxn ang="T76">
                                    <a:pos x="T12" y="T13"/>
                                  </a:cxn>
                                  <a:cxn ang="T77">
                                    <a:pos x="T14" y="T15"/>
                                  </a:cxn>
                                  <a:cxn ang="T78">
                                    <a:pos x="T16" y="T17"/>
                                  </a:cxn>
                                  <a:cxn ang="T79">
                                    <a:pos x="T18" y="T19"/>
                                  </a:cxn>
                                  <a:cxn ang="T80">
                                    <a:pos x="T20" y="T21"/>
                                  </a:cxn>
                                  <a:cxn ang="T81">
                                    <a:pos x="T22" y="T23"/>
                                  </a:cxn>
                                  <a:cxn ang="T82">
                                    <a:pos x="T24" y="T25"/>
                                  </a:cxn>
                                  <a:cxn ang="T83">
                                    <a:pos x="T26" y="T27"/>
                                  </a:cxn>
                                  <a:cxn ang="T84">
                                    <a:pos x="T28" y="T29"/>
                                  </a:cxn>
                                  <a:cxn ang="T85">
                                    <a:pos x="T30" y="T31"/>
                                  </a:cxn>
                                  <a:cxn ang="T86">
                                    <a:pos x="T32" y="T33"/>
                                  </a:cxn>
                                  <a:cxn ang="T87">
                                    <a:pos x="T34" y="T35"/>
                                  </a:cxn>
                                  <a:cxn ang="T88">
                                    <a:pos x="T36" y="T37"/>
                                  </a:cxn>
                                  <a:cxn ang="T89">
                                    <a:pos x="T38" y="T39"/>
                                  </a:cxn>
                                  <a:cxn ang="T90">
                                    <a:pos x="T40" y="T41"/>
                                  </a:cxn>
                                  <a:cxn ang="T91">
                                    <a:pos x="T42" y="T43"/>
                                  </a:cxn>
                                  <a:cxn ang="T92">
                                    <a:pos x="T44" y="T45"/>
                                  </a:cxn>
                                  <a:cxn ang="T93">
                                    <a:pos x="T46" y="T47"/>
                                  </a:cxn>
                                  <a:cxn ang="T94">
                                    <a:pos x="T48" y="T49"/>
                                  </a:cxn>
                                  <a:cxn ang="T95">
                                    <a:pos x="T50" y="T51"/>
                                  </a:cxn>
                                  <a:cxn ang="T96">
                                    <a:pos x="T52" y="T53"/>
                                  </a:cxn>
                                  <a:cxn ang="T97">
                                    <a:pos x="T54" y="T55"/>
                                  </a:cxn>
                                  <a:cxn ang="T98">
                                    <a:pos x="T56" y="T57"/>
                                  </a:cxn>
                                  <a:cxn ang="T99">
                                    <a:pos x="T58" y="T59"/>
                                  </a:cxn>
                                  <a:cxn ang="T100">
                                    <a:pos x="T60" y="T61"/>
                                  </a:cxn>
                                  <a:cxn ang="T101">
                                    <a:pos x="T62" y="T63"/>
                                  </a:cxn>
                                  <a:cxn ang="T102">
                                    <a:pos x="T64" y="T65"/>
                                  </a:cxn>
                                  <a:cxn ang="T103">
                                    <a:pos x="T66" y="T67"/>
                                  </a:cxn>
                                  <a:cxn ang="T104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" h="271">
                                    <a:moveTo>
                                      <a:pt x="154" y="0"/>
                                    </a:moveTo>
                                    <a:lnTo>
                                      <a:pt x="154" y="0"/>
                                    </a:lnTo>
                                    <a:lnTo>
                                      <a:pt x="173" y="0"/>
                                    </a:lnTo>
                                    <a:lnTo>
                                      <a:pt x="193" y="2"/>
                                    </a:lnTo>
                                    <a:lnTo>
                                      <a:pt x="231" y="11"/>
                                    </a:lnTo>
                                    <a:lnTo>
                                      <a:pt x="226" y="69"/>
                                    </a:lnTo>
                                    <a:lnTo>
                                      <a:pt x="208" y="62"/>
                                    </a:lnTo>
                                    <a:lnTo>
                                      <a:pt x="191" y="56"/>
                                    </a:lnTo>
                                    <a:lnTo>
                                      <a:pt x="173" y="52"/>
                                    </a:lnTo>
                                    <a:lnTo>
                                      <a:pt x="156" y="52"/>
                                    </a:lnTo>
                                    <a:lnTo>
                                      <a:pt x="139" y="52"/>
                                    </a:lnTo>
                                    <a:lnTo>
                                      <a:pt x="123" y="58"/>
                                    </a:lnTo>
                                    <a:lnTo>
                                      <a:pt x="108" y="66"/>
                                    </a:lnTo>
                                    <a:lnTo>
                                      <a:pt x="96" y="75"/>
                                    </a:lnTo>
                                    <a:lnTo>
                                      <a:pt x="87" y="87"/>
                                    </a:lnTo>
                                    <a:lnTo>
                                      <a:pt x="79" y="100"/>
                                    </a:lnTo>
                                    <a:lnTo>
                                      <a:pt x="75" y="118"/>
                                    </a:lnTo>
                                    <a:lnTo>
                                      <a:pt x="73" y="135"/>
                                    </a:lnTo>
                                    <a:lnTo>
                                      <a:pt x="75" y="155"/>
                                    </a:lnTo>
                                    <a:lnTo>
                                      <a:pt x="79" y="170"/>
                                    </a:lnTo>
                                    <a:lnTo>
                                      <a:pt x="87" y="186"/>
                                    </a:lnTo>
                                    <a:lnTo>
                                      <a:pt x="98" y="197"/>
                                    </a:lnTo>
                                    <a:lnTo>
                                      <a:pt x="112" y="207"/>
                                    </a:lnTo>
                                    <a:lnTo>
                                      <a:pt x="127" y="213"/>
                                    </a:lnTo>
                                    <a:lnTo>
                                      <a:pt x="143" y="219"/>
                                    </a:lnTo>
                                    <a:lnTo>
                                      <a:pt x="162" y="219"/>
                                    </a:lnTo>
                                    <a:lnTo>
                                      <a:pt x="179" y="219"/>
                                    </a:lnTo>
                                    <a:lnTo>
                                      <a:pt x="197" y="215"/>
                                    </a:lnTo>
                                    <a:lnTo>
                                      <a:pt x="214" y="211"/>
                                    </a:lnTo>
                                    <a:lnTo>
                                      <a:pt x="230" y="205"/>
                                    </a:lnTo>
                                    <a:lnTo>
                                      <a:pt x="231" y="259"/>
                                    </a:lnTo>
                                    <a:lnTo>
                                      <a:pt x="216" y="265"/>
                                    </a:lnTo>
                                    <a:lnTo>
                                      <a:pt x="199" y="269"/>
                                    </a:lnTo>
                                    <a:lnTo>
                                      <a:pt x="177" y="271"/>
                                    </a:lnTo>
                                    <a:lnTo>
                                      <a:pt x="154" y="271"/>
                                    </a:lnTo>
                                    <a:lnTo>
                                      <a:pt x="127" y="271"/>
                                    </a:lnTo>
                                    <a:lnTo>
                                      <a:pt x="100" y="265"/>
                                    </a:lnTo>
                                    <a:lnTo>
                                      <a:pt x="87" y="261"/>
                                    </a:lnTo>
                                    <a:lnTo>
                                      <a:pt x="73" y="255"/>
                                    </a:lnTo>
                                    <a:lnTo>
                                      <a:pt x="61" y="250"/>
                                    </a:lnTo>
                                    <a:lnTo>
                                      <a:pt x="50" y="242"/>
                                    </a:lnTo>
                                    <a:lnTo>
                                      <a:pt x="40" y="232"/>
                                    </a:lnTo>
                                    <a:lnTo>
                                      <a:pt x="31" y="223"/>
                                    </a:lnTo>
                                    <a:lnTo>
                                      <a:pt x="21" y="213"/>
                                    </a:lnTo>
                                    <a:lnTo>
                                      <a:pt x="13" y="199"/>
                                    </a:lnTo>
                                    <a:lnTo>
                                      <a:pt x="7" y="186"/>
                                    </a:lnTo>
                                    <a:lnTo>
                                      <a:pt x="3" y="170"/>
                                    </a:lnTo>
                                    <a:lnTo>
                                      <a:pt x="2" y="153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2" y="118"/>
                                    </a:lnTo>
                                    <a:lnTo>
                                      <a:pt x="3" y="102"/>
                                    </a:lnTo>
                                    <a:lnTo>
                                      <a:pt x="7" y="89"/>
                                    </a:lnTo>
                                    <a:lnTo>
                                      <a:pt x="11" y="75"/>
                                    </a:lnTo>
                                    <a:lnTo>
                                      <a:pt x="19" y="62"/>
                                    </a:lnTo>
                                    <a:lnTo>
                                      <a:pt x="27" y="52"/>
                                    </a:lnTo>
                                    <a:lnTo>
                                      <a:pt x="34" y="40"/>
                                    </a:lnTo>
                                    <a:lnTo>
                                      <a:pt x="44" y="33"/>
                                    </a:lnTo>
                                    <a:lnTo>
                                      <a:pt x="56" y="25"/>
                                    </a:lnTo>
                                    <a:lnTo>
                                      <a:pt x="67" y="17"/>
                                    </a:lnTo>
                                    <a:lnTo>
                                      <a:pt x="79" y="11"/>
                                    </a:lnTo>
                                    <a:lnTo>
                                      <a:pt x="92" y="7"/>
                                    </a:lnTo>
                                    <a:lnTo>
                                      <a:pt x="108" y="4"/>
                                    </a:lnTo>
                                    <a:lnTo>
                                      <a:pt x="121" y="2"/>
                                    </a:lnTo>
                                    <a:lnTo>
                                      <a:pt x="1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Freeform 217"/>
                            <wps:cNvSpPr>
                              <a:spLocks/>
                            </wps:cNvSpPr>
                            <wps:spPr bwMode="auto">
                              <a:xfrm>
                                <a:off x="460315" y="178534"/>
                                <a:ext cx="116304" cy="136426"/>
                              </a:xfrm>
                              <a:custGeom>
                                <a:avLst/>
                                <a:gdLst>
                                  <a:gd name="T0" fmla="*/ 77559 w 231"/>
                                  <a:gd name="T1" fmla="*/ 0 h 271"/>
                                  <a:gd name="T2" fmla="*/ 97200 w 231"/>
                                  <a:gd name="T3" fmla="*/ 1007 h 271"/>
                                  <a:gd name="T4" fmla="*/ 113820 w 231"/>
                                  <a:gd name="T5" fmla="*/ 34733 h 271"/>
                                  <a:gd name="T6" fmla="*/ 104755 w 231"/>
                                  <a:gd name="T7" fmla="*/ 31210 h 271"/>
                                  <a:gd name="T8" fmla="*/ 87128 w 231"/>
                                  <a:gd name="T9" fmla="*/ 26176 h 271"/>
                                  <a:gd name="T10" fmla="*/ 78566 w 231"/>
                                  <a:gd name="T11" fmla="*/ 26176 h 271"/>
                                  <a:gd name="T12" fmla="*/ 61946 w 231"/>
                                  <a:gd name="T13" fmla="*/ 29196 h 271"/>
                                  <a:gd name="T14" fmla="*/ 48348 w 231"/>
                                  <a:gd name="T15" fmla="*/ 37754 h 271"/>
                                  <a:gd name="T16" fmla="*/ 39787 w 231"/>
                                  <a:gd name="T17" fmla="*/ 50338 h 271"/>
                                  <a:gd name="T18" fmla="*/ 36765 w 231"/>
                                  <a:gd name="T19" fmla="*/ 67956 h 271"/>
                                  <a:gd name="T20" fmla="*/ 37772 w 231"/>
                                  <a:gd name="T21" fmla="*/ 78024 h 271"/>
                                  <a:gd name="T22" fmla="*/ 43816 w 231"/>
                                  <a:gd name="T23" fmla="*/ 93629 h 271"/>
                                  <a:gd name="T24" fmla="*/ 56406 w 231"/>
                                  <a:gd name="T25" fmla="*/ 104200 h 271"/>
                                  <a:gd name="T26" fmla="*/ 72019 w 231"/>
                                  <a:gd name="T27" fmla="*/ 110240 h 271"/>
                                  <a:gd name="T28" fmla="*/ 81588 w 231"/>
                                  <a:gd name="T29" fmla="*/ 110240 h 271"/>
                                  <a:gd name="T30" fmla="*/ 99215 w 231"/>
                                  <a:gd name="T31" fmla="*/ 108227 h 271"/>
                                  <a:gd name="T32" fmla="*/ 115834 w 231"/>
                                  <a:gd name="T33" fmla="*/ 103193 h 271"/>
                                  <a:gd name="T34" fmla="*/ 116338 w 231"/>
                                  <a:gd name="T35" fmla="*/ 130375 h 271"/>
                                  <a:gd name="T36" fmla="*/ 100222 w 231"/>
                                  <a:gd name="T37" fmla="*/ 135409 h 271"/>
                                  <a:gd name="T38" fmla="*/ 77559 w 231"/>
                                  <a:gd name="T39" fmla="*/ 136416 h 271"/>
                                  <a:gd name="T40" fmla="*/ 63961 w 231"/>
                                  <a:gd name="T41" fmla="*/ 136416 h 271"/>
                                  <a:gd name="T42" fmla="*/ 43816 w 231"/>
                                  <a:gd name="T43" fmla="*/ 131382 h 271"/>
                                  <a:gd name="T44" fmla="*/ 30721 w 231"/>
                                  <a:gd name="T45" fmla="*/ 125845 h 271"/>
                                  <a:gd name="T46" fmla="*/ 20145 w 231"/>
                                  <a:gd name="T47" fmla="*/ 116784 h 271"/>
                                  <a:gd name="T48" fmla="*/ 10576 w 231"/>
                                  <a:gd name="T49" fmla="*/ 107220 h 271"/>
                                  <a:gd name="T50" fmla="*/ 3525 w 231"/>
                                  <a:gd name="T51" fmla="*/ 93629 h 271"/>
                                  <a:gd name="T52" fmla="*/ 1007 w 231"/>
                                  <a:gd name="T53" fmla="*/ 77017 h 271"/>
                                  <a:gd name="T54" fmla="*/ 0 w 231"/>
                                  <a:gd name="T55" fmla="*/ 67956 h 271"/>
                                  <a:gd name="T56" fmla="*/ 1511 w 231"/>
                                  <a:gd name="T57" fmla="*/ 51345 h 271"/>
                                  <a:gd name="T58" fmla="*/ 5540 w 231"/>
                                  <a:gd name="T59" fmla="*/ 37754 h 271"/>
                                  <a:gd name="T60" fmla="*/ 13598 w 231"/>
                                  <a:gd name="T61" fmla="*/ 26176 h 271"/>
                                  <a:gd name="T62" fmla="*/ 22160 w 231"/>
                                  <a:gd name="T63" fmla="*/ 16612 h 271"/>
                                  <a:gd name="T64" fmla="*/ 33743 w 231"/>
                                  <a:gd name="T65" fmla="*/ 8557 h 271"/>
                                  <a:gd name="T66" fmla="*/ 46334 w 231"/>
                                  <a:gd name="T67" fmla="*/ 3524 h 271"/>
                                  <a:gd name="T68" fmla="*/ 60939 w 231"/>
                                  <a:gd name="T69" fmla="*/ 1007 h 271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</a:gdLst>
                                <a:ahLst/>
                                <a:cxnLst>
                                  <a:cxn ang="T70">
                                    <a:pos x="T0" y="T1"/>
                                  </a:cxn>
                                  <a:cxn ang="T71">
                                    <a:pos x="T2" y="T3"/>
                                  </a:cxn>
                                  <a:cxn ang="T72">
                                    <a:pos x="T4" y="T5"/>
                                  </a:cxn>
                                  <a:cxn ang="T73">
                                    <a:pos x="T6" y="T7"/>
                                  </a:cxn>
                                  <a:cxn ang="T74">
                                    <a:pos x="T8" y="T9"/>
                                  </a:cxn>
                                  <a:cxn ang="T75">
                                    <a:pos x="T10" y="T11"/>
                                  </a:cxn>
                                  <a:cxn ang="T76">
                                    <a:pos x="T12" y="T13"/>
                                  </a:cxn>
                                  <a:cxn ang="T77">
                                    <a:pos x="T14" y="T15"/>
                                  </a:cxn>
                                  <a:cxn ang="T78">
                                    <a:pos x="T16" y="T17"/>
                                  </a:cxn>
                                  <a:cxn ang="T79">
                                    <a:pos x="T18" y="T19"/>
                                  </a:cxn>
                                  <a:cxn ang="T80">
                                    <a:pos x="T20" y="T21"/>
                                  </a:cxn>
                                  <a:cxn ang="T81">
                                    <a:pos x="T22" y="T23"/>
                                  </a:cxn>
                                  <a:cxn ang="T82">
                                    <a:pos x="T24" y="T25"/>
                                  </a:cxn>
                                  <a:cxn ang="T83">
                                    <a:pos x="T26" y="T27"/>
                                  </a:cxn>
                                  <a:cxn ang="T84">
                                    <a:pos x="T28" y="T29"/>
                                  </a:cxn>
                                  <a:cxn ang="T85">
                                    <a:pos x="T30" y="T31"/>
                                  </a:cxn>
                                  <a:cxn ang="T86">
                                    <a:pos x="T32" y="T33"/>
                                  </a:cxn>
                                  <a:cxn ang="T87">
                                    <a:pos x="T34" y="T35"/>
                                  </a:cxn>
                                  <a:cxn ang="T88">
                                    <a:pos x="T36" y="T37"/>
                                  </a:cxn>
                                  <a:cxn ang="T89">
                                    <a:pos x="T38" y="T39"/>
                                  </a:cxn>
                                  <a:cxn ang="T90">
                                    <a:pos x="T40" y="T41"/>
                                  </a:cxn>
                                  <a:cxn ang="T91">
                                    <a:pos x="T42" y="T43"/>
                                  </a:cxn>
                                  <a:cxn ang="T92">
                                    <a:pos x="T44" y="T45"/>
                                  </a:cxn>
                                  <a:cxn ang="T93">
                                    <a:pos x="T46" y="T47"/>
                                  </a:cxn>
                                  <a:cxn ang="T94">
                                    <a:pos x="T48" y="T49"/>
                                  </a:cxn>
                                  <a:cxn ang="T95">
                                    <a:pos x="T50" y="T51"/>
                                  </a:cxn>
                                  <a:cxn ang="T96">
                                    <a:pos x="T52" y="T53"/>
                                  </a:cxn>
                                  <a:cxn ang="T97">
                                    <a:pos x="T54" y="T55"/>
                                  </a:cxn>
                                  <a:cxn ang="T98">
                                    <a:pos x="T56" y="T57"/>
                                  </a:cxn>
                                  <a:cxn ang="T99">
                                    <a:pos x="T58" y="T59"/>
                                  </a:cxn>
                                  <a:cxn ang="T100">
                                    <a:pos x="T60" y="T61"/>
                                  </a:cxn>
                                  <a:cxn ang="T101">
                                    <a:pos x="T62" y="T63"/>
                                  </a:cxn>
                                  <a:cxn ang="T102">
                                    <a:pos x="T64" y="T65"/>
                                  </a:cxn>
                                  <a:cxn ang="T103">
                                    <a:pos x="T66" y="T67"/>
                                  </a:cxn>
                                  <a:cxn ang="T104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" h="271">
                                    <a:moveTo>
                                      <a:pt x="154" y="0"/>
                                    </a:moveTo>
                                    <a:lnTo>
                                      <a:pt x="154" y="0"/>
                                    </a:lnTo>
                                    <a:lnTo>
                                      <a:pt x="173" y="0"/>
                                    </a:lnTo>
                                    <a:lnTo>
                                      <a:pt x="193" y="2"/>
                                    </a:lnTo>
                                    <a:lnTo>
                                      <a:pt x="231" y="11"/>
                                    </a:lnTo>
                                    <a:lnTo>
                                      <a:pt x="226" y="69"/>
                                    </a:lnTo>
                                    <a:lnTo>
                                      <a:pt x="208" y="62"/>
                                    </a:lnTo>
                                    <a:lnTo>
                                      <a:pt x="191" y="56"/>
                                    </a:lnTo>
                                    <a:lnTo>
                                      <a:pt x="173" y="52"/>
                                    </a:lnTo>
                                    <a:lnTo>
                                      <a:pt x="156" y="52"/>
                                    </a:lnTo>
                                    <a:lnTo>
                                      <a:pt x="139" y="52"/>
                                    </a:lnTo>
                                    <a:lnTo>
                                      <a:pt x="123" y="58"/>
                                    </a:lnTo>
                                    <a:lnTo>
                                      <a:pt x="108" y="66"/>
                                    </a:lnTo>
                                    <a:lnTo>
                                      <a:pt x="96" y="75"/>
                                    </a:lnTo>
                                    <a:lnTo>
                                      <a:pt x="87" y="87"/>
                                    </a:lnTo>
                                    <a:lnTo>
                                      <a:pt x="79" y="100"/>
                                    </a:lnTo>
                                    <a:lnTo>
                                      <a:pt x="75" y="118"/>
                                    </a:lnTo>
                                    <a:lnTo>
                                      <a:pt x="73" y="135"/>
                                    </a:lnTo>
                                    <a:lnTo>
                                      <a:pt x="75" y="155"/>
                                    </a:lnTo>
                                    <a:lnTo>
                                      <a:pt x="79" y="170"/>
                                    </a:lnTo>
                                    <a:lnTo>
                                      <a:pt x="87" y="186"/>
                                    </a:lnTo>
                                    <a:lnTo>
                                      <a:pt x="98" y="197"/>
                                    </a:lnTo>
                                    <a:lnTo>
                                      <a:pt x="112" y="207"/>
                                    </a:lnTo>
                                    <a:lnTo>
                                      <a:pt x="127" y="213"/>
                                    </a:lnTo>
                                    <a:lnTo>
                                      <a:pt x="143" y="219"/>
                                    </a:lnTo>
                                    <a:lnTo>
                                      <a:pt x="162" y="219"/>
                                    </a:lnTo>
                                    <a:lnTo>
                                      <a:pt x="179" y="219"/>
                                    </a:lnTo>
                                    <a:lnTo>
                                      <a:pt x="197" y="215"/>
                                    </a:lnTo>
                                    <a:lnTo>
                                      <a:pt x="214" y="211"/>
                                    </a:lnTo>
                                    <a:lnTo>
                                      <a:pt x="230" y="205"/>
                                    </a:lnTo>
                                    <a:lnTo>
                                      <a:pt x="231" y="259"/>
                                    </a:lnTo>
                                    <a:lnTo>
                                      <a:pt x="216" y="265"/>
                                    </a:lnTo>
                                    <a:lnTo>
                                      <a:pt x="199" y="269"/>
                                    </a:lnTo>
                                    <a:lnTo>
                                      <a:pt x="177" y="271"/>
                                    </a:lnTo>
                                    <a:lnTo>
                                      <a:pt x="154" y="271"/>
                                    </a:lnTo>
                                    <a:lnTo>
                                      <a:pt x="127" y="271"/>
                                    </a:lnTo>
                                    <a:lnTo>
                                      <a:pt x="100" y="265"/>
                                    </a:lnTo>
                                    <a:lnTo>
                                      <a:pt x="87" y="261"/>
                                    </a:lnTo>
                                    <a:lnTo>
                                      <a:pt x="73" y="255"/>
                                    </a:lnTo>
                                    <a:lnTo>
                                      <a:pt x="61" y="250"/>
                                    </a:lnTo>
                                    <a:lnTo>
                                      <a:pt x="50" y="242"/>
                                    </a:lnTo>
                                    <a:lnTo>
                                      <a:pt x="40" y="232"/>
                                    </a:lnTo>
                                    <a:lnTo>
                                      <a:pt x="31" y="223"/>
                                    </a:lnTo>
                                    <a:lnTo>
                                      <a:pt x="21" y="213"/>
                                    </a:lnTo>
                                    <a:lnTo>
                                      <a:pt x="13" y="199"/>
                                    </a:lnTo>
                                    <a:lnTo>
                                      <a:pt x="7" y="186"/>
                                    </a:lnTo>
                                    <a:lnTo>
                                      <a:pt x="3" y="170"/>
                                    </a:lnTo>
                                    <a:lnTo>
                                      <a:pt x="2" y="153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2" y="118"/>
                                    </a:lnTo>
                                    <a:lnTo>
                                      <a:pt x="3" y="102"/>
                                    </a:lnTo>
                                    <a:lnTo>
                                      <a:pt x="7" y="89"/>
                                    </a:lnTo>
                                    <a:lnTo>
                                      <a:pt x="11" y="75"/>
                                    </a:lnTo>
                                    <a:lnTo>
                                      <a:pt x="19" y="62"/>
                                    </a:lnTo>
                                    <a:lnTo>
                                      <a:pt x="27" y="52"/>
                                    </a:lnTo>
                                    <a:lnTo>
                                      <a:pt x="34" y="40"/>
                                    </a:lnTo>
                                    <a:lnTo>
                                      <a:pt x="44" y="33"/>
                                    </a:lnTo>
                                    <a:lnTo>
                                      <a:pt x="56" y="25"/>
                                    </a:lnTo>
                                    <a:lnTo>
                                      <a:pt x="67" y="17"/>
                                    </a:lnTo>
                                    <a:lnTo>
                                      <a:pt x="79" y="11"/>
                                    </a:lnTo>
                                    <a:lnTo>
                                      <a:pt x="92" y="7"/>
                                    </a:lnTo>
                                    <a:lnTo>
                                      <a:pt x="108" y="4"/>
                                    </a:lnTo>
                                    <a:lnTo>
                                      <a:pt x="121" y="2"/>
                                    </a:lnTo>
                                    <a:lnTo>
                                      <a:pt x="154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Freeform 218"/>
                            <wps:cNvSpPr>
                              <a:spLocks/>
                            </wps:cNvSpPr>
                            <wps:spPr bwMode="auto">
                              <a:xfrm>
                                <a:off x="337911" y="179534"/>
                                <a:ext cx="95303" cy="134426"/>
                              </a:xfrm>
                              <a:custGeom>
                                <a:avLst/>
                                <a:gdLst>
                                  <a:gd name="T0" fmla="*/ 0 w 190"/>
                                  <a:gd name="T1" fmla="*/ 0 h 267"/>
                                  <a:gd name="T2" fmla="*/ 93271 w 190"/>
                                  <a:gd name="T3" fmla="*/ 0 h 267"/>
                                  <a:gd name="T4" fmla="*/ 93271 w 190"/>
                                  <a:gd name="T5" fmla="*/ 25170 h 267"/>
                                  <a:gd name="T6" fmla="*/ 34099 w 190"/>
                                  <a:gd name="T7" fmla="*/ 25170 h 267"/>
                                  <a:gd name="T8" fmla="*/ 34099 w 190"/>
                                  <a:gd name="T9" fmla="*/ 52354 h 267"/>
                                  <a:gd name="T10" fmla="*/ 89260 w 190"/>
                                  <a:gd name="T11" fmla="*/ 52354 h 267"/>
                                  <a:gd name="T12" fmla="*/ 89260 w 190"/>
                                  <a:gd name="T13" fmla="*/ 79035 h 267"/>
                                  <a:gd name="T14" fmla="*/ 34099 w 190"/>
                                  <a:gd name="T15" fmla="*/ 79035 h 267"/>
                                  <a:gd name="T16" fmla="*/ 34099 w 190"/>
                                  <a:gd name="T17" fmla="*/ 108233 h 267"/>
                                  <a:gd name="T18" fmla="*/ 95277 w 190"/>
                                  <a:gd name="T19" fmla="*/ 108233 h 267"/>
                                  <a:gd name="T20" fmla="*/ 95277 w 190"/>
                                  <a:gd name="T21" fmla="*/ 134410 h 267"/>
                                  <a:gd name="T22" fmla="*/ 0 w 190"/>
                                  <a:gd name="T23" fmla="*/ 134410 h 267"/>
                                  <a:gd name="T24" fmla="*/ 0 w 190"/>
                                  <a:gd name="T25" fmla="*/ 0 h 267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90" h="267">
                                    <a:moveTo>
                                      <a:pt x="0" y="0"/>
                                    </a:moveTo>
                                    <a:lnTo>
                                      <a:pt x="186" y="0"/>
                                    </a:lnTo>
                                    <a:lnTo>
                                      <a:pt x="186" y="50"/>
                                    </a:lnTo>
                                    <a:lnTo>
                                      <a:pt x="68" y="50"/>
                                    </a:lnTo>
                                    <a:lnTo>
                                      <a:pt x="68" y="104"/>
                                    </a:lnTo>
                                    <a:lnTo>
                                      <a:pt x="178" y="104"/>
                                    </a:lnTo>
                                    <a:lnTo>
                                      <a:pt x="178" y="157"/>
                                    </a:lnTo>
                                    <a:lnTo>
                                      <a:pt x="68" y="157"/>
                                    </a:lnTo>
                                    <a:lnTo>
                                      <a:pt x="68" y="215"/>
                                    </a:lnTo>
                                    <a:lnTo>
                                      <a:pt x="190" y="215"/>
                                    </a:lnTo>
                                    <a:lnTo>
                                      <a:pt x="190" y="267"/>
                                    </a:lnTo>
                                    <a:lnTo>
                                      <a:pt x="0" y="26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Freeform 219"/>
                            <wps:cNvSpPr>
                              <a:spLocks/>
                            </wps:cNvSpPr>
                            <wps:spPr bwMode="auto">
                              <a:xfrm>
                                <a:off x="124304" y="179534"/>
                                <a:ext cx="186606" cy="134426"/>
                              </a:xfrm>
                              <a:custGeom>
                                <a:avLst/>
                                <a:gdLst>
                                  <a:gd name="T0" fmla="*/ 0 w 373"/>
                                  <a:gd name="T1" fmla="*/ 0 h 267"/>
                                  <a:gd name="T2" fmla="*/ 36008 w 373"/>
                                  <a:gd name="T3" fmla="*/ 0 h 267"/>
                                  <a:gd name="T4" fmla="*/ 52512 w 373"/>
                                  <a:gd name="T5" fmla="*/ 102192 h 267"/>
                                  <a:gd name="T6" fmla="*/ 53512 w 373"/>
                                  <a:gd name="T7" fmla="*/ 102192 h 267"/>
                                  <a:gd name="T8" fmla="*/ 70515 w 373"/>
                                  <a:gd name="T9" fmla="*/ 0 h 267"/>
                                  <a:gd name="T10" fmla="*/ 116026 w 373"/>
                                  <a:gd name="T11" fmla="*/ 0 h 267"/>
                                  <a:gd name="T12" fmla="*/ 134530 w 373"/>
                                  <a:gd name="T13" fmla="*/ 102192 h 267"/>
                                  <a:gd name="T14" fmla="*/ 152033 w 373"/>
                                  <a:gd name="T15" fmla="*/ 0 h 267"/>
                                  <a:gd name="T16" fmla="*/ 186541 w 373"/>
                                  <a:gd name="T17" fmla="*/ 0 h 267"/>
                                  <a:gd name="T18" fmla="*/ 155534 w 373"/>
                                  <a:gd name="T19" fmla="*/ 134410 h 267"/>
                                  <a:gd name="T20" fmla="*/ 111024 w 373"/>
                                  <a:gd name="T21" fmla="*/ 134410 h 267"/>
                                  <a:gd name="T22" fmla="*/ 93020 w 373"/>
                                  <a:gd name="T23" fmla="*/ 31211 h 267"/>
                                  <a:gd name="T24" fmla="*/ 75517 w 373"/>
                                  <a:gd name="T25" fmla="*/ 134410 h 267"/>
                                  <a:gd name="T26" fmla="*/ 29006 w 373"/>
                                  <a:gd name="T27" fmla="*/ 134410 h 267"/>
                                  <a:gd name="T28" fmla="*/ 0 w 373"/>
                                  <a:gd name="T29" fmla="*/ 0 h 267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</a:gdLst>
                                <a:ahLst/>
                                <a:cxnLst>
                                  <a:cxn ang="T30">
                                    <a:pos x="T0" y="T1"/>
                                  </a:cxn>
                                  <a:cxn ang="T31">
                                    <a:pos x="T2" y="T3"/>
                                  </a:cxn>
                                  <a:cxn ang="T32">
                                    <a:pos x="T4" y="T5"/>
                                  </a:cxn>
                                  <a:cxn ang="T33">
                                    <a:pos x="T6" y="T7"/>
                                  </a:cxn>
                                  <a:cxn ang="T34">
                                    <a:pos x="T8" y="T9"/>
                                  </a:cxn>
                                  <a:cxn ang="T35">
                                    <a:pos x="T10" y="T11"/>
                                  </a:cxn>
                                  <a:cxn ang="T36">
                                    <a:pos x="T12" y="T13"/>
                                  </a:cxn>
                                  <a:cxn ang="T37">
                                    <a:pos x="T14" y="T15"/>
                                  </a:cxn>
                                  <a:cxn ang="T38">
                                    <a:pos x="T16" y="T17"/>
                                  </a:cxn>
                                  <a:cxn ang="T39">
                                    <a:pos x="T18" y="T19"/>
                                  </a:cxn>
                                  <a:cxn ang="T40">
                                    <a:pos x="T20" y="T21"/>
                                  </a:cxn>
                                  <a:cxn ang="T41">
                                    <a:pos x="T22" y="T23"/>
                                  </a:cxn>
                                  <a:cxn ang="T42">
                                    <a:pos x="T24" y="T25"/>
                                  </a:cxn>
                                  <a:cxn ang="T43">
                                    <a:pos x="T26" y="T27"/>
                                  </a:cxn>
                                  <a:cxn ang="T44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373" h="267">
                                    <a:moveTo>
                                      <a:pt x="0" y="0"/>
                                    </a:moveTo>
                                    <a:lnTo>
                                      <a:pt x="72" y="0"/>
                                    </a:lnTo>
                                    <a:lnTo>
                                      <a:pt x="105" y="203"/>
                                    </a:lnTo>
                                    <a:lnTo>
                                      <a:pt x="107" y="203"/>
                                    </a:lnTo>
                                    <a:lnTo>
                                      <a:pt x="141" y="0"/>
                                    </a:lnTo>
                                    <a:lnTo>
                                      <a:pt x="232" y="0"/>
                                    </a:lnTo>
                                    <a:lnTo>
                                      <a:pt x="269" y="203"/>
                                    </a:lnTo>
                                    <a:lnTo>
                                      <a:pt x="304" y="0"/>
                                    </a:lnTo>
                                    <a:lnTo>
                                      <a:pt x="373" y="0"/>
                                    </a:lnTo>
                                    <a:lnTo>
                                      <a:pt x="311" y="267"/>
                                    </a:lnTo>
                                    <a:lnTo>
                                      <a:pt x="222" y="267"/>
                                    </a:lnTo>
                                    <a:lnTo>
                                      <a:pt x="186" y="62"/>
                                    </a:lnTo>
                                    <a:lnTo>
                                      <a:pt x="151" y="267"/>
                                    </a:lnTo>
                                    <a:lnTo>
                                      <a:pt x="58" y="26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Freeform 220"/>
                            <wps:cNvSpPr>
                              <a:spLocks/>
                            </wps:cNvSpPr>
                            <wps:spPr bwMode="auto">
                              <a:xfrm>
                                <a:off x="0" y="178534"/>
                                <a:ext cx="100203" cy="136426"/>
                              </a:xfrm>
                              <a:custGeom>
                                <a:avLst/>
                                <a:gdLst>
                                  <a:gd name="T0" fmla="*/ 57879 w 201"/>
                                  <a:gd name="T1" fmla="*/ 0 h 271"/>
                                  <a:gd name="T2" fmla="*/ 84823 w 201"/>
                                  <a:gd name="T3" fmla="*/ 2014 h 271"/>
                                  <a:gd name="T4" fmla="*/ 89813 w 201"/>
                                  <a:gd name="T5" fmla="*/ 32216 h 271"/>
                                  <a:gd name="T6" fmla="*/ 82827 w 201"/>
                                  <a:gd name="T7" fmla="*/ 29196 h 271"/>
                                  <a:gd name="T8" fmla="*/ 68358 w 201"/>
                                  <a:gd name="T9" fmla="*/ 26176 h 271"/>
                                  <a:gd name="T10" fmla="*/ 60873 w 201"/>
                                  <a:gd name="T11" fmla="*/ 26176 h 271"/>
                                  <a:gd name="T12" fmla="*/ 45405 w 201"/>
                                  <a:gd name="T13" fmla="*/ 27183 h 271"/>
                                  <a:gd name="T14" fmla="*/ 38420 w 201"/>
                                  <a:gd name="T15" fmla="*/ 31210 h 271"/>
                                  <a:gd name="T16" fmla="*/ 36424 w 201"/>
                                  <a:gd name="T17" fmla="*/ 37754 h 271"/>
                                  <a:gd name="T18" fmla="*/ 36424 w 201"/>
                                  <a:gd name="T19" fmla="*/ 40774 h 271"/>
                                  <a:gd name="T20" fmla="*/ 42412 w 201"/>
                                  <a:gd name="T21" fmla="*/ 46814 h 271"/>
                                  <a:gd name="T22" fmla="*/ 56881 w 201"/>
                                  <a:gd name="T23" fmla="*/ 51345 h 271"/>
                                  <a:gd name="T24" fmla="*/ 79834 w 201"/>
                                  <a:gd name="T25" fmla="*/ 60406 h 271"/>
                                  <a:gd name="T26" fmla="*/ 89813 w 201"/>
                                  <a:gd name="T27" fmla="*/ 66950 h 271"/>
                                  <a:gd name="T28" fmla="*/ 97297 w 201"/>
                                  <a:gd name="T29" fmla="*/ 78024 h 271"/>
                                  <a:gd name="T30" fmla="*/ 100291 w 201"/>
                                  <a:gd name="T31" fmla="*/ 92622 h 271"/>
                                  <a:gd name="T32" fmla="*/ 99293 w 201"/>
                                  <a:gd name="T33" fmla="*/ 99166 h 271"/>
                                  <a:gd name="T34" fmla="*/ 97297 w 201"/>
                                  <a:gd name="T35" fmla="*/ 110240 h 271"/>
                                  <a:gd name="T36" fmla="*/ 92308 w 201"/>
                                  <a:gd name="T37" fmla="*/ 118798 h 271"/>
                                  <a:gd name="T38" fmla="*/ 85821 w 201"/>
                                  <a:gd name="T39" fmla="*/ 125845 h 271"/>
                                  <a:gd name="T40" fmla="*/ 73347 w 201"/>
                                  <a:gd name="T41" fmla="*/ 132389 h 271"/>
                                  <a:gd name="T42" fmla="*/ 51892 w 201"/>
                                  <a:gd name="T43" fmla="*/ 136416 h 271"/>
                                  <a:gd name="T44" fmla="*/ 40416 w 201"/>
                                  <a:gd name="T45" fmla="*/ 136416 h 271"/>
                                  <a:gd name="T46" fmla="*/ 21455 w 201"/>
                                  <a:gd name="T47" fmla="*/ 135409 h 271"/>
                                  <a:gd name="T48" fmla="*/ 1996 w 201"/>
                                  <a:gd name="T49" fmla="*/ 130375 h 271"/>
                                  <a:gd name="T50" fmla="*/ 4990 w 201"/>
                                  <a:gd name="T51" fmla="*/ 101179 h 271"/>
                                  <a:gd name="T52" fmla="*/ 21455 w 201"/>
                                  <a:gd name="T53" fmla="*/ 108227 h 271"/>
                                  <a:gd name="T54" fmla="*/ 40416 w 201"/>
                                  <a:gd name="T55" fmla="*/ 110240 h 271"/>
                                  <a:gd name="T56" fmla="*/ 49397 w 201"/>
                                  <a:gd name="T57" fmla="*/ 110240 h 271"/>
                                  <a:gd name="T58" fmla="*/ 58877 w 201"/>
                                  <a:gd name="T59" fmla="*/ 106213 h 271"/>
                                  <a:gd name="T60" fmla="*/ 61871 w 201"/>
                                  <a:gd name="T61" fmla="*/ 101179 h 271"/>
                                  <a:gd name="T62" fmla="*/ 62869 w 201"/>
                                  <a:gd name="T63" fmla="*/ 97152 h 271"/>
                                  <a:gd name="T64" fmla="*/ 59875 w 201"/>
                                  <a:gd name="T65" fmla="*/ 89602 h 271"/>
                                  <a:gd name="T66" fmla="*/ 52890 w 201"/>
                                  <a:gd name="T67" fmla="*/ 84568 h 271"/>
                                  <a:gd name="T68" fmla="*/ 31933 w 201"/>
                                  <a:gd name="T69" fmla="*/ 78024 h 271"/>
                                  <a:gd name="T70" fmla="*/ 14470 w 201"/>
                                  <a:gd name="T71" fmla="*/ 69970 h 271"/>
                                  <a:gd name="T72" fmla="*/ 5988 w 201"/>
                                  <a:gd name="T73" fmla="*/ 61412 h 271"/>
                                  <a:gd name="T74" fmla="*/ 998 w 201"/>
                                  <a:gd name="T75" fmla="*/ 48828 h 271"/>
                                  <a:gd name="T76" fmla="*/ 0 w 201"/>
                                  <a:gd name="T77" fmla="*/ 40774 h 271"/>
                                  <a:gd name="T78" fmla="*/ 1996 w 201"/>
                                  <a:gd name="T79" fmla="*/ 29196 h 271"/>
                                  <a:gd name="T80" fmla="*/ 5988 w 201"/>
                                  <a:gd name="T81" fmla="*/ 20135 h 271"/>
                                  <a:gd name="T82" fmla="*/ 11476 w 201"/>
                                  <a:gd name="T83" fmla="*/ 13591 h 271"/>
                                  <a:gd name="T84" fmla="*/ 27942 w 201"/>
                                  <a:gd name="T85" fmla="*/ 3524 h 271"/>
                                  <a:gd name="T86" fmla="*/ 48399 w 201"/>
                                  <a:gd name="T87" fmla="*/ 0 h 271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</a:gdLst>
                                <a:ahLst/>
                                <a:cxnLst>
                                  <a:cxn ang="T88">
                                    <a:pos x="T0" y="T1"/>
                                  </a:cxn>
                                  <a:cxn ang="T89">
                                    <a:pos x="T2" y="T3"/>
                                  </a:cxn>
                                  <a:cxn ang="T90">
                                    <a:pos x="T4" y="T5"/>
                                  </a:cxn>
                                  <a:cxn ang="T91">
                                    <a:pos x="T6" y="T7"/>
                                  </a:cxn>
                                  <a:cxn ang="T92">
                                    <a:pos x="T8" y="T9"/>
                                  </a:cxn>
                                  <a:cxn ang="T93">
                                    <a:pos x="T10" y="T11"/>
                                  </a:cxn>
                                  <a:cxn ang="T94">
                                    <a:pos x="T12" y="T13"/>
                                  </a:cxn>
                                  <a:cxn ang="T95">
                                    <a:pos x="T14" y="T15"/>
                                  </a:cxn>
                                  <a:cxn ang="T96">
                                    <a:pos x="T16" y="T17"/>
                                  </a:cxn>
                                  <a:cxn ang="T97">
                                    <a:pos x="T18" y="T19"/>
                                  </a:cxn>
                                  <a:cxn ang="T98">
                                    <a:pos x="T20" y="T21"/>
                                  </a:cxn>
                                  <a:cxn ang="T99">
                                    <a:pos x="T22" y="T23"/>
                                  </a:cxn>
                                  <a:cxn ang="T100">
                                    <a:pos x="T24" y="T25"/>
                                  </a:cxn>
                                  <a:cxn ang="T101">
                                    <a:pos x="T26" y="T27"/>
                                  </a:cxn>
                                  <a:cxn ang="T102">
                                    <a:pos x="T28" y="T29"/>
                                  </a:cxn>
                                  <a:cxn ang="T103">
                                    <a:pos x="T30" y="T31"/>
                                  </a:cxn>
                                  <a:cxn ang="T104">
                                    <a:pos x="T32" y="T33"/>
                                  </a:cxn>
                                  <a:cxn ang="T105">
                                    <a:pos x="T34" y="T35"/>
                                  </a:cxn>
                                  <a:cxn ang="T106">
                                    <a:pos x="T36" y="T37"/>
                                  </a:cxn>
                                  <a:cxn ang="T107">
                                    <a:pos x="T38" y="T39"/>
                                  </a:cxn>
                                  <a:cxn ang="T108">
                                    <a:pos x="T40" y="T41"/>
                                  </a:cxn>
                                  <a:cxn ang="T109">
                                    <a:pos x="T42" y="T43"/>
                                  </a:cxn>
                                  <a:cxn ang="T110">
                                    <a:pos x="T44" y="T45"/>
                                  </a:cxn>
                                  <a:cxn ang="T111">
                                    <a:pos x="T46" y="T47"/>
                                  </a:cxn>
                                  <a:cxn ang="T112">
                                    <a:pos x="T48" y="T49"/>
                                  </a:cxn>
                                  <a:cxn ang="T113">
                                    <a:pos x="T50" y="T51"/>
                                  </a:cxn>
                                  <a:cxn ang="T114">
                                    <a:pos x="T52" y="T53"/>
                                  </a:cxn>
                                  <a:cxn ang="T115">
                                    <a:pos x="T54" y="T55"/>
                                  </a:cxn>
                                  <a:cxn ang="T116">
                                    <a:pos x="T56" y="T57"/>
                                  </a:cxn>
                                  <a:cxn ang="T117">
                                    <a:pos x="T58" y="T59"/>
                                  </a:cxn>
                                  <a:cxn ang="T118">
                                    <a:pos x="T60" y="T61"/>
                                  </a:cxn>
                                  <a:cxn ang="T119">
                                    <a:pos x="T62" y="T63"/>
                                  </a:cxn>
                                  <a:cxn ang="T120">
                                    <a:pos x="T64" y="T65"/>
                                  </a:cxn>
                                  <a:cxn ang="T121">
                                    <a:pos x="T66" y="T67"/>
                                  </a:cxn>
                                  <a:cxn ang="T122">
                                    <a:pos x="T68" y="T69"/>
                                  </a:cxn>
                                  <a:cxn ang="T123">
                                    <a:pos x="T70" y="T71"/>
                                  </a:cxn>
                                  <a:cxn ang="T124">
                                    <a:pos x="T72" y="T73"/>
                                  </a:cxn>
                                  <a:cxn ang="T125">
                                    <a:pos x="T74" y="T75"/>
                                  </a:cxn>
                                  <a:cxn ang="T126">
                                    <a:pos x="T76" y="T77"/>
                                  </a:cxn>
                                  <a:cxn ang="T127">
                                    <a:pos x="T78" y="T79"/>
                                  </a:cxn>
                                  <a:cxn ang="T128">
                                    <a:pos x="T80" y="T81"/>
                                  </a:cxn>
                                  <a:cxn ang="T129">
                                    <a:pos x="T82" y="T83"/>
                                  </a:cxn>
                                  <a:cxn ang="T130">
                                    <a:pos x="T84" y="T85"/>
                                  </a:cxn>
                                  <a:cxn ang="T131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01" h="271">
                                    <a:moveTo>
                                      <a:pt x="116" y="0"/>
                                    </a:moveTo>
                                    <a:lnTo>
                                      <a:pt x="116" y="0"/>
                                    </a:lnTo>
                                    <a:lnTo>
                                      <a:pt x="153" y="2"/>
                                    </a:lnTo>
                                    <a:lnTo>
                                      <a:pt x="170" y="4"/>
                                    </a:lnTo>
                                    <a:lnTo>
                                      <a:pt x="185" y="7"/>
                                    </a:lnTo>
                                    <a:lnTo>
                                      <a:pt x="180" y="64"/>
                                    </a:lnTo>
                                    <a:lnTo>
                                      <a:pt x="166" y="58"/>
                                    </a:lnTo>
                                    <a:lnTo>
                                      <a:pt x="153" y="54"/>
                                    </a:lnTo>
                                    <a:lnTo>
                                      <a:pt x="137" y="52"/>
                                    </a:lnTo>
                                    <a:lnTo>
                                      <a:pt x="122" y="52"/>
                                    </a:lnTo>
                                    <a:lnTo>
                                      <a:pt x="106" y="52"/>
                                    </a:lnTo>
                                    <a:lnTo>
                                      <a:pt x="91" y="54"/>
                                    </a:lnTo>
                                    <a:lnTo>
                                      <a:pt x="83" y="56"/>
                                    </a:lnTo>
                                    <a:lnTo>
                                      <a:pt x="77" y="62"/>
                                    </a:lnTo>
                                    <a:lnTo>
                                      <a:pt x="73" y="67"/>
                                    </a:lnTo>
                                    <a:lnTo>
                                      <a:pt x="73" y="75"/>
                                    </a:lnTo>
                                    <a:lnTo>
                                      <a:pt x="73" y="81"/>
                                    </a:lnTo>
                                    <a:lnTo>
                                      <a:pt x="79" y="87"/>
                                    </a:lnTo>
                                    <a:lnTo>
                                      <a:pt x="85" y="93"/>
                                    </a:lnTo>
                                    <a:lnTo>
                                      <a:pt x="93" y="97"/>
                                    </a:lnTo>
                                    <a:lnTo>
                                      <a:pt x="114" y="102"/>
                                    </a:lnTo>
                                    <a:lnTo>
                                      <a:pt x="137" y="110"/>
                                    </a:lnTo>
                                    <a:lnTo>
                                      <a:pt x="160" y="120"/>
                                    </a:lnTo>
                                    <a:lnTo>
                                      <a:pt x="170" y="126"/>
                                    </a:lnTo>
                                    <a:lnTo>
                                      <a:pt x="180" y="133"/>
                                    </a:lnTo>
                                    <a:lnTo>
                                      <a:pt x="189" y="143"/>
                                    </a:lnTo>
                                    <a:lnTo>
                                      <a:pt x="195" y="155"/>
                                    </a:lnTo>
                                    <a:lnTo>
                                      <a:pt x="199" y="168"/>
                                    </a:lnTo>
                                    <a:lnTo>
                                      <a:pt x="201" y="184"/>
                                    </a:lnTo>
                                    <a:lnTo>
                                      <a:pt x="199" y="197"/>
                                    </a:lnTo>
                                    <a:lnTo>
                                      <a:pt x="197" y="209"/>
                                    </a:lnTo>
                                    <a:lnTo>
                                      <a:pt x="195" y="219"/>
                                    </a:lnTo>
                                    <a:lnTo>
                                      <a:pt x="191" y="228"/>
                                    </a:lnTo>
                                    <a:lnTo>
                                      <a:pt x="185" y="236"/>
                                    </a:lnTo>
                                    <a:lnTo>
                                      <a:pt x="180" y="244"/>
                                    </a:lnTo>
                                    <a:lnTo>
                                      <a:pt x="172" y="250"/>
                                    </a:lnTo>
                                    <a:lnTo>
                                      <a:pt x="164" y="254"/>
                                    </a:lnTo>
                                    <a:lnTo>
                                      <a:pt x="147" y="263"/>
                                    </a:lnTo>
                                    <a:lnTo>
                                      <a:pt x="126" y="267"/>
                                    </a:lnTo>
                                    <a:lnTo>
                                      <a:pt x="104" y="271"/>
                                    </a:lnTo>
                                    <a:lnTo>
                                      <a:pt x="81" y="271"/>
                                    </a:lnTo>
                                    <a:lnTo>
                                      <a:pt x="64" y="271"/>
                                    </a:lnTo>
                                    <a:lnTo>
                                      <a:pt x="43" y="269"/>
                                    </a:lnTo>
                                    <a:lnTo>
                                      <a:pt x="21" y="265"/>
                                    </a:lnTo>
                                    <a:lnTo>
                                      <a:pt x="4" y="259"/>
                                    </a:lnTo>
                                    <a:lnTo>
                                      <a:pt x="10" y="201"/>
                                    </a:lnTo>
                                    <a:lnTo>
                                      <a:pt x="25" y="209"/>
                                    </a:lnTo>
                                    <a:lnTo>
                                      <a:pt x="43" y="215"/>
                                    </a:lnTo>
                                    <a:lnTo>
                                      <a:pt x="62" y="219"/>
                                    </a:lnTo>
                                    <a:lnTo>
                                      <a:pt x="81" y="219"/>
                                    </a:lnTo>
                                    <a:lnTo>
                                      <a:pt x="99" y="219"/>
                                    </a:lnTo>
                                    <a:lnTo>
                                      <a:pt x="112" y="215"/>
                                    </a:lnTo>
                                    <a:lnTo>
                                      <a:pt x="118" y="211"/>
                                    </a:lnTo>
                                    <a:lnTo>
                                      <a:pt x="122" y="205"/>
                                    </a:lnTo>
                                    <a:lnTo>
                                      <a:pt x="124" y="201"/>
                                    </a:lnTo>
                                    <a:lnTo>
                                      <a:pt x="126" y="193"/>
                                    </a:lnTo>
                                    <a:lnTo>
                                      <a:pt x="124" y="186"/>
                                    </a:lnTo>
                                    <a:lnTo>
                                      <a:pt x="120" y="178"/>
                                    </a:lnTo>
                                    <a:lnTo>
                                      <a:pt x="114" y="172"/>
                                    </a:lnTo>
                                    <a:lnTo>
                                      <a:pt x="106" y="168"/>
                                    </a:lnTo>
                                    <a:lnTo>
                                      <a:pt x="85" y="161"/>
                                    </a:lnTo>
                                    <a:lnTo>
                                      <a:pt x="64" y="155"/>
                                    </a:lnTo>
                                    <a:lnTo>
                                      <a:pt x="41" y="145"/>
                                    </a:lnTo>
                                    <a:lnTo>
                                      <a:pt x="29" y="139"/>
                                    </a:lnTo>
                                    <a:lnTo>
                                      <a:pt x="19" y="131"/>
                                    </a:lnTo>
                                    <a:lnTo>
                                      <a:pt x="12" y="122"/>
                                    </a:lnTo>
                                    <a:lnTo>
                                      <a:pt x="6" y="110"/>
                                    </a:lnTo>
                                    <a:lnTo>
                                      <a:pt x="2" y="97"/>
                                    </a:lnTo>
                                    <a:lnTo>
                                      <a:pt x="0" y="81"/>
                                    </a:lnTo>
                                    <a:lnTo>
                                      <a:pt x="2" y="69"/>
                                    </a:lnTo>
                                    <a:lnTo>
                                      <a:pt x="4" y="58"/>
                                    </a:lnTo>
                                    <a:lnTo>
                                      <a:pt x="8" y="48"/>
                                    </a:lnTo>
                                    <a:lnTo>
                                      <a:pt x="12" y="40"/>
                                    </a:lnTo>
                                    <a:lnTo>
                                      <a:pt x="17" y="33"/>
                                    </a:lnTo>
                                    <a:lnTo>
                                      <a:pt x="23" y="27"/>
                                    </a:lnTo>
                                    <a:lnTo>
                                      <a:pt x="39" y="15"/>
                                    </a:lnTo>
                                    <a:lnTo>
                                      <a:pt x="56" y="7"/>
                                    </a:lnTo>
                                    <a:lnTo>
                                      <a:pt x="75" y="4"/>
                                    </a:lnTo>
                                    <a:lnTo>
                                      <a:pt x="97" y="0"/>
                                    </a:lnTo>
                                    <a:lnTo>
                                      <a:pt x="11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Freeform 221"/>
                            <wps:cNvSpPr>
                              <a:spLocks/>
                            </wps:cNvSpPr>
                            <wps:spPr bwMode="auto">
                              <a:xfrm>
                                <a:off x="0" y="178534"/>
                                <a:ext cx="100203" cy="136426"/>
                              </a:xfrm>
                              <a:custGeom>
                                <a:avLst/>
                                <a:gdLst>
                                  <a:gd name="T0" fmla="*/ 57879 w 201"/>
                                  <a:gd name="T1" fmla="*/ 0 h 271"/>
                                  <a:gd name="T2" fmla="*/ 84823 w 201"/>
                                  <a:gd name="T3" fmla="*/ 2014 h 271"/>
                                  <a:gd name="T4" fmla="*/ 89813 w 201"/>
                                  <a:gd name="T5" fmla="*/ 32216 h 271"/>
                                  <a:gd name="T6" fmla="*/ 82827 w 201"/>
                                  <a:gd name="T7" fmla="*/ 29196 h 271"/>
                                  <a:gd name="T8" fmla="*/ 68358 w 201"/>
                                  <a:gd name="T9" fmla="*/ 26176 h 271"/>
                                  <a:gd name="T10" fmla="*/ 60873 w 201"/>
                                  <a:gd name="T11" fmla="*/ 26176 h 271"/>
                                  <a:gd name="T12" fmla="*/ 45405 w 201"/>
                                  <a:gd name="T13" fmla="*/ 27183 h 271"/>
                                  <a:gd name="T14" fmla="*/ 38420 w 201"/>
                                  <a:gd name="T15" fmla="*/ 31210 h 271"/>
                                  <a:gd name="T16" fmla="*/ 36424 w 201"/>
                                  <a:gd name="T17" fmla="*/ 37754 h 271"/>
                                  <a:gd name="T18" fmla="*/ 36424 w 201"/>
                                  <a:gd name="T19" fmla="*/ 40774 h 271"/>
                                  <a:gd name="T20" fmla="*/ 42412 w 201"/>
                                  <a:gd name="T21" fmla="*/ 46814 h 271"/>
                                  <a:gd name="T22" fmla="*/ 56881 w 201"/>
                                  <a:gd name="T23" fmla="*/ 51345 h 271"/>
                                  <a:gd name="T24" fmla="*/ 79834 w 201"/>
                                  <a:gd name="T25" fmla="*/ 60406 h 271"/>
                                  <a:gd name="T26" fmla="*/ 89813 w 201"/>
                                  <a:gd name="T27" fmla="*/ 66950 h 271"/>
                                  <a:gd name="T28" fmla="*/ 97297 w 201"/>
                                  <a:gd name="T29" fmla="*/ 78024 h 271"/>
                                  <a:gd name="T30" fmla="*/ 100291 w 201"/>
                                  <a:gd name="T31" fmla="*/ 92622 h 271"/>
                                  <a:gd name="T32" fmla="*/ 99293 w 201"/>
                                  <a:gd name="T33" fmla="*/ 99166 h 271"/>
                                  <a:gd name="T34" fmla="*/ 97297 w 201"/>
                                  <a:gd name="T35" fmla="*/ 110240 h 271"/>
                                  <a:gd name="T36" fmla="*/ 92308 w 201"/>
                                  <a:gd name="T37" fmla="*/ 118798 h 271"/>
                                  <a:gd name="T38" fmla="*/ 85821 w 201"/>
                                  <a:gd name="T39" fmla="*/ 125845 h 271"/>
                                  <a:gd name="T40" fmla="*/ 73347 w 201"/>
                                  <a:gd name="T41" fmla="*/ 132389 h 271"/>
                                  <a:gd name="T42" fmla="*/ 51892 w 201"/>
                                  <a:gd name="T43" fmla="*/ 136416 h 271"/>
                                  <a:gd name="T44" fmla="*/ 40416 w 201"/>
                                  <a:gd name="T45" fmla="*/ 136416 h 271"/>
                                  <a:gd name="T46" fmla="*/ 21455 w 201"/>
                                  <a:gd name="T47" fmla="*/ 135409 h 271"/>
                                  <a:gd name="T48" fmla="*/ 1996 w 201"/>
                                  <a:gd name="T49" fmla="*/ 130375 h 271"/>
                                  <a:gd name="T50" fmla="*/ 4990 w 201"/>
                                  <a:gd name="T51" fmla="*/ 101179 h 271"/>
                                  <a:gd name="T52" fmla="*/ 21455 w 201"/>
                                  <a:gd name="T53" fmla="*/ 108227 h 271"/>
                                  <a:gd name="T54" fmla="*/ 40416 w 201"/>
                                  <a:gd name="T55" fmla="*/ 110240 h 271"/>
                                  <a:gd name="T56" fmla="*/ 49397 w 201"/>
                                  <a:gd name="T57" fmla="*/ 110240 h 271"/>
                                  <a:gd name="T58" fmla="*/ 58877 w 201"/>
                                  <a:gd name="T59" fmla="*/ 106213 h 271"/>
                                  <a:gd name="T60" fmla="*/ 61871 w 201"/>
                                  <a:gd name="T61" fmla="*/ 101179 h 271"/>
                                  <a:gd name="T62" fmla="*/ 62869 w 201"/>
                                  <a:gd name="T63" fmla="*/ 97152 h 271"/>
                                  <a:gd name="T64" fmla="*/ 59875 w 201"/>
                                  <a:gd name="T65" fmla="*/ 89602 h 271"/>
                                  <a:gd name="T66" fmla="*/ 52890 w 201"/>
                                  <a:gd name="T67" fmla="*/ 84568 h 271"/>
                                  <a:gd name="T68" fmla="*/ 31933 w 201"/>
                                  <a:gd name="T69" fmla="*/ 78024 h 271"/>
                                  <a:gd name="T70" fmla="*/ 14470 w 201"/>
                                  <a:gd name="T71" fmla="*/ 69970 h 271"/>
                                  <a:gd name="T72" fmla="*/ 5988 w 201"/>
                                  <a:gd name="T73" fmla="*/ 61412 h 271"/>
                                  <a:gd name="T74" fmla="*/ 998 w 201"/>
                                  <a:gd name="T75" fmla="*/ 48828 h 271"/>
                                  <a:gd name="T76" fmla="*/ 0 w 201"/>
                                  <a:gd name="T77" fmla="*/ 40774 h 271"/>
                                  <a:gd name="T78" fmla="*/ 1996 w 201"/>
                                  <a:gd name="T79" fmla="*/ 29196 h 271"/>
                                  <a:gd name="T80" fmla="*/ 5988 w 201"/>
                                  <a:gd name="T81" fmla="*/ 20135 h 271"/>
                                  <a:gd name="T82" fmla="*/ 11476 w 201"/>
                                  <a:gd name="T83" fmla="*/ 13591 h 271"/>
                                  <a:gd name="T84" fmla="*/ 27942 w 201"/>
                                  <a:gd name="T85" fmla="*/ 3524 h 271"/>
                                  <a:gd name="T86" fmla="*/ 48399 w 201"/>
                                  <a:gd name="T87" fmla="*/ 0 h 271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</a:gdLst>
                                <a:ahLst/>
                                <a:cxnLst>
                                  <a:cxn ang="T88">
                                    <a:pos x="T0" y="T1"/>
                                  </a:cxn>
                                  <a:cxn ang="T89">
                                    <a:pos x="T2" y="T3"/>
                                  </a:cxn>
                                  <a:cxn ang="T90">
                                    <a:pos x="T4" y="T5"/>
                                  </a:cxn>
                                  <a:cxn ang="T91">
                                    <a:pos x="T6" y="T7"/>
                                  </a:cxn>
                                  <a:cxn ang="T92">
                                    <a:pos x="T8" y="T9"/>
                                  </a:cxn>
                                  <a:cxn ang="T93">
                                    <a:pos x="T10" y="T11"/>
                                  </a:cxn>
                                  <a:cxn ang="T94">
                                    <a:pos x="T12" y="T13"/>
                                  </a:cxn>
                                  <a:cxn ang="T95">
                                    <a:pos x="T14" y="T15"/>
                                  </a:cxn>
                                  <a:cxn ang="T96">
                                    <a:pos x="T16" y="T17"/>
                                  </a:cxn>
                                  <a:cxn ang="T97">
                                    <a:pos x="T18" y="T19"/>
                                  </a:cxn>
                                  <a:cxn ang="T98">
                                    <a:pos x="T20" y="T21"/>
                                  </a:cxn>
                                  <a:cxn ang="T99">
                                    <a:pos x="T22" y="T23"/>
                                  </a:cxn>
                                  <a:cxn ang="T100">
                                    <a:pos x="T24" y="T25"/>
                                  </a:cxn>
                                  <a:cxn ang="T101">
                                    <a:pos x="T26" y="T27"/>
                                  </a:cxn>
                                  <a:cxn ang="T102">
                                    <a:pos x="T28" y="T29"/>
                                  </a:cxn>
                                  <a:cxn ang="T103">
                                    <a:pos x="T30" y="T31"/>
                                  </a:cxn>
                                  <a:cxn ang="T104">
                                    <a:pos x="T32" y="T33"/>
                                  </a:cxn>
                                  <a:cxn ang="T105">
                                    <a:pos x="T34" y="T35"/>
                                  </a:cxn>
                                  <a:cxn ang="T106">
                                    <a:pos x="T36" y="T37"/>
                                  </a:cxn>
                                  <a:cxn ang="T107">
                                    <a:pos x="T38" y="T39"/>
                                  </a:cxn>
                                  <a:cxn ang="T108">
                                    <a:pos x="T40" y="T41"/>
                                  </a:cxn>
                                  <a:cxn ang="T109">
                                    <a:pos x="T42" y="T43"/>
                                  </a:cxn>
                                  <a:cxn ang="T110">
                                    <a:pos x="T44" y="T45"/>
                                  </a:cxn>
                                  <a:cxn ang="T111">
                                    <a:pos x="T46" y="T47"/>
                                  </a:cxn>
                                  <a:cxn ang="T112">
                                    <a:pos x="T48" y="T49"/>
                                  </a:cxn>
                                  <a:cxn ang="T113">
                                    <a:pos x="T50" y="T51"/>
                                  </a:cxn>
                                  <a:cxn ang="T114">
                                    <a:pos x="T52" y="T53"/>
                                  </a:cxn>
                                  <a:cxn ang="T115">
                                    <a:pos x="T54" y="T55"/>
                                  </a:cxn>
                                  <a:cxn ang="T116">
                                    <a:pos x="T56" y="T57"/>
                                  </a:cxn>
                                  <a:cxn ang="T117">
                                    <a:pos x="T58" y="T59"/>
                                  </a:cxn>
                                  <a:cxn ang="T118">
                                    <a:pos x="T60" y="T61"/>
                                  </a:cxn>
                                  <a:cxn ang="T119">
                                    <a:pos x="T62" y="T63"/>
                                  </a:cxn>
                                  <a:cxn ang="T120">
                                    <a:pos x="T64" y="T65"/>
                                  </a:cxn>
                                  <a:cxn ang="T121">
                                    <a:pos x="T66" y="T67"/>
                                  </a:cxn>
                                  <a:cxn ang="T122">
                                    <a:pos x="T68" y="T69"/>
                                  </a:cxn>
                                  <a:cxn ang="T123">
                                    <a:pos x="T70" y="T71"/>
                                  </a:cxn>
                                  <a:cxn ang="T124">
                                    <a:pos x="T72" y="T73"/>
                                  </a:cxn>
                                  <a:cxn ang="T125">
                                    <a:pos x="T74" y="T75"/>
                                  </a:cxn>
                                  <a:cxn ang="T126">
                                    <a:pos x="T76" y="T77"/>
                                  </a:cxn>
                                  <a:cxn ang="T127">
                                    <a:pos x="T78" y="T79"/>
                                  </a:cxn>
                                  <a:cxn ang="T128">
                                    <a:pos x="T80" y="T81"/>
                                  </a:cxn>
                                  <a:cxn ang="T129">
                                    <a:pos x="T82" y="T83"/>
                                  </a:cxn>
                                  <a:cxn ang="T130">
                                    <a:pos x="T84" y="T85"/>
                                  </a:cxn>
                                  <a:cxn ang="T131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01" h="271">
                                    <a:moveTo>
                                      <a:pt x="116" y="0"/>
                                    </a:moveTo>
                                    <a:lnTo>
                                      <a:pt x="116" y="0"/>
                                    </a:lnTo>
                                    <a:lnTo>
                                      <a:pt x="153" y="2"/>
                                    </a:lnTo>
                                    <a:lnTo>
                                      <a:pt x="170" y="4"/>
                                    </a:lnTo>
                                    <a:lnTo>
                                      <a:pt x="185" y="7"/>
                                    </a:lnTo>
                                    <a:lnTo>
                                      <a:pt x="180" y="64"/>
                                    </a:lnTo>
                                    <a:lnTo>
                                      <a:pt x="166" y="58"/>
                                    </a:lnTo>
                                    <a:lnTo>
                                      <a:pt x="153" y="54"/>
                                    </a:lnTo>
                                    <a:lnTo>
                                      <a:pt x="137" y="52"/>
                                    </a:lnTo>
                                    <a:lnTo>
                                      <a:pt x="122" y="52"/>
                                    </a:lnTo>
                                    <a:lnTo>
                                      <a:pt x="106" y="52"/>
                                    </a:lnTo>
                                    <a:lnTo>
                                      <a:pt x="91" y="54"/>
                                    </a:lnTo>
                                    <a:lnTo>
                                      <a:pt x="83" y="56"/>
                                    </a:lnTo>
                                    <a:lnTo>
                                      <a:pt x="77" y="62"/>
                                    </a:lnTo>
                                    <a:lnTo>
                                      <a:pt x="73" y="67"/>
                                    </a:lnTo>
                                    <a:lnTo>
                                      <a:pt x="73" y="75"/>
                                    </a:lnTo>
                                    <a:lnTo>
                                      <a:pt x="73" y="81"/>
                                    </a:lnTo>
                                    <a:lnTo>
                                      <a:pt x="79" y="87"/>
                                    </a:lnTo>
                                    <a:lnTo>
                                      <a:pt x="85" y="93"/>
                                    </a:lnTo>
                                    <a:lnTo>
                                      <a:pt x="93" y="97"/>
                                    </a:lnTo>
                                    <a:lnTo>
                                      <a:pt x="114" y="102"/>
                                    </a:lnTo>
                                    <a:lnTo>
                                      <a:pt x="137" y="110"/>
                                    </a:lnTo>
                                    <a:lnTo>
                                      <a:pt x="160" y="120"/>
                                    </a:lnTo>
                                    <a:lnTo>
                                      <a:pt x="170" y="126"/>
                                    </a:lnTo>
                                    <a:lnTo>
                                      <a:pt x="180" y="133"/>
                                    </a:lnTo>
                                    <a:lnTo>
                                      <a:pt x="189" y="143"/>
                                    </a:lnTo>
                                    <a:lnTo>
                                      <a:pt x="195" y="155"/>
                                    </a:lnTo>
                                    <a:lnTo>
                                      <a:pt x="199" y="168"/>
                                    </a:lnTo>
                                    <a:lnTo>
                                      <a:pt x="201" y="184"/>
                                    </a:lnTo>
                                    <a:lnTo>
                                      <a:pt x="199" y="197"/>
                                    </a:lnTo>
                                    <a:lnTo>
                                      <a:pt x="197" y="209"/>
                                    </a:lnTo>
                                    <a:lnTo>
                                      <a:pt x="195" y="219"/>
                                    </a:lnTo>
                                    <a:lnTo>
                                      <a:pt x="191" y="228"/>
                                    </a:lnTo>
                                    <a:lnTo>
                                      <a:pt x="185" y="236"/>
                                    </a:lnTo>
                                    <a:lnTo>
                                      <a:pt x="180" y="244"/>
                                    </a:lnTo>
                                    <a:lnTo>
                                      <a:pt x="172" y="250"/>
                                    </a:lnTo>
                                    <a:lnTo>
                                      <a:pt x="164" y="254"/>
                                    </a:lnTo>
                                    <a:lnTo>
                                      <a:pt x="147" y="263"/>
                                    </a:lnTo>
                                    <a:lnTo>
                                      <a:pt x="126" y="267"/>
                                    </a:lnTo>
                                    <a:lnTo>
                                      <a:pt x="104" y="271"/>
                                    </a:lnTo>
                                    <a:lnTo>
                                      <a:pt x="81" y="271"/>
                                    </a:lnTo>
                                    <a:lnTo>
                                      <a:pt x="64" y="271"/>
                                    </a:lnTo>
                                    <a:lnTo>
                                      <a:pt x="43" y="269"/>
                                    </a:lnTo>
                                    <a:lnTo>
                                      <a:pt x="21" y="265"/>
                                    </a:lnTo>
                                    <a:lnTo>
                                      <a:pt x="4" y="259"/>
                                    </a:lnTo>
                                    <a:lnTo>
                                      <a:pt x="10" y="201"/>
                                    </a:lnTo>
                                    <a:lnTo>
                                      <a:pt x="25" y="209"/>
                                    </a:lnTo>
                                    <a:lnTo>
                                      <a:pt x="43" y="215"/>
                                    </a:lnTo>
                                    <a:lnTo>
                                      <a:pt x="62" y="219"/>
                                    </a:lnTo>
                                    <a:lnTo>
                                      <a:pt x="81" y="219"/>
                                    </a:lnTo>
                                    <a:lnTo>
                                      <a:pt x="99" y="219"/>
                                    </a:lnTo>
                                    <a:lnTo>
                                      <a:pt x="112" y="215"/>
                                    </a:lnTo>
                                    <a:lnTo>
                                      <a:pt x="118" y="211"/>
                                    </a:lnTo>
                                    <a:lnTo>
                                      <a:pt x="122" y="205"/>
                                    </a:lnTo>
                                    <a:lnTo>
                                      <a:pt x="124" y="201"/>
                                    </a:lnTo>
                                    <a:lnTo>
                                      <a:pt x="126" y="193"/>
                                    </a:lnTo>
                                    <a:lnTo>
                                      <a:pt x="124" y="186"/>
                                    </a:lnTo>
                                    <a:lnTo>
                                      <a:pt x="120" y="178"/>
                                    </a:lnTo>
                                    <a:lnTo>
                                      <a:pt x="114" y="172"/>
                                    </a:lnTo>
                                    <a:lnTo>
                                      <a:pt x="106" y="168"/>
                                    </a:lnTo>
                                    <a:lnTo>
                                      <a:pt x="85" y="161"/>
                                    </a:lnTo>
                                    <a:lnTo>
                                      <a:pt x="64" y="155"/>
                                    </a:lnTo>
                                    <a:lnTo>
                                      <a:pt x="41" y="145"/>
                                    </a:lnTo>
                                    <a:lnTo>
                                      <a:pt x="29" y="139"/>
                                    </a:lnTo>
                                    <a:lnTo>
                                      <a:pt x="19" y="131"/>
                                    </a:lnTo>
                                    <a:lnTo>
                                      <a:pt x="12" y="122"/>
                                    </a:lnTo>
                                    <a:lnTo>
                                      <a:pt x="6" y="110"/>
                                    </a:lnTo>
                                    <a:lnTo>
                                      <a:pt x="2" y="97"/>
                                    </a:lnTo>
                                    <a:lnTo>
                                      <a:pt x="0" y="81"/>
                                    </a:lnTo>
                                    <a:lnTo>
                                      <a:pt x="2" y="69"/>
                                    </a:lnTo>
                                    <a:lnTo>
                                      <a:pt x="4" y="58"/>
                                    </a:lnTo>
                                    <a:lnTo>
                                      <a:pt x="8" y="48"/>
                                    </a:lnTo>
                                    <a:lnTo>
                                      <a:pt x="12" y="40"/>
                                    </a:lnTo>
                                    <a:lnTo>
                                      <a:pt x="17" y="33"/>
                                    </a:lnTo>
                                    <a:lnTo>
                                      <a:pt x="23" y="27"/>
                                    </a:lnTo>
                                    <a:lnTo>
                                      <a:pt x="39" y="15"/>
                                    </a:lnTo>
                                    <a:lnTo>
                                      <a:pt x="56" y="7"/>
                                    </a:lnTo>
                                    <a:lnTo>
                                      <a:pt x="75" y="4"/>
                                    </a:lnTo>
                                    <a:lnTo>
                                      <a:pt x="97" y="0"/>
                                    </a:lnTo>
                                    <a:lnTo>
                                      <a:pt x="116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55EF95B5" id="Plátno 247" o:spid="_x0000_s1026" editas="canvas" style="width:85.05pt;height:24.8pt;mso-position-horizontal-relative:char;mso-position-vertical-relative:line" coordsize="10801,3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10801;height:3149;visibility:visible;mso-wrap-style:square">
                      <v:fill o:detectmouseclick="t"/>
                      <v:path o:connecttype="none"/>
                    </v:shape>
                    <v:shape id="Freeform 210" o:spid="_x0000_s1028" style="position:absolute;left:8013;top:421;width:2788;height:2718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7mZL4A&#10;AADbAAAADwAAAGRycy9kb3ducmV2LnhtbERPTYvCMBC9L/gfwgje1tQiItUoRRA8KeoKHodmbKvN&#10;pCax1n+/OSzs8fG+l+veNKIj52vLCibjBARxYXXNpYKf8/Z7DsIHZI2NZVLwIQ/r1eBriZm2bz5S&#10;dwqliCHsM1RQhdBmUvqiIoN+bFviyN2sMxgidKXUDt8x3DQyTZKZNFhzbKiwpU1FxeP0Mgq6+XP6&#10;oLz2+exwTsLFmet9nyo1Gvb5AkSgPvyL/9w7rSCNY+OX+APk6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uu5mS+AAAA2wAAAA8AAAAAAAAAAAAAAAAAmAIAAGRycy9kb3ducmV2&#10;LnhtbFBLBQYAAAAABAAEAPUAAACDAwAAAAA=&#10;" path="m444,423r,54l112,477r,-54l276,256,444,423xm556,181r-203,l485,49,436,4,276,165,114,,69,47,201,181,,181r,62l201,243,46,396r,147l508,543r,-147l353,243r203,l556,181xe" fillcolor="black" stroked="f">
                      <v:path arrowok="t" o:connecttype="custom" o:connectlocs="111646958,106015271;111646958,119549295;28163219,119549295;28163219,106015271;69402380,64160577;111646958,106015271;139810177,45363738;88764562,45363738;121956873,12280902;109635120,1002298;69402380,41353545;28666179,0;17350344,11779252;50542656,45363738;0,45363738;0,60902358;50542656,60902358;11567063,99248509;11567063,136090713;127740154,136090713;127740154,99248509;88764562,60902358;139810177,60902358;139810177,45363738" o:connectangles="0,0,0,0,0,0,0,0,0,0,0,0,0,0,0,0,0,0,0,0,0,0,0,0"/>
                      <o:lock v:ext="edit" verticies="t"/>
                    </v:shape>
                    <v:shape id="Freeform 211" o:spid="_x0000_s1029" style="position:absolute;left:9076;width:662;height:662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C7kMMA&#10;AADbAAAADwAAAGRycy9kb3ducmV2LnhtbESPT4vCMBTE78J+h/CEvWmqsOJ2jSIugrB48M/F26N5&#10;ttHmpTSx7frpjSB4HGbmN8xs0dlSNFR741jBaJiAIM6cNpwrOB7WgykIH5A1lo5JwT95WMw/ejNM&#10;tWt5R80+5CJC2KeooAihSqX0WUEW/dBVxNE7u9piiLLOpa6xjXBbynGSTKRFw3GhwIpWBWXX/c0q&#10;MO3h9nW642VlTlvX/DXb3zzRSn32u+UPiEBdeIdf7Y1WMP6G55f4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C7kMMAAADbAAAADwAAAAAAAAAAAAAAAACYAgAAZHJzL2Rv&#10;d25yZXYueG1sUEsFBgAAAAAEAAQA9QAAAIgDAAAAAA==&#10;" path="m131,66r,l130,79r-4,14l120,103r-8,9l103,120r-12,8l79,132r-13,l52,132,41,128,29,120,19,112r-7,-9l6,93,2,79,,66,2,52,6,41,12,29,19,19,29,12,41,6,52,2,66,,79,2,91,6r12,6l112,19r8,10l126,41r4,11l131,66xe" fillcolor="#dc002e" stroked="f">
                      <v:path arrowok="t" o:connecttype="custom" o:connectlocs="33450708,16603913;33450708,16603913;33195502,19874434;32174172,23396263;30641924,25912357;28599264,28176140;26300892,30189115;23236902,32201589;20172406,33207826;16853210,33207826;16853210,33207826;13278302,33207826;10469518,32201589;7405022,30189115;4851444,28176140;3063990,25912357;1532248,23396263;510918,19874434;0,16603913;0,16603913;510918,13082084;1532248,10314681;3063990,7295469;4851444,4779876;7405022,3018711;10469518,1509355;13278302,503118;16853210,0;16853210,0;20172406,503118;23236902,1509355;26300892,3018711;28599264,4779876;30641924,7295469;32174172,10314681;33195502,13082084;33450708,16603913" o:connectangles="0,0,0,0,0,0,0,0,0,0,0,0,0,0,0,0,0,0,0,0,0,0,0,0,0,0,0,0,0,0,0,0,0,0,0,0,0"/>
                    </v:shape>
                    <v:shape id="Freeform 212" o:spid="_x0000_s1030" style="position:absolute;left:9076;width:662;height:662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oeaMEA&#10;AADbAAAADwAAAGRycy9kb3ducmV2LnhtbERPW2vCMBR+H/gfwhF8m6kdOKlGUcFtyHB4wedDc2yL&#10;zUlJoq3++uVhsMeP7z5bdKYWd3K+sqxgNExAEOdWV1woOB03rxMQPiBrrC2Tggd5WMx7LzPMtG15&#10;T/dDKEQMYZ+hgjKEJpPS5yUZ9EPbEEfuYp3BEKErpHbYxnBTyzRJxtJgxbGhxIbWJeXXw80oSD9b&#10;ud1NNh/H2u/M93N1/nl3qVKDfrecggjUhX/xn/tLK3iL6+OX+APk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aHmjBAAAA2wAAAA8AAAAAAAAAAAAAAAAAmAIAAGRycy9kb3du&#10;cmV2LnhtbFBLBQYAAAAABAAEAPUAAACGAwAAAAA=&#10;" path="m131,66r,l130,79r-4,14l120,103r-8,9l103,120r-12,8l79,132r-13,l52,132,41,128,29,120,19,112r-7,-9l6,93,2,79,,66,2,52,6,41,12,29,19,19,29,12,41,6,52,2,66,,79,2,91,6r12,6l112,19r8,10l126,41r4,11l131,66e" fillcolor="#e41a1f" stroked="f">
                      <v:path arrowok="t" o:connecttype="custom" o:connectlocs="33450708,16603913;33450708,16603913;33195502,19874434;32174172,23396263;30641924,25912357;28599264,28176140;26300892,30189115;23236902,32201589;20172406,33207826;16853210,33207826;16853210,33207826;13278302,33207826;10469518,32201589;7405022,30189115;4851444,28176140;3063990,25912357;1532248,23396263;510918,19874434;0,16603913;0,16603913;510918,13082084;1532248,10314681;3063990,7295469;4851444,4779876;7405022,3018711;10469518,1509355;13278302,503118;16853210,0;16853210,0;20172406,503118;23236902,1509355;26300892,3018711;28599264,4779876;30641924,7295469;32174172,10314681;33195502,13082084;33450708,16603913" o:connectangles="0,0,0,0,0,0,0,0,0,0,0,0,0,0,0,0,0,0,0,0,0,0,0,0,0,0,0,0,0,0,0,0,0,0,0,0,0"/>
                    </v:shape>
                    <v:shape id="Freeform 213" o:spid="_x0000_s1031" style="position:absolute;left:6017;top:1785;width:1334;height:1364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IgecMA&#10;AADbAAAADwAAAGRycy9kb3ducmV2LnhtbESPQYvCMBSE78L+h/AWvGnqCrpUo8ii4GnBKizeHs2z&#10;qTYvpYna7q83guBxmJlvmPmytZW4UeNLxwpGwwQEce50yYWCw34z+AbhA7LGyjEp6MjDcvHRm2Oq&#10;3Z13dMtCISKEfYoKTAh1KqXPDVn0Q1cTR+/kGoshyqaQusF7hNtKfiXJRFosOS4YrOnHUH7JrlbB&#10;pjxU6278ez4fr2T+3Do7Tf87pfqf7WoGIlAb3uFXe6sVjEfw/BJ/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IgecMAAADbAAAADwAAAAAAAAAAAAAAAACYAgAAZHJzL2Rv&#10;d25yZXYueG1sUEsFBgAAAAAEAAQA9QAAAIg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      <v:path arrowok="t" o:connecttype="custom" o:connectlocs="33448295,0;40741381,506941;47531444,1774041;53315460,4814680;58093931,8869200;62117617,13684384;64632733,19512442;65890041,26354885;66896088,34210204;65387018,45613605;63626687,51949108;60106025,57270729;55830577,61832190;51052106,65126551;44513805,67660248;37220218,68674130;33448295,68674130;25651683,68167189;18861620,66646870;13077604,63859450;8299133,59804930;4778471,54483309;1760331,48654747;503023,42066026;0,34210204;1006047,23060525;3269401,16725022;6287040,11150183;10562487,6841940;15843982,3294361;22382282,1013882;29172847,0;33448295,55496687;36717194,55496687;42752973,51949108;46022374,46120546;47531444,38264724;48034467,34210204;47028421,25847945;44513805,19006004;40238358,14697762;33448295,13177443;29675870,13177443;23640092,16725022;19867667,22553584;18358597,29902465;17855574,34210204;18861620,42066026;21376737,48907966;26154707,53976368;33448295,55496687" o:connectangles="0,0,0,0,0,0,0,0,0,0,0,0,0,0,0,0,0,0,0,0,0,0,0,0,0,0,0,0,0,0,0,0,0,0,0,0,0,0,0,0,0,0,0,0,0,0,0,0,0,0,0"/>
                      <o:lock v:ext="edit" verticies="t"/>
                    </v:shape>
                    <v:shape id="Freeform 214" o:spid="_x0000_s1032" style="position:absolute;left:6017;top:1785;width:1334;height:1364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0+1MQA&#10;AADbAAAADwAAAGRycy9kb3ducmV2LnhtbESPQWsCMRSE7wX/Q3iCt5qtFimrUYpiqRehWuj1uXlu&#10;VjcvS5Lubv31jVDocZiZb5jFqre1aMmHyrGCp3EGgrhwuuJSwedx+/gCIkRkjbVjUvBDAVbLwcMC&#10;c+06/qD2EEuRIBxyVGBibHIpQ2HIYhi7hjh5Z+ctxiR9KbXHLsFtLSdZNpMWK04LBhtaGyquh2+r&#10;4Kvr936n283tbXeZrY/29HwzJ6VGw/51DiJSH//Df+13rWA6gfuX9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9PtTEAAAA2w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      <v:path arrowok="t" o:connecttype="custom" o:connectlocs="33448295,0;40741381,506941;47531444,1774041;53315460,4814680;58093931,8869200;62117617,13684384;64632733,19512442;65890041,26354885;66896088,34210204;65387018,45613605;63626687,51949108;60106025,57270729;55830577,61832190;51052106,65126551;44513805,67660248;37220218,68674130;33448295,68674130;25651683,68167189;18861620,66646870;13077604,63859450;8299133,59804930;4778471,54483309;1760331,48654747;503023,42066026;0,34210204;1006047,23060525;3269401,16725022;6287040,11150183;10562487,6841940;15843982,3294361;22382282,1013882;29172847,0" o:connectangles="0,0,0,0,0,0,0,0,0,0,0,0,0,0,0,0,0,0,0,0,0,0,0,0,0,0,0,0,0,0,0,0"/>
                    </v:shape>
                    <v:shape id="Freeform 215" o:spid="_x0000_s1033" style="position:absolute;left:6378;top:2046;width:592;height:842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mQscQA&#10;AADbAAAADwAAAGRycy9kb3ducmV2LnhtbESPQWvCQBSE7wX/w/IEb3WjgVKiaxCxxNJT04J4e2Sf&#10;SUz2bZpdk/TfdwuFHoeZ+YbZppNpxUC9qy0rWC0jEMSF1TWXCj4/Xh6fQTiPrLG1TAq+yUG6mz1s&#10;MdF25Hcacl+KAGGXoILK+y6R0hUVGXRL2xEH72p7gz7IvpS6xzHATSvXUfQkDdYcFirs6FBR0eR3&#10;oyC7fRl/vpSxzC6vbZOPzXB8i5RazKf9BoSnyf+H/9onrSCO4fdL+AF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pkLHEAAAA2wAAAA8AAAAAAAAAAAAAAAAAmAIAAGRycy9k&#10;b3ducmV2LnhtbFBLBQYAAAAABAAEAPUAAACJAwAAAAA=&#10;" path="m62,167r,l75,167r14,-6l99,153r7,-12l112,130r4,-16l118,99r2,-16l118,66,116,50,112,37,106,23,99,14,89,6,75,,62,,47,,33,6,23,14r-9,9l8,37,4,50,2,66,,83,2,99r2,15l8,130r6,11l23,153r10,8l47,167r15,e" filled="f" stroked="f">
                      <v:path arrowok="t" o:connecttype="custom" o:connectlocs="15082696,42489746;15082696,42489746;18245563,42489746;21651158,40963268;24083867,38927963;25786911,35874503;27246240,33075708;28219620,29005100;28706063,25188653;29192506,21117540;29192506,21117540;28706063,16792267;28219620,12721659;27246240,9414038;25786911,5851751;24083867,3561782;21651158,1526478;18245563,0;15082696,0;15082696,0;11433880,0;8027791,1526478;5595082,3561782;3405595,5851751;1946266,9414038;972886,12721659;486443,16792267;0,21117540;0,21117540;486443,25188653;972886,29005100;1946266,33075708;3405595,35874503;5595082,38927963;8027791,40963268;11433880,42489746;15082696,42489746" o:connectangles="0,0,0,0,0,0,0,0,0,0,0,0,0,0,0,0,0,0,0,0,0,0,0,0,0,0,0,0,0,0,0,0,0,0,0,0,0"/>
                    </v:shape>
                    <v:shape id="Freeform 216" o:spid="_x0000_s1034" style="position:absolute;left:4603;top:1785;width:1163;height:1364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+J38QA&#10;AADbAAAADwAAAGRycy9kb3ducmV2LnhtbESPQWvCQBSE7wX/w/IEL6KbagkSXUULihQsVMXzI/tM&#10;QrJvw+6q8d+7hUKPw8x8wyxWnWnEnZyvLCt4HycgiHOrKy4UnE/b0QyED8gaG8uk4EkeVsve2wIz&#10;bR/8Q/djKESEsM9QQRlCm0np85IM+rFtiaN3tc5giNIVUjt8RLhp5CRJUmmw4rhQYkufJeX18WYU&#10;HL7P6W5af6W7SzcM9dbdJofNUKlBv1vPQQTqwn/4r73XCqYf8Psl/gC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/id/EAAAA2w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      <v:path arrowok="t" o:connecttype="custom" o:connectlocs="39049446,0;48938306,506941;57306153,17485182;52742102,15711644;43867251,13177443;39556450,13177443;31188604,14697762;24342276,19006004;20031979,25341004;18510461,34210204;19017466,39278606;22060502,47134428;28399322,52456049;36260164,55496687;41077969,55496687;49952820,54483309;58320162,51949108;58573917,65632988;50459825,68167189;39049446,68674130;32203118,68674130;22060502,66139929;15467425,63352509;10142615,58791048;5324810,53976368;1774769,47134428;507005,38771665;0,34210204;760759,25847945;2789282,19006004;6846328,13177443;11157128,8362763;16988943,4307739;23328266,1774041;30681599,506941" o:connectangles="0,0,0,0,0,0,0,0,0,0,0,0,0,0,0,0,0,0,0,0,0,0,0,0,0,0,0,0,0,0,0,0,0,0,0"/>
                    </v:shape>
                    <v:shape id="Freeform 217" o:spid="_x0000_s1035" style="position:absolute;left:4603;top:1785;width:1163;height:1364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/QtsQA&#10;AADbAAAADwAAAGRycy9kb3ducmV2LnhtbESPQWvCQBSE7wX/w/IEb3Wj1VJSVxGlIj0IpkKvj+xr&#10;Npp9G7JrjP56tyB4HGbmG2a26GwlWmp86VjBaJiAIM6dLrlQcPj5ev0A4QOyxsoxKbiSh8W89zLD&#10;VLsL76nNQiEihH2KCkwIdSqlzw1Z9ENXE0fvzzUWQ5RNIXWDlwi3lRwnybu0WHJcMFjTylB+ys5W&#10;wWZlqsnv/sC39WbH9fe6PU6zVqlBv1t+ggjUhWf40d5qBW9T+P8Sf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f0LbEAAAA2w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      <v:path arrowok="t" o:connecttype="custom" o:connectlocs="39049446,0;48938306,506941;57306153,17485182;52742102,15711644;43867251,13177443;39556450,13177443;31188604,14697762;24342276,19006004;20031979,25341004;18510461,34210204;19017466,39278606;22060502,47134428;28399322,52456049;36260164,55496687;41077969,55496687;49952820,54483309;58320162,51949108;58573917,65632988;50459825,68167189;39049446,68674130;32203118,68674130;22060502,66139929;15467425,63352509;10142615,58791048;5324810,53976368;1774769,47134428;507005,38771665;0,34210204;760759,25847945;2789282,19006004;6846328,13177443;11157128,8362763;16988943,4307739;23328266,1774041;30681599,506941" o:connectangles="0,0,0,0,0,0,0,0,0,0,0,0,0,0,0,0,0,0,0,0,0,0,0,0,0,0,0,0,0,0,0,0,0,0,0"/>
                    </v:shape>
                    <v:shape id="Freeform 218" o:spid="_x0000_s1036" style="position:absolute;left:3379;top:1795;width:953;height:1344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9vP8MA&#10;AADbAAAADwAAAGRycy9kb3ducmV2LnhtbESPT4vCMBTE74LfITxhL6KpK/6hNhURCh72srrCHp/N&#10;sy02L6VJtX77jbDgcZiZ3zDJtje1uFPrKssKZtMIBHFudcWFgp9TNlmDcB5ZY22ZFDzJwTYdDhKM&#10;tX3wN92PvhABwi5GBaX3TSyly0sy6Ka2IQ7e1bYGfZBtIXWLjwA3tfyMoqU0WHFYKLGhfUn57dgZ&#10;BV/coNlj9zvOutV5EV3OuxNmSn2M+t0GhKfev8P/7YNWMF/C60v4AT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9vP8MAAADbAAAADwAAAAAAAAAAAAAAAACYAgAAZHJzL2Rv&#10;d25yZXYueG1sUEsFBgAAAAAEAAQA9QAAAIgDAAAAAA==&#10;" path="m,l186,r,50l68,50r,54l178,104r,53l68,157r,58l190,215r,52l,267,,xe" fillcolor="black" stroked="f">
                      <v:path arrowok="t" o:connecttype="custom" o:connectlocs="0,0;46784243,0;46784243,12672294;17103879,12672294;17103879,26358572;44772346,26358572;44772346,39791606;17103879,39791606;17103879,54491870;47790442,54491870;47790442,67671156;0,67671156;0,0" o:connectangles="0,0,0,0,0,0,0,0,0,0,0,0,0"/>
                    </v:shape>
                    <v:shape id="Freeform 219" o:spid="_x0000_s1037" style="position:absolute;left:1243;top:1795;width:1866;height:1344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zAgsYA&#10;AADbAAAADwAAAGRycy9kb3ducmV2LnhtbESPUWvCQBCE3wX/w7FCX4peaqWV1FOqtGgphcaWPi+5&#10;NQnm9kJuq9Ff3xMKPg4z8w0zW3SuVgdqQ+XZwN0oAUWce1txYeD763U4BRUE2WLtmQycKMBi3u/N&#10;MLX+yBkdtlKoCOGQooFSpEm1DnlJDsPIN8TR2/nWoUTZFtq2eIxwV+txkjxohxXHhRIbWpWU77e/&#10;zsDL6Zy9fZ5vf94TWWcftFxqmXTG3Ay65ydQQp1cw//tjTVw/wiXL/EH6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zAgsYAAADbAAAADwAAAAAAAAAAAAAAAACYAgAAZHJz&#10;L2Rvd25yZXYueG1sUEsFBgAAAAAEAAQA9QAAAIsDAAAAAA==&#10;" path="m,l72,r33,203l107,203,141,r91,l269,203,304,r69,l311,267r-89,l186,62,151,267r-93,l,xe" fillcolor="black" stroked="f">
                      <v:path arrowok="t" o:connecttype="custom" o:connectlocs="0,0;18014233,0;26270923,51450419;26771207,51450419;35277539,0;58045973,0;67303231,51450419;76059705,0;93323512,0;77811200,67671156;55543551,67671156;46536435,15713745;37779961,67671156;14511243,67671156;0,0" o:connectangles="0,0,0,0,0,0,0,0,0,0,0,0,0,0,0"/>
                    </v:shape>
                    <v:shape id="Freeform 220" o:spid="_x0000_s1038" style="position:absolute;top:1785;width:1002;height:1364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ikhMEA&#10;AADbAAAADwAAAGRycy9kb3ducmV2LnhtbERPz2vCMBS+D/wfwhN2m6mVValGEWE4dhisU/D4aJ5N&#10;tXnpmqzt/vvlMNjx4/u92Y22ET11vnasYD5LQBCXTtdcKTh9vjytQPiArLFxTAp+yMNuO3nYYK7d&#10;wB/UF6ESMYR9jgpMCG0upS8NWfQz1xJH7uo6iyHCrpK6wyGG20amSZJJizXHBoMtHQyV9+LbKkhJ&#10;3k72+bjMEhrPF5l+3d7Nm1KP03G/BhFoDP/iP/erVrCIY+OX+AP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4opITBAAAA2wAAAA8AAAAAAAAAAAAAAAAAmAIAAGRycy9kb3du&#10;cmV2LnhtbFBLBQYAAAAABAAEAPUAAACG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      <v:path arrowok="t" o:connecttype="custom" o:connectlocs="28853977,0;42286165,1013882;44773791,16218081;41291114,14697762;34077993,13177443;30346553,13177443;22635409,13684384;19153230,15711644;18158179,19006004;18158179,20526324;21143332,23566962;28356452,25847945;39799036,30409406;44773791,33703766;48504733,39278606;49997309,46627487;49499783,49921848;48504733,55496687;46017605,59804930;42783690,63352509;36565122,66646870;25869324,68674130;20148281,68674130;10695798,68167189;995051,65632988;2487627,50935226;10695798,54483309;20148281,55496687;24625510,55496687;29351503,53469427;30844079,50935226;31341604,48907966;29849028,45107168;26366849,42572967;15919315,39278606;7213619,35224086;2985152,30915843;497525,24580844;0,20526324;995051,14697762;2985152,10136301;5721043,6841940;13929713,1774041;24127985,0" o:connectangles="0,0,0,0,0,0,0,0,0,0,0,0,0,0,0,0,0,0,0,0,0,0,0,0,0,0,0,0,0,0,0,0,0,0,0,0,0,0,0,0,0,0,0,0"/>
                    </v:shape>
                    <v:shape id="Freeform 221" o:spid="_x0000_s1039" style="position:absolute;top:1785;width:1002;height:1364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58VcMA&#10;AADbAAAADwAAAGRycy9kb3ducmV2LnhtbESPQYvCMBSE7wv+h/AEL7KmKixuNYqKwh7d6sXbs3m2&#10;xealNLHt+uuNsOBxmJlvmMWqM6VoqHaFZQXjUQSCOLW64EzB6bj/nIFwHlljaZkU/JGD1bL3scBY&#10;25Z/qUl8JgKEXYwKcu+rWEqX5mTQjWxFHLyrrQ36IOtM6hrbADelnETRlzRYcFjIsaJtTuktuRsF&#10;96FLthd9GJ67JtW7x6Zti8daqUG/W89BeOr8O/zf/tEKpt/w+hJ+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58VcMAAADbAAAADwAAAAAAAAAAAAAAAACYAgAAZHJzL2Rv&#10;d25yZXYueG1sUEsFBgAAAAAEAAQA9QAAAIg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      <v:path arrowok="t" o:connecttype="custom" o:connectlocs="28853977,0;42286165,1013882;44773791,16218081;41291114,14697762;34077993,13177443;30346553,13177443;22635409,13684384;19153230,15711644;18158179,19006004;18158179,20526324;21143332,23566962;28356452,25847945;39799036,30409406;44773791,33703766;48504733,39278606;49997309,46627487;49499783,49921848;48504733,55496687;46017605,59804930;42783690,63352509;36565122,66646870;25869324,68674130;20148281,68674130;10695798,68167189;995051,65632988;2487627,50935226;10695798,54483309;20148281,55496687;24625510,55496687;29351503,53469427;30844079,50935226;31341604,48907966;29849028,45107168;26366849,42572967;15919315,39278606;7213619,35224086;2985152,30915843;497525,24580844;0,20526324;995051,14697762;2985152,10136301;5721043,6841940;13929713,1774041;24127985,0" o:connectangles="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835" w:type="dxa"/>
          <w:tcBorders>
            <w:bottom w:val="single" w:sz="4" w:space="0" w:color="auto"/>
          </w:tcBorders>
          <w:tcMar>
            <w:left w:w="113" w:type="dxa"/>
            <w:bottom w:w="113" w:type="dxa"/>
          </w:tcMar>
          <w:vAlign w:val="bottom"/>
        </w:tcPr>
        <w:p w:rsidR="001415FD" w:rsidRPr="0037186F" w:rsidRDefault="001415FD" w:rsidP="00FE031B">
          <w:pPr>
            <w:jc w:val="center"/>
            <w:rPr>
              <w:color w:val="000000" w:themeColor="text1"/>
              <w:sz w:val="12"/>
            </w:rPr>
          </w:pPr>
        </w:p>
      </w:tc>
    </w:tr>
    <w:tr w:rsidR="00A0267A" w:rsidRPr="00AA14F6" w:rsidTr="00A0267A">
      <w:trPr>
        <w:trHeight w:val="227"/>
      </w:trPr>
      <w:tc>
        <w:tcPr>
          <w:tcW w:w="8504" w:type="dxa"/>
          <w:gridSpan w:val="3"/>
          <w:tcBorders>
            <w:top w:val="single" w:sz="4" w:space="0" w:color="auto"/>
          </w:tcBorders>
          <w:tcMar>
            <w:top w:w="57" w:type="dxa"/>
            <w:left w:w="113" w:type="dxa"/>
          </w:tcMar>
          <w:vAlign w:val="bottom"/>
        </w:tcPr>
        <w:p w:rsidR="00A0267A" w:rsidRPr="0037186F" w:rsidRDefault="00A0267A" w:rsidP="00A0267A">
          <w:pPr>
            <w:jc w:val="center"/>
            <w:rPr>
              <w:color w:val="000000" w:themeColor="text1"/>
              <w:sz w:val="12"/>
            </w:rPr>
          </w:pPr>
          <w:proofErr w:type="spellStart"/>
          <w:r w:rsidRPr="008A758D">
            <w:rPr>
              <w:b/>
              <w:color w:val="000000" w:themeColor="text1"/>
              <w:w w:val="102"/>
              <w:sz w:val="22"/>
              <w:szCs w:val="22"/>
            </w:rPr>
            <w:t>Sweco</w:t>
          </w:r>
          <w:proofErr w:type="spellEnd"/>
          <w:r w:rsidRPr="008A758D">
            <w:rPr>
              <w:b/>
              <w:color w:val="000000" w:themeColor="text1"/>
              <w:w w:val="102"/>
              <w:sz w:val="22"/>
              <w:szCs w:val="22"/>
            </w:rPr>
            <w:t xml:space="preserve"> </w:t>
          </w:r>
          <w:proofErr w:type="spellStart"/>
          <w:r w:rsidRPr="008A758D">
            <w:rPr>
              <w:b/>
              <w:color w:val="000000" w:themeColor="text1"/>
              <w:w w:val="102"/>
              <w:sz w:val="22"/>
              <w:szCs w:val="22"/>
            </w:rPr>
            <w:t>Hydroprojekt</w:t>
          </w:r>
          <w:proofErr w:type="spellEnd"/>
          <w:r w:rsidRPr="008A758D">
            <w:rPr>
              <w:b/>
              <w:color w:val="000000" w:themeColor="text1"/>
              <w:w w:val="102"/>
              <w:sz w:val="22"/>
              <w:szCs w:val="22"/>
            </w:rPr>
            <w:t xml:space="preserve"> a.s.</w:t>
          </w:r>
        </w:p>
      </w:tc>
    </w:tr>
    <w:tr w:rsidR="001415FD" w:rsidRPr="00AA14F6" w:rsidTr="00437F0A">
      <w:trPr>
        <w:trHeight w:val="702"/>
      </w:trPr>
      <w:tc>
        <w:tcPr>
          <w:tcW w:w="2834" w:type="dxa"/>
          <w:tcMar>
            <w:left w:w="113" w:type="dxa"/>
          </w:tcMar>
          <w:vAlign w:val="center"/>
        </w:tcPr>
        <w:p w:rsidR="001415FD" w:rsidRPr="0037186F" w:rsidRDefault="001415FD" w:rsidP="00C5703F">
          <w:pPr>
            <w:jc w:val="left"/>
            <w:rPr>
              <w:color w:val="000000" w:themeColor="text1"/>
              <w:sz w:val="12"/>
            </w:rPr>
          </w:pPr>
        </w:p>
      </w:tc>
      <w:tc>
        <w:tcPr>
          <w:tcW w:w="2835" w:type="dxa"/>
          <w:tcMar>
            <w:left w:w="113" w:type="dxa"/>
          </w:tcMar>
          <w:vAlign w:val="center"/>
        </w:tcPr>
        <w:p w:rsidR="001415FD" w:rsidRDefault="00087FDB" w:rsidP="00C5703F">
          <w:pPr>
            <w:jc w:val="left"/>
            <w:rPr>
              <w:color w:val="000000" w:themeColor="text1"/>
              <w:sz w:val="12"/>
            </w:rPr>
          </w:pPr>
          <w:r>
            <w:rPr>
              <w:color w:val="000000" w:themeColor="text1"/>
              <w:sz w:val="12"/>
            </w:rPr>
            <w:t>Divize Morava</w:t>
          </w:r>
          <w:r w:rsidR="003A405A">
            <w:rPr>
              <w:color w:val="000000" w:themeColor="text1"/>
              <w:sz w:val="12"/>
            </w:rPr>
            <w:t>, pracoviště Ostrava</w:t>
          </w:r>
        </w:p>
        <w:p w:rsidR="001415FD" w:rsidRDefault="001415FD" w:rsidP="00C5703F">
          <w:pPr>
            <w:jc w:val="left"/>
            <w:rPr>
              <w:color w:val="000000" w:themeColor="text1"/>
              <w:sz w:val="12"/>
            </w:rPr>
          </w:pPr>
          <w:r>
            <w:rPr>
              <w:color w:val="000000" w:themeColor="text1"/>
              <w:sz w:val="12"/>
            </w:rPr>
            <w:t>Varenská 49, 729 02 Ostrava</w:t>
          </w:r>
        </w:p>
        <w:p w:rsidR="001415FD" w:rsidRDefault="001415FD" w:rsidP="00C5703F">
          <w:pPr>
            <w:jc w:val="left"/>
            <w:rPr>
              <w:color w:val="000000" w:themeColor="text1"/>
              <w:sz w:val="12"/>
            </w:rPr>
          </w:pPr>
          <w:r w:rsidRPr="00DD3884">
            <w:rPr>
              <w:color w:val="000000" w:themeColor="text1"/>
              <w:sz w:val="12"/>
            </w:rPr>
            <w:t>www.sweco.cz</w:t>
          </w:r>
        </w:p>
        <w:p w:rsidR="001415FD" w:rsidRDefault="001415FD" w:rsidP="00C5703F">
          <w:pPr>
            <w:jc w:val="left"/>
            <w:rPr>
              <w:color w:val="000000" w:themeColor="text1"/>
              <w:sz w:val="12"/>
            </w:rPr>
          </w:pPr>
        </w:p>
        <w:p w:rsidR="00085584" w:rsidRDefault="001415FD" w:rsidP="00DD3884">
          <w:pPr>
            <w:jc w:val="left"/>
            <w:rPr>
              <w:bCs/>
              <w:color w:val="000000" w:themeColor="text1"/>
              <w:sz w:val="12"/>
            </w:rPr>
          </w:pPr>
          <w:r w:rsidRPr="00DD3884">
            <w:rPr>
              <w:caps/>
              <w:color w:val="000000" w:themeColor="text1"/>
              <w:sz w:val="12"/>
            </w:rPr>
            <w:t>Číslo zakázky:</w:t>
          </w:r>
          <w:sdt>
            <w:sdtPr>
              <w:rPr>
                <w:bCs/>
                <w:color w:val="000000" w:themeColor="text1"/>
                <w:sz w:val="12"/>
              </w:rPr>
              <w:alias w:val="Kmenové číslo smlouvy"/>
              <w:tag w:val="SmlKmC"/>
              <w:id w:val="470951247"/>
              <w:showingPlcHdr/>
              <w:text/>
            </w:sdtPr>
            <w:sdtEndPr/>
            <w:sdtContent/>
          </w:sdt>
          <w:sdt>
            <w:sdtPr>
              <w:rPr>
                <w:bCs/>
                <w:color w:val="000000" w:themeColor="text1"/>
                <w:sz w:val="12"/>
              </w:rPr>
              <w:alias w:val="Typ zakázky"/>
              <w:tag w:val="SmlT"/>
              <w:id w:val="-1754967899"/>
              <w:text/>
            </w:sdtPr>
            <w:sdtEndPr/>
            <w:sdtContent>
              <w:r w:rsidR="00617881">
                <w:rPr>
                  <w:bCs/>
                  <w:color w:val="000000" w:themeColor="text1"/>
                  <w:sz w:val="12"/>
                </w:rPr>
                <w:t xml:space="preserve"> 22 0054</w:t>
              </w:r>
              <w:r w:rsidR="00AE7BF0">
                <w:rPr>
                  <w:bCs/>
                  <w:color w:val="000000" w:themeColor="text1"/>
                  <w:sz w:val="12"/>
                </w:rPr>
                <w:t xml:space="preserve"> 01 01</w:t>
              </w:r>
            </w:sdtContent>
          </w:sdt>
        </w:p>
        <w:p w:rsidR="001415FD" w:rsidRDefault="00085584" w:rsidP="00DD3884">
          <w:pPr>
            <w:jc w:val="left"/>
            <w:rPr>
              <w:bCs/>
              <w:color w:val="000000" w:themeColor="text1"/>
              <w:sz w:val="12"/>
            </w:rPr>
          </w:pPr>
          <w:r>
            <w:rPr>
              <w:bCs/>
              <w:color w:val="000000" w:themeColor="text1"/>
              <w:sz w:val="12"/>
            </w:rPr>
            <w:t>POŘADOVÉ</w:t>
          </w:r>
          <w:r>
            <w:rPr>
              <w:caps/>
              <w:color w:val="000000" w:themeColor="text1"/>
              <w:sz w:val="12"/>
            </w:rPr>
            <w:t xml:space="preserve"> </w:t>
          </w:r>
          <w:proofErr w:type="gramStart"/>
          <w:r w:rsidR="009A21C5">
            <w:rPr>
              <w:caps/>
              <w:color w:val="000000" w:themeColor="text1"/>
              <w:sz w:val="12"/>
            </w:rPr>
            <w:t>ČÍSLO :</w:t>
          </w:r>
          <w:r w:rsidR="008B0A3D">
            <w:rPr>
              <w:caps/>
              <w:color w:val="000000" w:themeColor="text1"/>
              <w:sz w:val="12"/>
            </w:rPr>
            <w:t xml:space="preserve"> </w:t>
          </w:r>
          <w:r w:rsidR="00B42DFF">
            <w:rPr>
              <w:caps/>
              <w:color w:val="000000" w:themeColor="text1"/>
              <w:sz w:val="12"/>
            </w:rPr>
            <w:t>0</w:t>
          </w:r>
          <w:r w:rsidR="00617881">
            <w:rPr>
              <w:caps/>
              <w:color w:val="000000" w:themeColor="text1"/>
              <w:sz w:val="12"/>
            </w:rPr>
            <w:t>1/20</w:t>
          </w:r>
          <w:proofErr w:type="gramEnd"/>
        </w:p>
        <w:p w:rsidR="001415FD" w:rsidRPr="0037186F" w:rsidRDefault="00B42DFF" w:rsidP="006C477E">
          <w:pPr>
            <w:jc w:val="left"/>
            <w:rPr>
              <w:color w:val="000000" w:themeColor="text1"/>
              <w:sz w:val="12"/>
            </w:rPr>
          </w:pPr>
          <w:sdt>
            <w:sdtPr>
              <w:rPr>
                <w:bCs/>
                <w:color w:val="000000" w:themeColor="text1"/>
                <w:sz w:val="12"/>
              </w:rPr>
              <w:alias w:val="Archivní číslo"/>
              <w:tag w:val="Poc"/>
              <w:id w:val="-659777392"/>
              <w:showingPlcHdr/>
              <w:text/>
            </w:sdtPr>
            <w:sdtEndPr/>
            <w:sdtContent/>
          </w:sdt>
        </w:p>
      </w:tc>
      <w:tc>
        <w:tcPr>
          <w:tcW w:w="2835" w:type="dxa"/>
          <w:tcMar>
            <w:left w:w="113" w:type="dxa"/>
          </w:tcMar>
          <w:vAlign w:val="center"/>
        </w:tcPr>
        <w:p w:rsidR="001415FD" w:rsidRPr="0037186F" w:rsidRDefault="001415FD" w:rsidP="00C5703F">
          <w:pPr>
            <w:jc w:val="left"/>
            <w:rPr>
              <w:color w:val="000000" w:themeColor="text1"/>
              <w:sz w:val="12"/>
            </w:rPr>
          </w:pPr>
        </w:p>
      </w:tc>
    </w:tr>
  </w:tbl>
  <w:p w:rsidR="001415FD" w:rsidRDefault="001415FD" w:rsidP="009A21C5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1415FD" w:rsidTr="001F529C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1415FD" w:rsidRDefault="001415FD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1415FD" w:rsidRPr="00B40E75" w:rsidRDefault="00BC3EA8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1415FD"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A21C5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1415FD"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1415FD"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617881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1415FD"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1415FD" w:rsidTr="001F529C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1415FD" w:rsidRDefault="001415FD" w:rsidP="00754370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r>
            <w:rPr>
              <w:caps/>
              <w:color w:val="000000" w:themeColor="text1"/>
              <w:sz w:val="12"/>
              <w:szCs w:val="12"/>
            </w:rPr>
            <w:t xml:space="preserve"> 31 3007 01 01 </w:t>
          </w:r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1415FD" w:rsidRDefault="001415FD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</w:p>
      </w:tc>
    </w:tr>
    <w:tr w:rsidR="001415FD" w:rsidTr="001F529C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1415FD" w:rsidRDefault="001415FD" w:rsidP="00754370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r>
            <w:rPr>
              <w:color w:val="000000" w:themeColor="text1"/>
              <w:sz w:val="12"/>
              <w:szCs w:val="12"/>
            </w:rPr>
            <w:t xml:space="preserve">     0652/13/3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415FD" w:rsidRPr="00B40E75" w:rsidRDefault="001415FD" w:rsidP="001F529C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</w:p>
      </w:tc>
    </w:tr>
  </w:tbl>
  <w:p w:rsidR="001415FD" w:rsidRPr="00F81B53" w:rsidRDefault="001415FD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1415FD" w:rsidTr="001F529C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1415FD" w:rsidRDefault="001415FD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1415FD" w:rsidRPr="00B40E75" w:rsidRDefault="00BC3EA8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1415FD"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C53C6B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1415FD"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1415FD"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617881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1415FD"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1415FD" w:rsidTr="001F529C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1415FD" w:rsidRDefault="001415FD" w:rsidP="00754370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r>
            <w:rPr>
              <w:caps/>
              <w:color w:val="000000" w:themeColor="text1"/>
              <w:sz w:val="12"/>
              <w:szCs w:val="12"/>
            </w:rPr>
            <w:t xml:space="preserve"> 31 3007 01 01 </w:t>
          </w:r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1415FD" w:rsidRDefault="001415FD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</w:p>
      </w:tc>
    </w:tr>
    <w:tr w:rsidR="001415FD" w:rsidTr="001F529C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1415FD" w:rsidRDefault="001415FD" w:rsidP="00754370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r>
            <w:rPr>
              <w:color w:val="000000" w:themeColor="text1"/>
              <w:sz w:val="12"/>
              <w:szCs w:val="12"/>
            </w:rPr>
            <w:t xml:space="preserve">     0652/13/3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415FD" w:rsidRPr="00B40E75" w:rsidRDefault="001415FD" w:rsidP="001F529C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</w:p>
      </w:tc>
    </w:tr>
  </w:tbl>
  <w:p w:rsidR="001415FD" w:rsidRPr="00F81B53" w:rsidRDefault="001415FD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5FD" w:rsidRPr="00C53C6B" w:rsidRDefault="001415FD" w:rsidP="00C53C6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AC2" w:rsidRDefault="00497AC2" w:rsidP="00207A11">
      <w:r>
        <w:separator/>
      </w:r>
    </w:p>
  </w:footnote>
  <w:footnote w:type="continuationSeparator" w:id="0">
    <w:p w:rsidR="00497AC2" w:rsidRDefault="00497AC2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5FD" w:rsidRPr="00AE3921" w:rsidRDefault="001415FD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8D144E">
      <w:rPr>
        <w:noProof/>
        <w:color w:val="000000" w:themeColor="text1"/>
      </w:rPr>
      <mc:AlternateContent>
        <mc:Choice Requires="wpc">
          <w:drawing>
            <wp:inline distT="0" distB="0" distL="0" distR="0">
              <wp:extent cx="683895" cy="199390"/>
              <wp:effectExtent l="0" t="0" r="1905" b="635"/>
              <wp:docPr id="66" name="Plátno 2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4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140970 w 556"/>
                            <a:gd name="T1" fmla="*/ 134055 h 543"/>
                            <a:gd name="T2" fmla="*/ 140970 w 556"/>
                            <a:gd name="T3" fmla="*/ 151169 h 543"/>
                            <a:gd name="T4" fmla="*/ 35560 w 556"/>
                            <a:gd name="T5" fmla="*/ 151169 h 543"/>
                            <a:gd name="T6" fmla="*/ 35560 w 556"/>
                            <a:gd name="T7" fmla="*/ 134055 h 543"/>
                            <a:gd name="T8" fmla="*/ 87630 w 556"/>
                            <a:gd name="T9" fmla="*/ 81130 h 543"/>
                            <a:gd name="T10" fmla="*/ 140970 w 556"/>
                            <a:gd name="T11" fmla="*/ 134055 h 543"/>
                            <a:gd name="T12" fmla="*/ 176530 w 556"/>
                            <a:gd name="T13" fmla="*/ 57362 h 543"/>
                            <a:gd name="T14" fmla="*/ 112078 w 556"/>
                            <a:gd name="T15" fmla="*/ 57362 h 543"/>
                            <a:gd name="T16" fmla="*/ 153988 w 556"/>
                            <a:gd name="T17" fmla="*/ 15529 h 543"/>
                            <a:gd name="T18" fmla="*/ 138430 w 556"/>
                            <a:gd name="T19" fmla="*/ 1268 h 543"/>
                            <a:gd name="T20" fmla="*/ 87630 w 556"/>
                            <a:gd name="T21" fmla="*/ 52291 h 543"/>
                            <a:gd name="T22" fmla="*/ 36195 w 556"/>
                            <a:gd name="T23" fmla="*/ 0 h 543"/>
                            <a:gd name="T24" fmla="*/ 21908 w 556"/>
                            <a:gd name="T25" fmla="*/ 14895 h 543"/>
                            <a:gd name="T26" fmla="*/ 63818 w 556"/>
                            <a:gd name="T27" fmla="*/ 57362 h 543"/>
                            <a:gd name="T28" fmla="*/ 0 w 556"/>
                            <a:gd name="T29" fmla="*/ 57362 h 543"/>
                            <a:gd name="T30" fmla="*/ 0 w 556"/>
                            <a:gd name="T31" fmla="*/ 77010 h 543"/>
                            <a:gd name="T32" fmla="*/ 63818 w 556"/>
                            <a:gd name="T33" fmla="*/ 77010 h 543"/>
                            <a:gd name="T34" fmla="*/ 14605 w 556"/>
                            <a:gd name="T35" fmla="*/ 125498 h 543"/>
                            <a:gd name="T36" fmla="*/ 14605 w 556"/>
                            <a:gd name="T37" fmla="*/ 172085 h 543"/>
                            <a:gd name="T38" fmla="*/ 161290 w 556"/>
                            <a:gd name="T39" fmla="*/ 172085 h 543"/>
                            <a:gd name="T40" fmla="*/ 161290 w 556"/>
                            <a:gd name="T41" fmla="*/ 125498 h 543"/>
                            <a:gd name="T42" fmla="*/ 112078 w 556"/>
                            <a:gd name="T43" fmla="*/ 77010 h 543"/>
                            <a:gd name="T44" fmla="*/ 176530 w 556"/>
                            <a:gd name="T45" fmla="*/ 77010 h 543"/>
                            <a:gd name="T46" fmla="*/ 176530 w 556"/>
                            <a:gd name="T47" fmla="*/ 57362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42228 w 266"/>
                            <a:gd name="T65" fmla="*/ 69789 h 271"/>
                            <a:gd name="T66" fmla="*/ 46355 w 266"/>
                            <a:gd name="T67" fmla="*/ 69789 h 271"/>
                            <a:gd name="T68" fmla="*/ 53975 w 266"/>
                            <a:gd name="T69" fmla="*/ 65328 h 271"/>
                            <a:gd name="T70" fmla="*/ 58103 w 266"/>
                            <a:gd name="T71" fmla="*/ 57998 h 271"/>
                            <a:gd name="T72" fmla="*/ 60008 w 266"/>
                            <a:gd name="T73" fmla="*/ 48119 h 271"/>
                            <a:gd name="T74" fmla="*/ 60643 w 266"/>
                            <a:gd name="T75" fmla="*/ 43021 h 271"/>
                            <a:gd name="T76" fmla="*/ 59373 w 266"/>
                            <a:gd name="T77" fmla="*/ 32505 h 271"/>
                            <a:gd name="T78" fmla="*/ 56198 w 266"/>
                            <a:gd name="T79" fmla="*/ 23900 h 271"/>
                            <a:gd name="T80" fmla="*/ 50800 w 266"/>
                            <a:gd name="T81" fmla="*/ 18483 h 271"/>
                            <a:gd name="T82" fmla="*/ 42228 w 266"/>
                            <a:gd name="T83" fmla="*/ 16571 h 271"/>
                            <a:gd name="T84" fmla="*/ 37465 w 266"/>
                            <a:gd name="T85" fmla="*/ 16571 h 271"/>
                            <a:gd name="T86" fmla="*/ 29845 w 266"/>
                            <a:gd name="T87" fmla="*/ 21032 h 271"/>
                            <a:gd name="T88" fmla="*/ 25083 w 266"/>
                            <a:gd name="T89" fmla="*/ 28362 h 271"/>
                            <a:gd name="T90" fmla="*/ 23178 w 266"/>
                            <a:gd name="T91" fmla="*/ 37603 h 271"/>
                            <a:gd name="T92" fmla="*/ 22543 w 266"/>
                            <a:gd name="T93" fmla="*/ 43021 h 271"/>
                            <a:gd name="T94" fmla="*/ 23813 w 266"/>
                            <a:gd name="T95" fmla="*/ 52899 h 271"/>
                            <a:gd name="T96" fmla="*/ 26988 w 266"/>
                            <a:gd name="T97" fmla="*/ 61504 h 271"/>
                            <a:gd name="T98" fmla="*/ 33020 w 266"/>
                            <a:gd name="T99" fmla="*/ 67877 h 271"/>
                            <a:gd name="T100" fmla="*/ 42228 w 266"/>
                            <a:gd name="T101" fmla="*/ 69789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19357 w 120"/>
                            <a:gd name="T1" fmla="*/ 53340 h 167"/>
                            <a:gd name="T2" fmla="*/ 19357 w 120"/>
                            <a:gd name="T3" fmla="*/ 53340 h 167"/>
                            <a:gd name="T4" fmla="*/ 23416 w 120"/>
                            <a:gd name="T5" fmla="*/ 53340 h 167"/>
                            <a:gd name="T6" fmla="*/ 27787 w 120"/>
                            <a:gd name="T7" fmla="*/ 51424 h 167"/>
                            <a:gd name="T8" fmla="*/ 30909 w 120"/>
                            <a:gd name="T9" fmla="*/ 48868 h 167"/>
                            <a:gd name="T10" fmla="*/ 33094 w 120"/>
                            <a:gd name="T11" fmla="*/ 45036 h 167"/>
                            <a:gd name="T12" fmla="*/ 34967 w 120"/>
                            <a:gd name="T13" fmla="*/ 41522 h 167"/>
                            <a:gd name="T14" fmla="*/ 36216 w 120"/>
                            <a:gd name="T15" fmla="*/ 36412 h 167"/>
                            <a:gd name="T16" fmla="*/ 36841 w 120"/>
                            <a:gd name="T17" fmla="*/ 31621 h 167"/>
                            <a:gd name="T18" fmla="*/ 37465 w 120"/>
                            <a:gd name="T19" fmla="*/ 26510 h 167"/>
                            <a:gd name="T20" fmla="*/ 37465 w 120"/>
                            <a:gd name="T21" fmla="*/ 26510 h 167"/>
                            <a:gd name="T22" fmla="*/ 36841 w 120"/>
                            <a:gd name="T23" fmla="*/ 21080 h 167"/>
                            <a:gd name="T24" fmla="*/ 36216 w 120"/>
                            <a:gd name="T25" fmla="*/ 15970 h 167"/>
                            <a:gd name="T26" fmla="*/ 34967 w 120"/>
                            <a:gd name="T27" fmla="*/ 11818 h 167"/>
                            <a:gd name="T28" fmla="*/ 33094 w 120"/>
                            <a:gd name="T29" fmla="*/ 7346 h 167"/>
                            <a:gd name="T30" fmla="*/ 30909 w 120"/>
                            <a:gd name="T31" fmla="*/ 4472 h 167"/>
                            <a:gd name="T32" fmla="*/ 27787 w 120"/>
                            <a:gd name="T33" fmla="*/ 1916 h 167"/>
                            <a:gd name="T34" fmla="*/ 23416 w 120"/>
                            <a:gd name="T35" fmla="*/ 0 h 167"/>
                            <a:gd name="T36" fmla="*/ 19357 w 120"/>
                            <a:gd name="T37" fmla="*/ 0 h 167"/>
                            <a:gd name="T38" fmla="*/ 19357 w 120"/>
                            <a:gd name="T39" fmla="*/ 0 h 167"/>
                            <a:gd name="T40" fmla="*/ 14674 w 120"/>
                            <a:gd name="T41" fmla="*/ 0 h 167"/>
                            <a:gd name="T42" fmla="*/ 10303 w 120"/>
                            <a:gd name="T43" fmla="*/ 1916 h 167"/>
                            <a:gd name="T44" fmla="*/ 7181 w 120"/>
                            <a:gd name="T45" fmla="*/ 4472 h 167"/>
                            <a:gd name="T46" fmla="*/ 4371 w 120"/>
                            <a:gd name="T47" fmla="*/ 7346 h 167"/>
                            <a:gd name="T48" fmla="*/ 2498 w 120"/>
                            <a:gd name="T49" fmla="*/ 11818 h 167"/>
                            <a:gd name="T50" fmla="*/ 1249 w 120"/>
                            <a:gd name="T51" fmla="*/ 15970 h 167"/>
                            <a:gd name="T52" fmla="*/ 624 w 120"/>
                            <a:gd name="T53" fmla="*/ 21080 h 167"/>
                            <a:gd name="T54" fmla="*/ 0 w 120"/>
                            <a:gd name="T55" fmla="*/ 26510 h 167"/>
                            <a:gd name="T56" fmla="*/ 0 w 120"/>
                            <a:gd name="T57" fmla="*/ 26510 h 167"/>
                            <a:gd name="T58" fmla="*/ 624 w 120"/>
                            <a:gd name="T59" fmla="*/ 31621 h 167"/>
                            <a:gd name="T60" fmla="*/ 1249 w 120"/>
                            <a:gd name="T61" fmla="*/ 36412 h 167"/>
                            <a:gd name="T62" fmla="*/ 2498 w 120"/>
                            <a:gd name="T63" fmla="*/ 41522 h 167"/>
                            <a:gd name="T64" fmla="*/ 4371 w 120"/>
                            <a:gd name="T65" fmla="*/ 45036 h 167"/>
                            <a:gd name="T66" fmla="*/ 7181 w 120"/>
                            <a:gd name="T67" fmla="*/ 48868 h 167"/>
                            <a:gd name="T68" fmla="*/ 10303 w 120"/>
                            <a:gd name="T69" fmla="*/ 51424 h 167"/>
                            <a:gd name="T70" fmla="*/ 14674 w 120"/>
                            <a:gd name="T71" fmla="*/ 53340 h 167"/>
                            <a:gd name="T72" fmla="*/ 19357 w 120"/>
                            <a:gd name="T73" fmla="*/ 53340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59055 w 190"/>
                            <a:gd name="T3" fmla="*/ 0 h 267"/>
                            <a:gd name="T4" fmla="*/ 59055 w 190"/>
                            <a:gd name="T5" fmla="*/ 15934 h 267"/>
                            <a:gd name="T6" fmla="*/ 21590 w 190"/>
                            <a:gd name="T7" fmla="*/ 15934 h 267"/>
                            <a:gd name="T8" fmla="*/ 21590 w 190"/>
                            <a:gd name="T9" fmla="*/ 33144 h 267"/>
                            <a:gd name="T10" fmla="*/ 56515 w 190"/>
                            <a:gd name="T11" fmla="*/ 33144 h 267"/>
                            <a:gd name="T12" fmla="*/ 56515 w 190"/>
                            <a:gd name="T13" fmla="*/ 50034 h 267"/>
                            <a:gd name="T14" fmla="*/ 21590 w 190"/>
                            <a:gd name="T15" fmla="*/ 50034 h 267"/>
                            <a:gd name="T16" fmla="*/ 21590 w 190"/>
                            <a:gd name="T17" fmla="*/ 68518 h 267"/>
                            <a:gd name="T18" fmla="*/ 60325 w 190"/>
                            <a:gd name="T19" fmla="*/ 68518 h 267"/>
                            <a:gd name="T20" fmla="*/ 60325 w 190"/>
                            <a:gd name="T21" fmla="*/ 85090 h 267"/>
                            <a:gd name="T22" fmla="*/ 0 w 190"/>
                            <a:gd name="T23" fmla="*/ 85090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22799 w 373"/>
                            <a:gd name="T3" fmla="*/ 0 h 267"/>
                            <a:gd name="T4" fmla="*/ 33248 w 373"/>
                            <a:gd name="T5" fmla="*/ 64694 h 267"/>
                            <a:gd name="T6" fmla="*/ 33881 w 373"/>
                            <a:gd name="T7" fmla="*/ 64694 h 267"/>
                            <a:gd name="T8" fmla="*/ 44647 w 373"/>
                            <a:gd name="T9" fmla="*/ 0 h 267"/>
                            <a:gd name="T10" fmla="*/ 73463 w 373"/>
                            <a:gd name="T11" fmla="*/ 0 h 267"/>
                            <a:gd name="T12" fmla="*/ 85179 w 373"/>
                            <a:gd name="T13" fmla="*/ 64694 h 267"/>
                            <a:gd name="T14" fmla="*/ 96261 w 373"/>
                            <a:gd name="T15" fmla="*/ 0 h 267"/>
                            <a:gd name="T16" fmla="*/ 118110 w 373"/>
                            <a:gd name="T17" fmla="*/ 0 h 267"/>
                            <a:gd name="T18" fmla="*/ 98478 w 373"/>
                            <a:gd name="T19" fmla="*/ 85090 h 267"/>
                            <a:gd name="T20" fmla="*/ 70296 w 373"/>
                            <a:gd name="T21" fmla="*/ 85090 h 267"/>
                            <a:gd name="T22" fmla="*/ 58897 w 373"/>
                            <a:gd name="T23" fmla="*/ 19759 h 267"/>
                            <a:gd name="T24" fmla="*/ 47814 w 373"/>
                            <a:gd name="T25" fmla="*/ 85090 h 267"/>
                            <a:gd name="T26" fmla="*/ 18366 w 373"/>
                            <a:gd name="T27" fmla="*/ 85090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A000A99" id="Plátno 2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fHMQA&#10;AADbAAAADwAAAGRycy9kb3ducmV2LnhtbESPQWvCQBSE7wX/w/KE3urGkIpEVwlCwVNLYwseH9ln&#10;Es2+TXfXJP333UKhx2FmvmG2+8l0YiDnW8sKlosEBHFldcu1go/Ty9MahA/IGjvLpOCbPOx3s4ct&#10;5tqO/E5DGWoRIexzVNCE0OdS+qohg35he+LoXawzGKJ0tdQOxwg3nUyTZCUNthwXGuzp0FB1K+9G&#10;wbD+ym5UtL5YvZ2S8OnM+fqaKvU4n4oNiEBT+A//tY9awXMG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lnxzEAAAA2w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44756707,42507038;44756707,47933658;11289980,47933658;11289980,42507038;27821737,25725232;44756707,42507038;56046688,18188719;35583757,18188719;48889805,4924037;43950280,402066;27821737,16580773;11491587,0;6955593,4723004;20261641,18188719;0,18188719;0,24418836;20261641,24418836;4636956,39793729;4636956,54565840;51208125,54565840;51208125,39793729;35583757,24418836;56046688,24418836;56046688,18188719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vC6MMA&#10;AADbAAAADwAAAGRycy9kb3ducmV2LnhtbESPT4vCMBTE78J+h/AWvGm6QkWqUcRFEMSDfy7eHs3b&#10;NmvzUprYVj+9WVjwOMzMb5jFqreVaKnxxrGCr3ECgjh32nCh4HLejmYgfEDWWDkmBQ/ysFp+DBaY&#10;adfxkdpTKESEsM9QQRlCnUnp85Is+rGriaP34xqLIcqmkLrBLsJtJSdJMpUWDceFEmvalJTfTner&#10;wHTne3p94u/GXA+u3beH7yLRSg0/+/UcRKA+vMP/7Z1WkKbw9yX+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vC6MMAAADbAAAADwAAAAAAAAAAAAAAAACYAgAAZHJzL2Rv&#10;d25yZXYueG1sUEsFBgAAAAAEAAQA9QAAAIg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jfMQA&#10;AADbAAAADwAAAGRycy9kb3ducmV2LnhtbESP0WrCQBRE34X+w3IF33RjRSnRVWpR1BelaT/gmr1N&#10;gtm7aXZN4t+7guDjMDNnmMWqM6VoqHaFZQXjUQSCOLW64EzB7892+AHCeWSNpWVScCMHq+Vbb4Gx&#10;ti1/U5P4TAQIuxgV5N5XsZQuzcmgG9mKOHh/tjbog6wzqWtsA9yU8j2KZtJgwWEhx4q+ckovydUo&#10;2GWX6/rYJOUhOtvN/9rvbu1potSg333OQXjq/Cv8bO+1gukMHl/CD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bo3zEAAAA2w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j4NsQA&#10;AADbAAAADwAAAGRycy9kb3ducmV2LnhtbESPQWvCQBSE7wX/w/IEb3VjS2tJXUVEwZPQGBBvj+wz&#10;G82+DdlVE399t1DwOMzMN8xs0dla3Kj1lWMFk3ECgrhwuuJSQb7fvH6B8AFZY+2YFPTkYTEfvMww&#10;1e7OP3TLQikihH2KCkwITSqlLwxZ9GPXEEfv5FqLIcq2lLrFe4TbWr4lyae0WHFcMNjQylBxya5W&#10;wabK63X/vjufj1cyB7fOTtNHr9Ro2C2/QQTqwjP8395qBR9T+PsSf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o+DbEAAAA2w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;13400564,22234363;14710219,22234363;17128337,20813115;18438310,18477820;19042839,15330429;19244349,13706237;18841330,10355901;17833780,7614399;16120788,5888575;13400564,5279423;11889081,5279423;9470963,6700671;7959798,9035966;7355268,11980094;7153758,13706237;7556778,16853309;8564327,19594811;10478512,21625211;13400564,22234363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rsnsEA&#10;AADbAAAADwAAAGRycy9kb3ducmV2LnhtbERPz2vCMBS+D/wfwhN2m6miMqpRRFHmZTAd7Ppsnk23&#10;5qUksa3+9cthsOPH93u57m0tWvKhcqxgPMpAEBdOV1wq+DzvX15BhIissXZMCu4UYL0aPC0x167j&#10;D2pPsRQphEOOCkyMTS5lKAxZDCPXECfu6rzFmKAvpfbYpXBby0mWzaXFilODwYa2hoqf080q+Or6&#10;d3/U7e5xOH7Pt2d7mT7MRannYb9ZgIjUx3/xn/tNK5ilselL+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K7J7BAAAA2wAAAA8AAAAAAAAAAAAAAAAAmAIAAGRycy9kb3du&#10;cmV2LnhtbFBLBQYAAAAABAAEAPUAAACG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5C+8UA&#10;AADbAAAADwAAAGRycy9kb3ducmV2LnhtbESPQWvCQBSE7wX/w/KE3pqNLS2auoqIosWTaUG8PbKv&#10;SUz2bZpdk/Tfd4WCx2FmvmHmy8HUoqPWlZYVTKIYBHFmdcm5gq/P7dMUhPPIGmvLpOCXHCwXo4c5&#10;Jtr2fKQu9bkIEHYJKii8bxIpXVaQQRfZhjh437Y16INsc6lb7APc1PI5jt+kwZLDQoENrQvKqvRq&#10;FOwuP8afzvmL3J0/6irtq25ziJV6HA+rdxCeBn8P/7f3WsHrDG5fw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nkL7xQAAANs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6049869,17031749;6049869,17031749;7318476,17031749;8684595,16419960;9660350,15603816;10343254,14380238;10928644,13258198;11319009,11626548;11514348,10096756;11709374,8464786;11709374,8464786;11514348,6730958;11319009,5099307;10928644,3773551;10343254,2345617;9660350,1427934;8684595,611789;7318476,0;6049869,0;6049869,0;4586236,0;3220117,611789;2244362,1427934;1366120,2345617;780729,3773551;390365,5099307;195026,6730958;0,8464786;0,8464786;195026,10096756;390365,11626548;780729,13258198;1366120,14380238;2244362,15603816;3220117,16419960;4586236,17031749;6049869,17031749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egwcEA&#10;AADbAAAADwAAAGRycy9kb3ducmV2LnhtbERPTYvCMBC9C/sfwix4EU1VKEs1yq6giKBgVzwPzdiW&#10;NpOSRO3++81B8Ph438t1b1rxIOdrywqmkwQEcWF1zaWCy+92/AXCB2SNrWVS8Ece1quPwRIzbZ98&#10;pkceShFD2GeooAqhy6T0RUUG/cR2xJG7WWcwROhKqR0+Y7hp5SxJUmmw5thQYUebioomvxsFx9Ml&#10;3c2bQ7q79qPQbN19dvwZKTX87L8XIAL14S1+ufdaQRrXxy/xB8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3oMHBAAAA2wAAAA8AAAAAAAAAAAAAAAAAmAIAAGRycy9kb3du&#10;cmV2LnhtbFBLBQYAAAAABAAEAPUAAACG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f5qMQA&#10;AADbAAAADwAAAGRycy9kb3ducmV2LnhtbESPQWvCQBSE74L/YXmCN90oVkp0FVEU6aFgGvD6yL5m&#10;U7NvQ3aNaX99t1DwOMzMN8x629tadNT6yrGC2TQBQVw4XXGpIP84Tl5B+ICssXZMCr7Jw3YzHKwx&#10;1e7BF+qyUIoIYZ+iAhNCk0rpC0MW/dQ1xNH7dK3FEGVbSt3iI8JtLedJspQWK44LBhvaGypu2d0q&#10;OO1Nvbhecv45nN65eTt0Xy9Zp9R41O9WIAL14Rn+b5+1guUM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X+ajEAAAA2w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dGIcIA&#10;AADbAAAADwAAAGRycy9kb3ducmV2LnhtbESPzarCMBSE9xd8h3AENxdNFfyhGkWEggs3Vy24PDbH&#10;tticlCbV+vY3guBymJlvmNWmM5V4UONKywrGowgEcWZ1ybmC8ykZLkA4j6yxskwKXuRgs+79rDDW&#10;9sl/9Dj6XAQIuxgVFN7XsZQuK8igG9maOHg32xj0QTa51A0+A9xUchJFM2mw5LBQYE27grL7sTUK&#10;Dlyj2WF7+U3aeTqNrun2hIlSg363XYLw1Plv+NPeawWzCby/hB8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0YhwgAAANsAAAAPAAAAAAAAAAAAAAAAAJgCAABkcnMvZG93&#10;bnJldi54bWxQSwUGAAAAAAQABAD1AAAAhwMAAAAA&#10;" path="m,l186,r,50l68,50r,54l178,104r,53l68,157r,58l190,215r,52l,267,,xe" fillcolor="black" stroked="f">
                <v:path arrowok="t" o:connecttype="custom" o:connectlocs="0,0;18775760,0;18775760,5080857;6864256,5080857;6864256,10568591;17968201,10568591;17968201,15954287;6864256,15954287;6864256,21848260;19179540,21848260;19179540,27132556;0,2713255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TpnMUA&#10;AADbAAAADwAAAGRycy9kb3ducmV2LnhtbESPUWvCQBCE3wX/w7EFX6ReakVK6im1VGophUalz0tu&#10;mwRzeyG3avTXewWhj8PMfMPMFp2r1ZHaUHk28DBKQBHn3lZcGNhtV/dPoIIgW6w9k4EzBVjM+70Z&#10;ptafOKPjRgoVIRxSNFCKNKnWIS/JYRj5hjh6v751KFG2hbYtniLc1XqcJFPtsOK4UGJDryXl+83B&#10;GXg7X7KP78vw5zOR9+yLlkstk86YwV338gxKqJP/8K29tgamj/D3Jf4AP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5OmcxQAAANsAAAAPAAAAAAAAAAAAAAAAAJgCAABkcnMv&#10;ZG93bnJldi54bWxQSwUGAAAAAAQABAD1AAAAigMAAAAA&#10;" path="m,l72,r33,203l107,203,141,r91,l269,203,304,r69,l311,267r-89,l186,62,151,267r-93,l,xe" fillcolor="black" stroked="f">
                <v:path arrowok="t" o:connecttype="custom" o:connectlocs="0,0;7219643,0;10528474,20628906;10728923,20628906;14138137,0;23263152,0;26973198,20628906;30482478,0;37401289,0;31184524,27132556;22260274,27132556;18650611,6300531;15141015,27132556;5815867,2713255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aBnMMA&#10;AADbAAAADwAAAGRycy9kb3ducmV2LnhtbESPQWvCQBSE74X+h+UVvNVNg6YSXaUIpcWDoFXw+Mg+&#10;s9Hs25jdavz3riB4HGbmG2Yy62wtztT6yrGCj34CgrhwuuJSwebv+30EwgdkjbVjUnAlD7Pp68sE&#10;c+0uvKLzOpQiQtjnqMCE0ORS+sKQRd93DXH09q61GKJsS6lbvES4rWWaJJm0WHFcMNjQ3FBxXP9b&#10;BSnJw8YOfz6zhLrtTqanw9IslOq9dV9jEIG68Aw/2r9aQTaA+5f4A+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aBnMMAAADbAAAADwAAAAAAAAAAAAAAAACYAgAAZHJzL2Rv&#10;d25yZXYueG1sUEsFBgAAAAAEAAQA9QAAAIg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BZTcIA&#10;AADbAAAADwAAAGRycy9kb3ducmV2LnhtbESPQYvCMBSE74L/ITzBi2iqoEg1isoueNytXrw9m2db&#10;bF5KE9vqr98ICx6HmfmGWW87U4qGaldYVjCdRCCIU6sLzhScT9/jJQjnkTWWlknBkxxsN/3eGmNt&#10;W/6lJvGZCBB2MSrIva9iKV2ak0E3sRVx8G62NuiDrDOpa2wD3JRyFkULabDgsJBjRYec0nvyMAoe&#10;I5ccrvpndOmaVH+99m1bvHZKDQfdbgXCU+c/4f/2UStYzOH9Jfw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gFlNwgAAANs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1415FD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1415FD" w:rsidRPr="00AE3921" w:rsidRDefault="00B42DFF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748114721"/>
              <w:showingPlcHdr/>
              <w:text/>
            </w:sdtPr>
            <w:sdtEndPr/>
            <w:sdtContent/>
          </w:sdt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531529696"/>
              <w:showingPlcHdr/>
              <w:text/>
            </w:sdtPr>
            <w:sdtEndPr/>
            <w:sdtContent/>
          </w:sdt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2005776578"/>
              <w:showingPlcHdr/>
              <w:text/>
            </w:sdtPr>
            <w:sdtEndPr/>
            <w:sdtContent/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1415FD" w:rsidRPr="00AE3921" w:rsidRDefault="00B42DFF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1316377020"/>
              <w:text/>
            </w:sdtPr>
            <w:sdtEndPr/>
            <w:sdtContent/>
          </w:sdt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551234427"/>
              <w:text/>
            </w:sdtPr>
            <w:sdtEndPr/>
            <w:sdtContent/>
          </w:sdt>
        </w:p>
      </w:tc>
    </w:tr>
    <w:tr w:rsidR="001415FD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1415FD" w:rsidRPr="00AE3921" w:rsidRDefault="00B42DFF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495228144"/>
              <w:showingPlcHdr/>
              <w:text/>
            </w:sdtPr>
            <w:sdtEndPr/>
            <w:sdtContent/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1415FD" w:rsidRPr="00AE3921" w:rsidRDefault="00B42DFF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1989827489"/>
              <w:showingPlcHdr/>
              <w:text/>
            </w:sdtPr>
            <w:sdtEndPr/>
            <w:sdtContent/>
          </w:sdt>
        </w:p>
      </w:tc>
    </w:tr>
  </w:tbl>
  <w:p w:rsidR="001415FD" w:rsidRPr="00AE3921" w:rsidRDefault="001415FD" w:rsidP="00CA337C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5FD" w:rsidRDefault="001415FD" w:rsidP="000A3C59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3B378D">
      <w:rPr>
        <w:b/>
        <w:noProof/>
        <w:color w:val="000000" w:themeColor="text1"/>
      </w:rPr>
      <w:t>Sweco Hydroprojekt a.s.</w:t>
    </w:r>
    <w:r w:rsidRPr="003C40DA">
      <w:rPr>
        <w:noProof/>
        <w:color w:val="000000" w:themeColor="text1"/>
      </w:rPr>
      <w:tab/>
    </w:r>
    <w:r w:rsidR="008D144E">
      <w:rPr>
        <w:noProof/>
        <w:color w:val="000000" w:themeColor="text1"/>
      </w:rPr>
      <mc:AlternateContent>
        <mc:Choice Requires="wpc">
          <w:drawing>
            <wp:inline distT="0" distB="0" distL="0" distR="0">
              <wp:extent cx="683895" cy="199390"/>
              <wp:effectExtent l="0" t="0" r="1905" b="635"/>
              <wp:docPr id="53" name="Plátno 2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1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140970 w 556"/>
                            <a:gd name="T1" fmla="*/ 134055 h 543"/>
                            <a:gd name="T2" fmla="*/ 140970 w 556"/>
                            <a:gd name="T3" fmla="*/ 151169 h 543"/>
                            <a:gd name="T4" fmla="*/ 35560 w 556"/>
                            <a:gd name="T5" fmla="*/ 151169 h 543"/>
                            <a:gd name="T6" fmla="*/ 35560 w 556"/>
                            <a:gd name="T7" fmla="*/ 134055 h 543"/>
                            <a:gd name="T8" fmla="*/ 87630 w 556"/>
                            <a:gd name="T9" fmla="*/ 81130 h 543"/>
                            <a:gd name="T10" fmla="*/ 140970 w 556"/>
                            <a:gd name="T11" fmla="*/ 134055 h 543"/>
                            <a:gd name="T12" fmla="*/ 176530 w 556"/>
                            <a:gd name="T13" fmla="*/ 57362 h 543"/>
                            <a:gd name="T14" fmla="*/ 112078 w 556"/>
                            <a:gd name="T15" fmla="*/ 57362 h 543"/>
                            <a:gd name="T16" fmla="*/ 153988 w 556"/>
                            <a:gd name="T17" fmla="*/ 15529 h 543"/>
                            <a:gd name="T18" fmla="*/ 138430 w 556"/>
                            <a:gd name="T19" fmla="*/ 1268 h 543"/>
                            <a:gd name="T20" fmla="*/ 87630 w 556"/>
                            <a:gd name="T21" fmla="*/ 52291 h 543"/>
                            <a:gd name="T22" fmla="*/ 36195 w 556"/>
                            <a:gd name="T23" fmla="*/ 0 h 543"/>
                            <a:gd name="T24" fmla="*/ 21908 w 556"/>
                            <a:gd name="T25" fmla="*/ 14895 h 543"/>
                            <a:gd name="T26" fmla="*/ 63818 w 556"/>
                            <a:gd name="T27" fmla="*/ 57362 h 543"/>
                            <a:gd name="T28" fmla="*/ 0 w 556"/>
                            <a:gd name="T29" fmla="*/ 57362 h 543"/>
                            <a:gd name="T30" fmla="*/ 0 w 556"/>
                            <a:gd name="T31" fmla="*/ 77010 h 543"/>
                            <a:gd name="T32" fmla="*/ 63818 w 556"/>
                            <a:gd name="T33" fmla="*/ 77010 h 543"/>
                            <a:gd name="T34" fmla="*/ 14605 w 556"/>
                            <a:gd name="T35" fmla="*/ 125498 h 543"/>
                            <a:gd name="T36" fmla="*/ 14605 w 556"/>
                            <a:gd name="T37" fmla="*/ 172085 h 543"/>
                            <a:gd name="T38" fmla="*/ 161290 w 556"/>
                            <a:gd name="T39" fmla="*/ 172085 h 543"/>
                            <a:gd name="T40" fmla="*/ 161290 w 556"/>
                            <a:gd name="T41" fmla="*/ 125498 h 543"/>
                            <a:gd name="T42" fmla="*/ 112078 w 556"/>
                            <a:gd name="T43" fmla="*/ 77010 h 543"/>
                            <a:gd name="T44" fmla="*/ 176530 w 556"/>
                            <a:gd name="T45" fmla="*/ 77010 h 543"/>
                            <a:gd name="T46" fmla="*/ 176530 w 556"/>
                            <a:gd name="T47" fmla="*/ 57362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42228 w 266"/>
                            <a:gd name="T65" fmla="*/ 69789 h 271"/>
                            <a:gd name="T66" fmla="*/ 46355 w 266"/>
                            <a:gd name="T67" fmla="*/ 69789 h 271"/>
                            <a:gd name="T68" fmla="*/ 53975 w 266"/>
                            <a:gd name="T69" fmla="*/ 65328 h 271"/>
                            <a:gd name="T70" fmla="*/ 58103 w 266"/>
                            <a:gd name="T71" fmla="*/ 57998 h 271"/>
                            <a:gd name="T72" fmla="*/ 60008 w 266"/>
                            <a:gd name="T73" fmla="*/ 48119 h 271"/>
                            <a:gd name="T74" fmla="*/ 60643 w 266"/>
                            <a:gd name="T75" fmla="*/ 43021 h 271"/>
                            <a:gd name="T76" fmla="*/ 59373 w 266"/>
                            <a:gd name="T77" fmla="*/ 32505 h 271"/>
                            <a:gd name="T78" fmla="*/ 56198 w 266"/>
                            <a:gd name="T79" fmla="*/ 23900 h 271"/>
                            <a:gd name="T80" fmla="*/ 50800 w 266"/>
                            <a:gd name="T81" fmla="*/ 18483 h 271"/>
                            <a:gd name="T82" fmla="*/ 42228 w 266"/>
                            <a:gd name="T83" fmla="*/ 16571 h 271"/>
                            <a:gd name="T84" fmla="*/ 37465 w 266"/>
                            <a:gd name="T85" fmla="*/ 16571 h 271"/>
                            <a:gd name="T86" fmla="*/ 29845 w 266"/>
                            <a:gd name="T87" fmla="*/ 21032 h 271"/>
                            <a:gd name="T88" fmla="*/ 25083 w 266"/>
                            <a:gd name="T89" fmla="*/ 28362 h 271"/>
                            <a:gd name="T90" fmla="*/ 23178 w 266"/>
                            <a:gd name="T91" fmla="*/ 37603 h 271"/>
                            <a:gd name="T92" fmla="*/ 22543 w 266"/>
                            <a:gd name="T93" fmla="*/ 43021 h 271"/>
                            <a:gd name="T94" fmla="*/ 23813 w 266"/>
                            <a:gd name="T95" fmla="*/ 52899 h 271"/>
                            <a:gd name="T96" fmla="*/ 26988 w 266"/>
                            <a:gd name="T97" fmla="*/ 61504 h 271"/>
                            <a:gd name="T98" fmla="*/ 33020 w 266"/>
                            <a:gd name="T99" fmla="*/ 67877 h 271"/>
                            <a:gd name="T100" fmla="*/ 42228 w 266"/>
                            <a:gd name="T101" fmla="*/ 69789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19357 w 120"/>
                            <a:gd name="T1" fmla="*/ 53340 h 167"/>
                            <a:gd name="T2" fmla="*/ 19357 w 120"/>
                            <a:gd name="T3" fmla="*/ 53340 h 167"/>
                            <a:gd name="T4" fmla="*/ 23416 w 120"/>
                            <a:gd name="T5" fmla="*/ 53340 h 167"/>
                            <a:gd name="T6" fmla="*/ 27787 w 120"/>
                            <a:gd name="T7" fmla="*/ 51424 h 167"/>
                            <a:gd name="T8" fmla="*/ 30909 w 120"/>
                            <a:gd name="T9" fmla="*/ 48868 h 167"/>
                            <a:gd name="T10" fmla="*/ 33094 w 120"/>
                            <a:gd name="T11" fmla="*/ 45036 h 167"/>
                            <a:gd name="T12" fmla="*/ 34967 w 120"/>
                            <a:gd name="T13" fmla="*/ 41522 h 167"/>
                            <a:gd name="T14" fmla="*/ 36216 w 120"/>
                            <a:gd name="T15" fmla="*/ 36412 h 167"/>
                            <a:gd name="T16" fmla="*/ 36841 w 120"/>
                            <a:gd name="T17" fmla="*/ 31621 h 167"/>
                            <a:gd name="T18" fmla="*/ 37465 w 120"/>
                            <a:gd name="T19" fmla="*/ 26510 h 167"/>
                            <a:gd name="T20" fmla="*/ 37465 w 120"/>
                            <a:gd name="T21" fmla="*/ 26510 h 167"/>
                            <a:gd name="T22" fmla="*/ 36841 w 120"/>
                            <a:gd name="T23" fmla="*/ 21080 h 167"/>
                            <a:gd name="T24" fmla="*/ 36216 w 120"/>
                            <a:gd name="T25" fmla="*/ 15970 h 167"/>
                            <a:gd name="T26" fmla="*/ 34967 w 120"/>
                            <a:gd name="T27" fmla="*/ 11818 h 167"/>
                            <a:gd name="T28" fmla="*/ 33094 w 120"/>
                            <a:gd name="T29" fmla="*/ 7346 h 167"/>
                            <a:gd name="T30" fmla="*/ 30909 w 120"/>
                            <a:gd name="T31" fmla="*/ 4472 h 167"/>
                            <a:gd name="T32" fmla="*/ 27787 w 120"/>
                            <a:gd name="T33" fmla="*/ 1916 h 167"/>
                            <a:gd name="T34" fmla="*/ 23416 w 120"/>
                            <a:gd name="T35" fmla="*/ 0 h 167"/>
                            <a:gd name="T36" fmla="*/ 19357 w 120"/>
                            <a:gd name="T37" fmla="*/ 0 h 167"/>
                            <a:gd name="T38" fmla="*/ 19357 w 120"/>
                            <a:gd name="T39" fmla="*/ 0 h 167"/>
                            <a:gd name="T40" fmla="*/ 14674 w 120"/>
                            <a:gd name="T41" fmla="*/ 0 h 167"/>
                            <a:gd name="T42" fmla="*/ 10303 w 120"/>
                            <a:gd name="T43" fmla="*/ 1916 h 167"/>
                            <a:gd name="T44" fmla="*/ 7181 w 120"/>
                            <a:gd name="T45" fmla="*/ 4472 h 167"/>
                            <a:gd name="T46" fmla="*/ 4371 w 120"/>
                            <a:gd name="T47" fmla="*/ 7346 h 167"/>
                            <a:gd name="T48" fmla="*/ 2498 w 120"/>
                            <a:gd name="T49" fmla="*/ 11818 h 167"/>
                            <a:gd name="T50" fmla="*/ 1249 w 120"/>
                            <a:gd name="T51" fmla="*/ 15970 h 167"/>
                            <a:gd name="T52" fmla="*/ 624 w 120"/>
                            <a:gd name="T53" fmla="*/ 21080 h 167"/>
                            <a:gd name="T54" fmla="*/ 0 w 120"/>
                            <a:gd name="T55" fmla="*/ 26510 h 167"/>
                            <a:gd name="T56" fmla="*/ 0 w 120"/>
                            <a:gd name="T57" fmla="*/ 26510 h 167"/>
                            <a:gd name="T58" fmla="*/ 624 w 120"/>
                            <a:gd name="T59" fmla="*/ 31621 h 167"/>
                            <a:gd name="T60" fmla="*/ 1249 w 120"/>
                            <a:gd name="T61" fmla="*/ 36412 h 167"/>
                            <a:gd name="T62" fmla="*/ 2498 w 120"/>
                            <a:gd name="T63" fmla="*/ 41522 h 167"/>
                            <a:gd name="T64" fmla="*/ 4371 w 120"/>
                            <a:gd name="T65" fmla="*/ 45036 h 167"/>
                            <a:gd name="T66" fmla="*/ 7181 w 120"/>
                            <a:gd name="T67" fmla="*/ 48868 h 167"/>
                            <a:gd name="T68" fmla="*/ 10303 w 120"/>
                            <a:gd name="T69" fmla="*/ 51424 h 167"/>
                            <a:gd name="T70" fmla="*/ 14674 w 120"/>
                            <a:gd name="T71" fmla="*/ 53340 h 167"/>
                            <a:gd name="T72" fmla="*/ 19357 w 120"/>
                            <a:gd name="T73" fmla="*/ 53340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59055 w 190"/>
                            <a:gd name="T3" fmla="*/ 0 h 267"/>
                            <a:gd name="T4" fmla="*/ 59055 w 190"/>
                            <a:gd name="T5" fmla="*/ 15934 h 267"/>
                            <a:gd name="T6" fmla="*/ 21590 w 190"/>
                            <a:gd name="T7" fmla="*/ 15934 h 267"/>
                            <a:gd name="T8" fmla="*/ 21590 w 190"/>
                            <a:gd name="T9" fmla="*/ 33144 h 267"/>
                            <a:gd name="T10" fmla="*/ 56515 w 190"/>
                            <a:gd name="T11" fmla="*/ 33144 h 267"/>
                            <a:gd name="T12" fmla="*/ 56515 w 190"/>
                            <a:gd name="T13" fmla="*/ 50034 h 267"/>
                            <a:gd name="T14" fmla="*/ 21590 w 190"/>
                            <a:gd name="T15" fmla="*/ 50034 h 267"/>
                            <a:gd name="T16" fmla="*/ 21590 w 190"/>
                            <a:gd name="T17" fmla="*/ 68518 h 267"/>
                            <a:gd name="T18" fmla="*/ 60325 w 190"/>
                            <a:gd name="T19" fmla="*/ 68518 h 267"/>
                            <a:gd name="T20" fmla="*/ 60325 w 190"/>
                            <a:gd name="T21" fmla="*/ 85090 h 267"/>
                            <a:gd name="T22" fmla="*/ 0 w 190"/>
                            <a:gd name="T23" fmla="*/ 85090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22799 w 373"/>
                            <a:gd name="T3" fmla="*/ 0 h 267"/>
                            <a:gd name="T4" fmla="*/ 33248 w 373"/>
                            <a:gd name="T5" fmla="*/ 64694 h 267"/>
                            <a:gd name="T6" fmla="*/ 33881 w 373"/>
                            <a:gd name="T7" fmla="*/ 64694 h 267"/>
                            <a:gd name="T8" fmla="*/ 44647 w 373"/>
                            <a:gd name="T9" fmla="*/ 0 h 267"/>
                            <a:gd name="T10" fmla="*/ 73463 w 373"/>
                            <a:gd name="T11" fmla="*/ 0 h 267"/>
                            <a:gd name="T12" fmla="*/ 85179 w 373"/>
                            <a:gd name="T13" fmla="*/ 64694 h 267"/>
                            <a:gd name="T14" fmla="*/ 96261 w 373"/>
                            <a:gd name="T15" fmla="*/ 0 h 267"/>
                            <a:gd name="T16" fmla="*/ 118110 w 373"/>
                            <a:gd name="T17" fmla="*/ 0 h 267"/>
                            <a:gd name="T18" fmla="*/ 98478 w 373"/>
                            <a:gd name="T19" fmla="*/ 85090 h 267"/>
                            <a:gd name="T20" fmla="*/ 70296 w 373"/>
                            <a:gd name="T21" fmla="*/ 85090 h 267"/>
                            <a:gd name="T22" fmla="*/ 58897 w 373"/>
                            <a:gd name="T23" fmla="*/ 19759 h 267"/>
                            <a:gd name="T24" fmla="*/ 47814 w 373"/>
                            <a:gd name="T25" fmla="*/ 85090 h 267"/>
                            <a:gd name="T26" fmla="*/ 18366 w 373"/>
                            <a:gd name="T27" fmla="*/ 85090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6DCA3FC" id="Plátno 273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uqWcIA&#10;AADbAAAADwAAAGRycy9kb3ducmV2LnhtbESPT4vCMBTE7wt+h/CEva2pIiLVKEUQPCn+Wdjjo3m2&#10;1ealJrF2v70RBI/DzPyGmS87U4uWnK8sKxgOEhDEudUVFwpOx/XPFIQPyBpry6TgnzwsF72vOaba&#10;PnhP7SEUIkLYp6igDKFJpfR5SQb9wDbE0TtbZzBE6QqpHT4i3NRylCQTabDiuFBiQ6uS8uvhbhS0&#10;09v4Slnls8numIRfZ/4u25FS3/0um4EI1IVP+N3eaAXjIby+xB8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S6pZwgAAANsAAAAPAAAAAAAAAAAAAAAAAJgCAABkcnMvZG93&#10;bnJldi54bWxQSwUGAAAAAAQABAD1AAAAhwMAAAAA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44756707,42507038;44756707,47933658;11289980,47933658;11289980,42507038;27821737,25725232;44756707,42507038;56046688,18188719;35583757,18188719;48889805,4924037;43950280,402066;27821737,16580773;11491587,0;6955593,4723004;20261641,18188719;0,18188719;0,24418836;20261641,24418836;4636956,39793729;4636956,54565840;51208125,54565840;51208125,39793729;35583757,24418836;56046688,24418836;56046688,18188719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vMQcMA&#10;AADbAAAADwAAAGRycy9kb3ducmV2LnhtbESPT4vCMBTE78J+h/CEvWmqrLJ0jSIugrB48M/F26N5&#10;ttHmpTSx7frpjSB4HGbmN8xs0dlSNFR741jBaJiAIM6cNpwrOB7Wg28QPiBrLB2Tgn/ysJh/9GaY&#10;atfyjpp9yEWEsE9RQRFClUrps4Is+qGriKN3drXFEGWdS11jG+G2lOMkmUqLhuNCgRWtCsqu+5tV&#10;YNrDbXK642VlTlvX/DXb3zzRSn32u+UPiEBdeIdf7Y1W8DWG55f4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vMQcMAAADbAAAADwAAAAAAAAAAAAAAAACYAgAAZHJzL2Rv&#10;d25yZXYueG1sUEsFBgAAAAAEAAQA9QAAAIg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WWOcUA&#10;AADbAAAADwAAAGRycy9kb3ducmV2LnhtbESP0WrCQBRE34X+w3ILvplNtUiJrqGWFu2L0rQfcM3e&#10;JiHZuzG7JvHvuwXBx2FmzjDrdDSN6KlzlWUFT1EMgji3uuJCwc/3x+wFhPPIGhvLpOBKDtLNw2SN&#10;ibYDf1Gf+UIECLsEFZTet4mULi/JoItsSxy8X9sZ9EF2hdQdDgFuGjmP46U0WHFYKLGlt5LyOrsY&#10;BbuivmwPfdZ8xif7ft763XU4LpSaPo6vKxCeRn8P39p7reB5Af9fwg+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tZY5xQAAANs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PwnMQA&#10;AADbAAAADwAAAGRycy9kb3ducmV2LnhtbESPQWvCQBSE70L/w/IKvemmrWhJXaUUhZ4EY0C8PbLP&#10;bGz2bciumvjrXUHwOMzMN8xs0dlanKn1lWMF76MEBHHhdMWlgny7Gn6B8AFZY+2YFPTkYTF/Gcww&#10;1e7CGzpnoRQRwj5FBSaEJpXSF4Ys+pFriKN3cK3FEGVbSt3iJcJtLT+SZCItVhwXDDb0a6j4z05W&#10;warK62X/uT4e9ycyO7fMDtNrr9Tba/fzDSJQF57hR/tPKxiP4f4l/gA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j8JzEAAAA2w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;13400564,22234363;14710219,22234363;17128337,20813115;18438310,18477820;19042839,15330429;19244349,13706237;18841330,10355901;17833780,7614399;16120788,5888575;13400564,5279423;11889081,5279423;9470963,6700671;7959798,9035966;7355268,11980094;7153758,13706237;7556778,16853309;8564327,19594811;10478512,21625211;13400564,22234363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LV3cQA&#10;AADbAAAADwAAAGRycy9kb3ducmV2LnhtbESPQWsCMRSE7wX/Q3hCbzVbsSJboxTFUi+CWuj1uXnd&#10;bLt5WZK4u/XXN4LgcZiZb5j5sre1aMmHyrGC51EGgrhwuuJSwedx8zQDESKyxtoxKfijAMvF4GGO&#10;uXYd76k9xFIkCIccFZgYm1zKUBiyGEauIU7et/MWY5K+lNpjl+C2luMsm0qLFacFgw2tDBW/h7NV&#10;8NX1O7/V7fryvv2Zro72NLmYk1KPw/7tFUSkPt7Dt/aHVjB5geuX9AP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S1d3EAAAA2w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AVMQA&#10;AADbAAAADwAAAGRycy9kb3ducmV2LnhtbESPQWvCQBSE74X+h+UVequbWpESXUWKRcWTqSDeHtln&#10;EpN9m2bXJP57VxA8DjPzDTOd96YSLTWusKzgcxCBIE6tLjhTsP/7/fgG4TyyxsoyKbiSg/ns9WWK&#10;sbYd76hNfCYChF2MCnLv61hKl+Zk0A1sTRy8k20M+iCbTOoGuwA3lRxG0VgaLDgs5FjTT05pmVyM&#10;gtX53/jDMfuSq+OmKpOubJfbSKn3t34xAeGp98/wo73WCkZjuH8JP0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YQFTEAAAA2wAAAA8AAAAAAAAAAAAAAAAAmAIAAGRycy9k&#10;b3ducmV2LnhtbFBLBQYAAAAABAAEAPUAAACJ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6049869,17031749;6049869,17031749;7318476,17031749;8684595,16419960;9660350,15603816;10343254,14380238;10928644,13258198;11319009,11626548;11514348,10096756;11709374,8464786;11709374,8464786;11514348,6730958;11319009,5099307;10928644,3773551;10343254,2345617;9660350,1427934;8684595,611789;7318476,0;6049869,0;6049869,0;4586236,0;3220117,611789;2244362,1427934;1366120,2345617;780729,3773551;390365,5099307;195026,6730958;0,8464786;0,8464786;195026,10096756;390365,11626548;780729,13258198;1366120,14380238;2244362,15603816;3220117,16419960;4586236,17031749;6049869,17031749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tk1cUA&#10;AADbAAAADwAAAGRycy9kb3ducmV2LnhtbESP3WrCQBSE7wt9h+UUeiO60ZYo0VVsQSmCgj94fcge&#10;k5Ds2bC7avr23YLg5TAz3zCzRWcacSPnK8sKhoMEBHFudcWFgtNx1Z+A8AFZY2OZFPySh8X89WWG&#10;mbZ33tPtEAoRIewzVFCG0GZS+rwkg35gW+LoXawzGKJ0hdQO7xFuGjlKklQarDgulNjSd0l5fbga&#10;BdvdKV1/1Jt0fe56oV6562j71VPq/a1bTkEE6sIz/Gj/aAWfY/j/En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62TVxQAAANs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gMVcAA&#10;AADbAAAADwAAAGRycy9kb3ducmV2LnhtbERPTYvCMBC9C/sfwix409RFZalGEWVl8SBYhb0OzdhU&#10;m0lpYu36681B8Ph43/NlZyvRUuNLxwpGwwQEce50yYWC0/Fn8A3CB2SNlWNS8E8elouP3hxT7e58&#10;oDYLhYgh7FNUYEKoUyl9bsiiH7qaOHJn11gMETaF1A3eY7it5FeSTKXFkmODwZrWhvJrdrMKtmtT&#10;jf8OJ35stnuud5v2Mslapfqf3WoGIlAX3uKX+1crGMex8Uv8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9gMVcAAAADbAAAADwAAAAAAAAAAAAAAAACYAgAAZHJzL2Rvd25y&#10;ZXYueG1sUEsFBgAAAAAEAAQA9QAAAIU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IMMMA&#10;AADbAAAADwAAAGRycy9kb3ducmV2LnhtbESPT4vCMBTE7wt+h/AEL4umirtqNYoIBQ9e1j/g8dk8&#10;22LzUppU67c3grDHYWZ+wyxWrSnFnWpXWFYwHEQgiFOrC84UHA9JfwrCeWSNpWVS8CQHq2Xna4Gx&#10;tg/+o/veZyJA2MWoIPe+iqV0aU4G3cBWxMG72tqgD7LOpK7xEeCmlKMo+pUGCw4LOVa0ySm97Ruj&#10;YMcVmg025++kmZx+ostpfcBEqV63Xc9BeGr9f/jT3moF4xm8v4Qf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aIMMMAAADbAAAADwAAAAAAAAAAAAAAAACYAgAAZHJzL2Rv&#10;d25yZXYueG1sUEsFBgAAAAAEAAQA9QAAAIgDAAAAAA==&#10;" path="m,l186,r,50l68,50r,54l178,104r,53l68,157r,58l190,215r,52l,267,,xe" fillcolor="black" stroked="f">
                <v:path arrowok="t" o:connecttype="custom" o:connectlocs="0,0;18775760,0;18775760,5080857;6864256,5080857;6864256,10568591;17968201,10568591;17968201,15954287;6864256,15954287;6864256,21848260;19179540,21848260;19179540,27132556;0,2713255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9VsIA&#10;AADbAAAADwAAAGRycy9kb3ducmV2LnhtbERPTWvCQBC9F/wPyxR6kbpp0VJSV6miqIjQ2NLzkJ0m&#10;wexsyI4a/fXuQejx8b7H087V6kRtqDwbeBkkoIhzbysuDPx8L5/fQQVBtlh7JgMXCjCd9B7GmFp/&#10;5oxOeylUDOGQooFSpEm1DnlJDsPAN8SR+/OtQ4mwLbRt8RzDXa1fk+RNO6w4NpTY0Lyk/LA/OgOL&#10;yzXbfF37v9tEVtmOZjMtw86Yp8fu8wOUUCf/4rt7bQ2M4vr4Jf4APb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Wr1WwgAAANsAAAAPAAAAAAAAAAAAAAAAAJgCAABkcnMvZG93&#10;bnJldi54bWxQSwUGAAAAAAQABAD1AAAAhwMAAAAA&#10;" path="m,l72,r33,203l107,203,141,r91,l269,203,304,r69,l311,267r-89,l186,62,151,267r-93,l,xe" fillcolor="black" stroked="f">
                <v:path arrowok="t" o:connecttype="custom" o:connectlocs="0,0;7219643,0;10528474,20628906;10728923,20628906;14138137,0;23263152,0;26973198,20628906;30482478,0;37401289,0;31184524,27132556;22260274,27132556;18650611,6300531;15141015,27132556;5815867,2713255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3oucMA&#10;AADbAAAADwAAAGRycy9kb3ducmV2LnhtbESPT4vCMBTE7wt+h/AEb2tqQVe6RlkEUTwI/gOPj+Zt&#10;U7d5qU3U+u2NIOxxmJnfMJNZaytxo8aXjhUM+gkI4tzpkgsFh/3icwzCB2SNlWNS8CAPs2nnY4KZ&#10;dnfe0m0XChEh7DNUYEKoMyl9bsii77uaOHq/rrEYomwKqRu8R7itZJokI2mx5LhgsKa5ofxvd7UK&#10;UpLngx0uv0YJtceTTC/njVkr1eu2P98gArXhP/xur7SC4QBeX+IP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3oucMAAADbAAAADwAAAAAAAAAAAAAAAACYAgAAZHJzL2Rv&#10;d25yZXYueG1sUEsFBgAAAAAEAAQA9QAAAIg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ULhMQA&#10;AADbAAAADwAAAGRycy9kb3ducmV2LnhtbESPQWuDQBSE74X8h+UFegl1jdBSrGtIQgI9NqaX3l7d&#10;V5W6b8XdqPXXdwOBHIeZ+YbJNpNpxUC9aywrWEcxCOLS6oYrBZ/n49MrCOeRNbaWScEfOdjki4cM&#10;U21HPtFQ+EoECLsUFdTed6mUrqzJoItsRxy8H9sb9EH2ldQ9jgFuWpnE8Ys02HBYqLGjfU3lb3Ex&#10;Ci4rV+y/9cfqaxpKfZh349jMW6Uel9P2DYSnyd/Dt/a7VvCcwPVL+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FC4TEAAAA2w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1415FD" w:rsidRPr="000F6FC0" w:rsidTr="0066347D">
      <w:trPr>
        <w:trHeight w:val="227"/>
        <w:jc w:val="center"/>
      </w:trPr>
      <w:tc>
        <w:tcPr>
          <w:tcW w:w="4252" w:type="dxa"/>
          <w:vAlign w:val="center"/>
        </w:tcPr>
        <w:p w:rsidR="001415FD" w:rsidRPr="000F6FC0" w:rsidRDefault="00B42DFF" w:rsidP="0066347D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aps/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2006661574"/>
              <w:showingPlcHdr/>
              <w:text/>
            </w:sdtPr>
            <w:sdtEndPr/>
            <w:sdtContent/>
          </w:sdt>
          <w:sdt>
            <w:sdtPr>
              <w:rPr>
                <w:caps/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63239532"/>
              <w:showingPlcHdr/>
              <w:text/>
            </w:sdtPr>
            <w:sdtEndPr/>
            <w:sdtContent/>
          </w:sdt>
          <w:sdt>
            <w:sdtPr>
              <w:rPr>
                <w:caps/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04332412"/>
              <w:showingPlcHdr/>
              <w:text/>
            </w:sdtPr>
            <w:sdtEndPr>
              <w:rPr>
                <w:caps w:val="0"/>
              </w:rPr>
            </w:sdtEndPr>
            <w:sdtContent/>
          </w:sdt>
        </w:p>
      </w:tc>
      <w:tc>
        <w:tcPr>
          <w:tcW w:w="2835" w:type="dxa"/>
          <w:tcMar>
            <w:left w:w="113" w:type="dxa"/>
          </w:tcMar>
          <w:vAlign w:val="center"/>
        </w:tcPr>
        <w:p w:rsidR="001415FD" w:rsidRPr="00B40E75" w:rsidRDefault="001415FD" w:rsidP="0066347D">
          <w:pPr>
            <w:tabs>
              <w:tab w:val="right" w:pos="8505"/>
            </w:tabs>
            <w:jc w:val="left"/>
            <w:rPr>
              <w:caps/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Kmenové číslo smlouvy"/>
              <w:tag w:val="SmlKmC"/>
              <w:id w:val="-791125389"/>
              <w:showingPlcHdr/>
              <w:text/>
            </w:sdtPr>
            <w:sdtEndPr/>
            <w:sdtContent/>
          </w:sdt>
          <w:sdt>
            <w:sdtPr>
              <w:rPr>
                <w:caps/>
                <w:color w:val="000000" w:themeColor="text1"/>
                <w:sz w:val="12"/>
                <w:szCs w:val="12"/>
              </w:rPr>
              <w:alias w:val="Typ zakázky"/>
              <w:tag w:val="SmlT"/>
              <w:id w:val="546114706"/>
              <w:showingPlcHdr/>
              <w:text/>
            </w:sdtPr>
            <w:sdtEndPr/>
            <w:sdtContent/>
          </w:sdt>
          <w:sdt>
            <w:sdtPr>
              <w:rPr>
                <w:caps/>
                <w:color w:val="000000" w:themeColor="text1"/>
                <w:sz w:val="12"/>
                <w:szCs w:val="12"/>
              </w:rPr>
              <w:alias w:val="Koncové číslo"/>
              <w:tag w:val="SmlKC"/>
              <w:id w:val="2126498818"/>
              <w:showingPlcHdr/>
              <w:text/>
            </w:sdtPr>
            <w:sdtEndPr/>
            <w:sdtContent/>
          </w:sdt>
          <w:r w:rsidRPr="00B40E75">
            <w:rPr>
              <w:caps/>
              <w:color w:val="000000" w:themeColor="text1"/>
              <w:sz w:val="12"/>
              <w:szCs w:val="12"/>
            </w:rPr>
            <w:t>/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Pořadové číslo"/>
              <w:tag w:val="SmlPC"/>
              <w:id w:val="-593782245"/>
              <w:showingPlcHdr/>
              <w:text/>
            </w:sdtPr>
            <w:sdtEndPr/>
            <w:sdtContent/>
          </w:sdt>
        </w:p>
      </w:tc>
    </w:tr>
    <w:tr w:rsidR="001415FD" w:rsidRPr="000F6FC0" w:rsidTr="0066347D">
      <w:trPr>
        <w:trHeight w:val="227"/>
        <w:jc w:val="center"/>
      </w:trPr>
      <w:tc>
        <w:tcPr>
          <w:tcW w:w="4252" w:type="dxa"/>
          <w:vAlign w:val="center"/>
        </w:tcPr>
        <w:p w:rsidR="001415FD" w:rsidRPr="000F6FC0" w:rsidRDefault="00B42DFF" w:rsidP="0066347D">
          <w:pPr>
            <w:tabs>
              <w:tab w:val="right" w:pos="8505"/>
            </w:tabs>
            <w:jc w:val="left"/>
            <w:rPr>
              <w:caps/>
              <w:color w:val="000000" w:themeColor="text1"/>
              <w:sz w:val="12"/>
              <w:szCs w:val="12"/>
            </w:rPr>
          </w:pPr>
          <w:sdt>
            <w:sdtPr>
              <w:rPr>
                <w:caps/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407653024"/>
              <w:showingPlcHdr/>
              <w:text/>
            </w:sdtPr>
            <w:sdtEndPr/>
            <w:sdtContent/>
          </w:sdt>
        </w:p>
      </w:tc>
      <w:tc>
        <w:tcPr>
          <w:tcW w:w="2835" w:type="dxa"/>
          <w:tcMar>
            <w:left w:w="113" w:type="dxa"/>
          </w:tcMar>
          <w:vAlign w:val="center"/>
        </w:tcPr>
        <w:p w:rsidR="001415FD" w:rsidRPr="000F6FC0" w:rsidRDefault="00B42DFF" w:rsidP="0066347D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2060670933"/>
              <w:showingPlcHdr/>
              <w:text/>
            </w:sdtPr>
            <w:sdtEndPr/>
            <w:sdtContent/>
          </w:sdt>
        </w:p>
      </w:tc>
    </w:tr>
  </w:tbl>
  <w:p w:rsidR="001415FD" w:rsidRPr="003C40DA" w:rsidRDefault="001415FD" w:rsidP="000A3C59">
    <w:pPr>
      <w:pStyle w:val="Zhlav"/>
      <w:rPr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5FD" w:rsidRDefault="001415FD" w:rsidP="0093354C">
    <w:pPr>
      <w:pStyle w:val="Zhlav"/>
      <w:tabs>
        <w:tab w:val="clear" w:pos="4536"/>
        <w:tab w:val="clear" w:pos="9072"/>
      </w:tabs>
    </w:pPr>
  </w:p>
  <w:p w:rsidR="00774BF2" w:rsidRDefault="00774BF2" w:rsidP="0093354C">
    <w:pPr>
      <w:pStyle w:val="Zhlav"/>
      <w:tabs>
        <w:tab w:val="clear" w:pos="4536"/>
        <w:tab w:val="clear" w:pos="9072"/>
      </w:tabs>
    </w:pPr>
  </w:p>
  <w:p w:rsidR="00774BF2" w:rsidRDefault="00774BF2" w:rsidP="0093354C">
    <w:pPr>
      <w:pStyle w:val="Zhlav"/>
      <w:tabs>
        <w:tab w:val="clear" w:pos="4536"/>
        <w:tab w:val="clear" w:pos="9072"/>
      </w:tabs>
    </w:pPr>
  </w:p>
  <w:p w:rsidR="001415FD" w:rsidRPr="0093354C" w:rsidRDefault="001415FD" w:rsidP="0093354C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5FD" w:rsidRPr="00AE3921" w:rsidRDefault="001415FD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8D144E">
      <w:rPr>
        <w:noProof/>
        <w:color w:val="000000" w:themeColor="text1"/>
      </w:rPr>
      <mc:AlternateContent>
        <mc:Choice Requires="wpc">
          <w:drawing>
            <wp:inline distT="0" distB="0" distL="0" distR="0">
              <wp:extent cx="683895" cy="199390"/>
              <wp:effectExtent l="0" t="0" r="1905" b="635"/>
              <wp:docPr id="27" name="Plátno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5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140970 w 556"/>
                            <a:gd name="T1" fmla="*/ 134055 h 543"/>
                            <a:gd name="T2" fmla="*/ 140970 w 556"/>
                            <a:gd name="T3" fmla="*/ 151169 h 543"/>
                            <a:gd name="T4" fmla="*/ 35560 w 556"/>
                            <a:gd name="T5" fmla="*/ 151169 h 543"/>
                            <a:gd name="T6" fmla="*/ 35560 w 556"/>
                            <a:gd name="T7" fmla="*/ 134055 h 543"/>
                            <a:gd name="T8" fmla="*/ 87630 w 556"/>
                            <a:gd name="T9" fmla="*/ 81130 h 543"/>
                            <a:gd name="T10" fmla="*/ 140970 w 556"/>
                            <a:gd name="T11" fmla="*/ 134055 h 543"/>
                            <a:gd name="T12" fmla="*/ 176530 w 556"/>
                            <a:gd name="T13" fmla="*/ 57362 h 543"/>
                            <a:gd name="T14" fmla="*/ 112078 w 556"/>
                            <a:gd name="T15" fmla="*/ 57362 h 543"/>
                            <a:gd name="T16" fmla="*/ 153988 w 556"/>
                            <a:gd name="T17" fmla="*/ 15529 h 543"/>
                            <a:gd name="T18" fmla="*/ 138430 w 556"/>
                            <a:gd name="T19" fmla="*/ 1268 h 543"/>
                            <a:gd name="T20" fmla="*/ 87630 w 556"/>
                            <a:gd name="T21" fmla="*/ 52291 h 543"/>
                            <a:gd name="T22" fmla="*/ 36195 w 556"/>
                            <a:gd name="T23" fmla="*/ 0 h 543"/>
                            <a:gd name="T24" fmla="*/ 21908 w 556"/>
                            <a:gd name="T25" fmla="*/ 14895 h 543"/>
                            <a:gd name="T26" fmla="*/ 63818 w 556"/>
                            <a:gd name="T27" fmla="*/ 57362 h 543"/>
                            <a:gd name="T28" fmla="*/ 0 w 556"/>
                            <a:gd name="T29" fmla="*/ 57362 h 543"/>
                            <a:gd name="T30" fmla="*/ 0 w 556"/>
                            <a:gd name="T31" fmla="*/ 77010 h 543"/>
                            <a:gd name="T32" fmla="*/ 63818 w 556"/>
                            <a:gd name="T33" fmla="*/ 77010 h 543"/>
                            <a:gd name="T34" fmla="*/ 14605 w 556"/>
                            <a:gd name="T35" fmla="*/ 125498 h 543"/>
                            <a:gd name="T36" fmla="*/ 14605 w 556"/>
                            <a:gd name="T37" fmla="*/ 172085 h 543"/>
                            <a:gd name="T38" fmla="*/ 161290 w 556"/>
                            <a:gd name="T39" fmla="*/ 172085 h 543"/>
                            <a:gd name="T40" fmla="*/ 161290 w 556"/>
                            <a:gd name="T41" fmla="*/ 125498 h 543"/>
                            <a:gd name="T42" fmla="*/ 112078 w 556"/>
                            <a:gd name="T43" fmla="*/ 77010 h 543"/>
                            <a:gd name="T44" fmla="*/ 176530 w 556"/>
                            <a:gd name="T45" fmla="*/ 77010 h 543"/>
                            <a:gd name="T46" fmla="*/ 176530 w 556"/>
                            <a:gd name="T47" fmla="*/ 57362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42228 w 266"/>
                            <a:gd name="T65" fmla="*/ 69789 h 271"/>
                            <a:gd name="T66" fmla="*/ 46355 w 266"/>
                            <a:gd name="T67" fmla="*/ 69789 h 271"/>
                            <a:gd name="T68" fmla="*/ 53975 w 266"/>
                            <a:gd name="T69" fmla="*/ 65328 h 271"/>
                            <a:gd name="T70" fmla="*/ 58103 w 266"/>
                            <a:gd name="T71" fmla="*/ 57998 h 271"/>
                            <a:gd name="T72" fmla="*/ 60008 w 266"/>
                            <a:gd name="T73" fmla="*/ 48119 h 271"/>
                            <a:gd name="T74" fmla="*/ 60643 w 266"/>
                            <a:gd name="T75" fmla="*/ 43021 h 271"/>
                            <a:gd name="T76" fmla="*/ 59373 w 266"/>
                            <a:gd name="T77" fmla="*/ 32505 h 271"/>
                            <a:gd name="T78" fmla="*/ 56198 w 266"/>
                            <a:gd name="T79" fmla="*/ 23900 h 271"/>
                            <a:gd name="T80" fmla="*/ 50800 w 266"/>
                            <a:gd name="T81" fmla="*/ 18483 h 271"/>
                            <a:gd name="T82" fmla="*/ 42228 w 266"/>
                            <a:gd name="T83" fmla="*/ 16571 h 271"/>
                            <a:gd name="T84" fmla="*/ 37465 w 266"/>
                            <a:gd name="T85" fmla="*/ 16571 h 271"/>
                            <a:gd name="T86" fmla="*/ 29845 w 266"/>
                            <a:gd name="T87" fmla="*/ 21032 h 271"/>
                            <a:gd name="T88" fmla="*/ 25083 w 266"/>
                            <a:gd name="T89" fmla="*/ 28362 h 271"/>
                            <a:gd name="T90" fmla="*/ 23178 w 266"/>
                            <a:gd name="T91" fmla="*/ 37603 h 271"/>
                            <a:gd name="T92" fmla="*/ 22543 w 266"/>
                            <a:gd name="T93" fmla="*/ 43021 h 271"/>
                            <a:gd name="T94" fmla="*/ 23813 w 266"/>
                            <a:gd name="T95" fmla="*/ 52899 h 271"/>
                            <a:gd name="T96" fmla="*/ 26988 w 266"/>
                            <a:gd name="T97" fmla="*/ 61504 h 271"/>
                            <a:gd name="T98" fmla="*/ 33020 w 266"/>
                            <a:gd name="T99" fmla="*/ 67877 h 271"/>
                            <a:gd name="T100" fmla="*/ 42228 w 266"/>
                            <a:gd name="T101" fmla="*/ 69789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19357 w 120"/>
                            <a:gd name="T1" fmla="*/ 53340 h 167"/>
                            <a:gd name="T2" fmla="*/ 19357 w 120"/>
                            <a:gd name="T3" fmla="*/ 53340 h 167"/>
                            <a:gd name="T4" fmla="*/ 23416 w 120"/>
                            <a:gd name="T5" fmla="*/ 53340 h 167"/>
                            <a:gd name="T6" fmla="*/ 27787 w 120"/>
                            <a:gd name="T7" fmla="*/ 51424 h 167"/>
                            <a:gd name="T8" fmla="*/ 30909 w 120"/>
                            <a:gd name="T9" fmla="*/ 48868 h 167"/>
                            <a:gd name="T10" fmla="*/ 33094 w 120"/>
                            <a:gd name="T11" fmla="*/ 45036 h 167"/>
                            <a:gd name="T12" fmla="*/ 34967 w 120"/>
                            <a:gd name="T13" fmla="*/ 41522 h 167"/>
                            <a:gd name="T14" fmla="*/ 36216 w 120"/>
                            <a:gd name="T15" fmla="*/ 36412 h 167"/>
                            <a:gd name="T16" fmla="*/ 36841 w 120"/>
                            <a:gd name="T17" fmla="*/ 31621 h 167"/>
                            <a:gd name="T18" fmla="*/ 37465 w 120"/>
                            <a:gd name="T19" fmla="*/ 26510 h 167"/>
                            <a:gd name="T20" fmla="*/ 37465 w 120"/>
                            <a:gd name="T21" fmla="*/ 26510 h 167"/>
                            <a:gd name="T22" fmla="*/ 36841 w 120"/>
                            <a:gd name="T23" fmla="*/ 21080 h 167"/>
                            <a:gd name="T24" fmla="*/ 36216 w 120"/>
                            <a:gd name="T25" fmla="*/ 15970 h 167"/>
                            <a:gd name="T26" fmla="*/ 34967 w 120"/>
                            <a:gd name="T27" fmla="*/ 11818 h 167"/>
                            <a:gd name="T28" fmla="*/ 33094 w 120"/>
                            <a:gd name="T29" fmla="*/ 7346 h 167"/>
                            <a:gd name="T30" fmla="*/ 30909 w 120"/>
                            <a:gd name="T31" fmla="*/ 4472 h 167"/>
                            <a:gd name="T32" fmla="*/ 27787 w 120"/>
                            <a:gd name="T33" fmla="*/ 1916 h 167"/>
                            <a:gd name="T34" fmla="*/ 23416 w 120"/>
                            <a:gd name="T35" fmla="*/ 0 h 167"/>
                            <a:gd name="T36" fmla="*/ 19357 w 120"/>
                            <a:gd name="T37" fmla="*/ 0 h 167"/>
                            <a:gd name="T38" fmla="*/ 19357 w 120"/>
                            <a:gd name="T39" fmla="*/ 0 h 167"/>
                            <a:gd name="T40" fmla="*/ 14674 w 120"/>
                            <a:gd name="T41" fmla="*/ 0 h 167"/>
                            <a:gd name="T42" fmla="*/ 10303 w 120"/>
                            <a:gd name="T43" fmla="*/ 1916 h 167"/>
                            <a:gd name="T44" fmla="*/ 7181 w 120"/>
                            <a:gd name="T45" fmla="*/ 4472 h 167"/>
                            <a:gd name="T46" fmla="*/ 4371 w 120"/>
                            <a:gd name="T47" fmla="*/ 7346 h 167"/>
                            <a:gd name="T48" fmla="*/ 2498 w 120"/>
                            <a:gd name="T49" fmla="*/ 11818 h 167"/>
                            <a:gd name="T50" fmla="*/ 1249 w 120"/>
                            <a:gd name="T51" fmla="*/ 15970 h 167"/>
                            <a:gd name="T52" fmla="*/ 624 w 120"/>
                            <a:gd name="T53" fmla="*/ 21080 h 167"/>
                            <a:gd name="T54" fmla="*/ 0 w 120"/>
                            <a:gd name="T55" fmla="*/ 26510 h 167"/>
                            <a:gd name="T56" fmla="*/ 0 w 120"/>
                            <a:gd name="T57" fmla="*/ 26510 h 167"/>
                            <a:gd name="T58" fmla="*/ 624 w 120"/>
                            <a:gd name="T59" fmla="*/ 31621 h 167"/>
                            <a:gd name="T60" fmla="*/ 1249 w 120"/>
                            <a:gd name="T61" fmla="*/ 36412 h 167"/>
                            <a:gd name="T62" fmla="*/ 2498 w 120"/>
                            <a:gd name="T63" fmla="*/ 41522 h 167"/>
                            <a:gd name="T64" fmla="*/ 4371 w 120"/>
                            <a:gd name="T65" fmla="*/ 45036 h 167"/>
                            <a:gd name="T66" fmla="*/ 7181 w 120"/>
                            <a:gd name="T67" fmla="*/ 48868 h 167"/>
                            <a:gd name="T68" fmla="*/ 10303 w 120"/>
                            <a:gd name="T69" fmla="*/ 51424 h 167"/>
                            <a:gd name="T70" fmla="*/ 14674 w 120"/>
                            <a:gd name="T71" fmla="*/ 53340 h 167"/>
                            <a:gd name="T72" fmla="*/ 19357 w 120"/>
                            <a:gd name="T73" fmla="*/ 53340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59055 w 190"/>
                            <a:gd name="T3" fmla="*/ 0 h 267"/>
                            <a:gd name="T4" fmla="*/ 59055 w 190"/>
                            <a:gd name="T5" fmla="*/ 15934 h 267"/>
                            <a:gd name="T6" fmla="*/ 21590 w 190"/>
                            <a:gd name="T7" fmla="*/ 15934 h 267"/>
                            <a:gd name="T8" fmla="*/ 21590 w 190"/>
                            <a:gd name="T9" fmla="*/ 33144 h 267"/>
                            <a:gd name="T10" fmla="*/ 56515 w 190"/>
                            <a:gd name="T11" fmla="*/ 33144 h 267"/>
                            <a:gd name="T12" fmla="*/ 56515 w 190"/>
                            <a:gd name="T13" fmla="*/ 50034 h 267"/>
                            <a:gd name="T14" fmla="*/ 21590 w 190"/>
                            <a:gd name="T15" fmla="*/ 50034 h 267"/>
                            <a:gd name="T16" fmla="*/ 21590 w 190"/>
                            <a:gd name="T17" fmla="*/ 68518 h 267"/>
                            <a:gd name="T18" fmla="*/ 60325 w 190"/>
                            <a:gd name="T19" fmla="*/ 68518 h 267"/>
                            <a:gd name="T20" fmla="*/ 60325 w 190"/>
                            <a:gd name="T21" fmla="*/ 85090 h 267"/>
                            <a:gd name="T22" fmla="*/ 0 w 190"/>
                            <a:gd name="T23" fmla="*/ 85090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22799 w 373"/>
                            <a:gd name="T3" fmla="*/ 0 h 267"/>
                            <a:gd name="T4" fmla="*/ 33248 w 373"/>
                            <a:gd name="T5" fmla="*/ 64694 h 267"/>
                            <a:gd name="T6" fmla="*/ 33881 w 373"/>
                            <a:gd name="T7" fmla="*/ 64694 h 267"/>
                            <a:gd name="T8" fmla="*/ 44647 w 373"/>
                            <a:gd name="T9" fmla="*/ 0 h 267"/>
                            <a:gd name="T10" fmla="*/ 73463 w 373"/>
                            <a:gd name="T11" fmla="*/ 0 h 267"/>
                            <a:gd name="T12" fmla="*/ 85179 w 373"/>
                            <a:gd name="T13" fmla="*/ 64694 h 267"/>
                            <a:gd name="T14" fmla="*/ 96261 w 373"/>
                            <a:gd name="T15" fmla="*/ 0 h 267"/>
                            <a:gd name="T16" fmla="*/ 118110 w 373"/>
                            <a:gd name="T17" fmla="*/ 0 h 267"/>
                            <a:gd name="T18" fmla="*/ 98478 w 373"/>
                            <a:gd name="T19" fmla="*/ 85090 h 267"/>
                            <a:gd name="T20" fmla="*/ 70296 w 373"/>
                            <a:gd name="T21" fmla="*/ 85090 h 267"/>
                            <a:gd name="T22" fmla="*/ 58897 w 373"/>
                            <a:gd name="T23" fmla="*/ 19759 h 267"/>
                            <a:gd name="T24" fmla="*/ 47814 w 373"/>
                            <a:gd name="T25" fmla="*/ 85090 h 267"/>
                            <a:gd name="T26" fmla="*/ 18366 w 373"/>
                            <a:gd name="T27" fmla="*/ 85090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D307EDC" id="Plátno 37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ODR8EA&#10;AADbAAAADwAAAGRycy9kb3ducmV2LnhtbERPTWvCQBC9F/wPywi9NRulDSF1lVAQPFkaFTwO2WkS&#10;zc6mu2tM/323UOhtHu9zVpvJ9GIk5zvLChZJCoK4trrjRsHxsH3KQfiArLG3TAq+ycNmPXtYYaHt&#10;nT9orEIjYgj7AhW0IQyFlL5uyaBP7EAcuU/rDIYIXSO1w3sMN71cpmkmDXYcG1oc6K2l+lrdjIIx&#10;/3q+Utn5Mns/pOHkzPmyXyr1OJ/KVxCBpvAv/nPvdJz/Ar+/xAP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Dg0fBAAAA2wAAAA8AAAAAAAAAAAAAAAAAmAIAAGRycy9kb3du&#10;cmV2LnhtbFBLBQYAAAAABAAEAPUAAACG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44756707,42507038;44756707,47933658;11289980,47933658;11289980,42507038;27821737,25725232;44756707,42507038;56046688,18188719;35583757,18188719;48889805,4924037;43950280,402066;27821737,16580773;11491587,0;6955593,4723004;20261641,18188719;0,18188719;0,24418836;20261641,24418836;4636956,39793729;4636956,54565840;51208125,54565840;51208125,39793729;35583757,24418836;56046688,24418836;56046688,18188719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lX8IA&#10;AADbAAAADwAAAGRycy9kb3ducmV2LnhtbERPTWvCQBC9F/wPywi91Y2FhpK6iiiFQsmhSS/ehuyY&#10;rGZnQ3ZNor++Kwi9zeN9zmoz2VYM1HvjWMFykYAgrpw2XCv4LT9f3kH4gKyxdUwKruRhs549rTDT&#10;buQfGopQixjCPkMFTQhdJqWvGrLoF64jjtzR9RZDhH0tdY9jDLetfE2SVFo0HBsa7GjXUHUuLlaB&#10;GcvL2+GGp5055G74HvJ9nWilnufT9gNEoCn8ix/uLx3np3D/JR4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o+VfwgAAANsAAAAPAAAAAAAAAAAAAAAAAJgCAABkcnMvZG93&#10;bnJldi54bWxQSwUGAAAAAAQABAD1AAAAhwM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2/J8IA&#10;AADbAAAADwAAAGRycy9kb3ducmV2LnhtbERPzWrCQBC+C77DMkJvdaNCldQ1qCi2F0tjH2CanSYh&#10;2dmYXZP49t1Cwdt8fL+zTgZTi45aV1pWMJtGIIgzq0vOFXxdjs8rEM4ja6wtk4I7OUg249EaY217&#10;/qQu9bkIIexiVFB438RSuqwgg25qG+LA/djWoA+wzaVusQ/hppbzKHqRBksODQU2tC8oq9KbUXDK&#10;q9vu3KX1e/RtD9edP937j4VST5Nh+wrC0+Af4n/3mw7zl/D3Szh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Pb8nwgAAANsAAAAPAAAAAAAAAAAAAAAAAJgCAABkcnMvZG93&#10;bnJldi54bWxQSwUGAAAAAAQABAD1AAAAhw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3VhMQA&#10;AADbAAAADwAAAGRycy9kb3ducmV2LnhtbESPQWvCQBCF7wX/wzJCb3WjhVaiq4go9FRoKoi3ITtm&#10;o9nZkF016a/vHAq9zfDevPfNct37Rt2pi3VgA9NJBoq4DLbmysDhe/8yBxUTssUmMBkYKMJ6NXpa&#10;Ym7Dg7/oXqRKSQjHHA24lNpc61g68hgnoSUW7Rw6j0nWrtK2w4eE+0bPsuxNe6xZGhy2tHVUXoub&#10;N7CvD81ueP28XE43csewK87vP4Mxz+N+swCVqE//5r/rDyv4Aiu/yAB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d1YTEAAAA2w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;13400564,22234363;14710219,22234363;17128337,20813115;18438310,18477820;19042839,15330429;19244349,13706237;18841330,10355901;17833780,7614399;16120788,5888575;13400564,5279423;11889081,5279423;9470963,6700671;7959798,9035966;7355268,11980094;7153758,13706237;7556778,16853309;8564327,19594811;10478512,21625211;13400564,22234363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zwxcIA&#10;AADbAAAADwAAAGRycy9kb3ducmV2LnhtbERPS2sCMRC+C/0PYQreNNsiUlejFEtLvRR8gNdxM27W&#10;biZLku5u/fWNUPA2H99zFqve1qIlHyrHCp7GGQjiwumKSwWH/fvoBUSIyBprx6TglwKslg+DBeba&#10;dbyldhdLkUI45KjAxNjkUobCkMUwdg1x4s7OW4wJ+lJqj10Kt7V8zrKptFhxajDY0NpQ8b37sQqO&#10;Xf/lN7p9u35sLtP13p4mV3NSavjYv85BROrjXfzv/tRp/gxuv6Q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bPDFwgAAANsAAAAPAAAAAAAAAAAAAAAAAJgCAABkcnMvZG93&#10;bnJldi54bWxQSwUGAAAAAAQABAD1AAAAhw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KYG8IA&#10;AADbAAAADwAAAGRycy9kb3ducmV2LnhtbERPz2vCMBS+D/Y/hDfYbU10IKMzypCJG56sgvT2aN7a&#10;rs1L18S2/vfmIOz48f1erifbioF6XzvWMEsUCOLCmZpLDafj9uUNhA/IBlvHpOFKHtarx4clpsaN&#10;fKAhC6WIIexT1FCF0KVS+qIiiz5xHXHkflxvMUTYl9L0OMZw28q5UgtpsebYUGFHm4qKJrtYDbvf&#10;PxvOefkqd/l322RjM3zuldbPT9PHO4hAU/gX391fRsM8ro9f4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opgbwgAAANs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6049869,17031749;6049869,17031749;7318476,17031749;8684595,16419960;9660350,15603816;10343254,14380238;10928644,13258198;11319009,11626548;11514348,10096756;11709374,8464786;11709374,8464786;11514348,6730958;11319009,5099307;10928644,3773551;10343254,2345617;9660350,1427934;8684595,611789;7318476,0;6049869,0;6049869,0;4586236,0;3220117,611789;2244362,1427934;1366120,2345617;780729,3773551;390365,5099307;195026,6730958;0,8464786;0,8464786;195026,10096756;390365,11626548;780729,13258198;1366120,14380238;2244362,15603816;3220117,16419960;4586236,17031749;6049869,17031749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G8msQA&#10;AADbAAAADwAAAGRycy9kb3ducmV2LnhtbESPQWvCQBSE70L/w/IKXqRuTCFI6iqtoIigYJSeH9nX&#10;JCT7NuyuGv+9Wyj0OMzMN8xiNZhO3Mj5xrKC2TQBQVxa3XCl4HLevM1B+ICssbNMCh7kYbV8GS0w&#10;1/bOJ7oVoRIRwj5HBXUIfS6lL2sy6Ke2J47ej3UGQ5SuktrhPcJNJ9MkyaTBhuNCjT2tayrb4moU&#10;HI6XbPve7rPt9zAJ7cZd08PXRKnx6/D5ASLQEP7Df+2dVpDO4PdL/AF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RvJrEAAAA2w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/eH8QA&#10;AADbAAAADwAAAGRycy9kb3ducmV2LnhtbESPQWvCQBSE70L/w/IKvemmoZUSXUOJVIqHglHo9ZF9&#10;ZqPZtyG7jam/vlsQPA4z8w2zzEfbioF63zhW8DxLQBBXTjdcKzjsP6ZvIHxA1tg6JgW/5CFfPUyW&#10;mGl34R0NZahFhLDPUIEJocuk9JUhi37mOuLoHV1vMUTZ11L3eIlw28o0SebSYsNxwWBHhaHqXP5Y&#10;BZvCtC/fuwNf15sv7rbr4fRaDko9PY7vCxCBxnAP39qfWkGawv+X+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v3h/EAAAA2w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FaesIA&#10;AADbAAAADwAAAGRycy9kb3ducmV2LnhtbESPS6vCMBSE94L/IRzBjWiqFx9Uo4hQcOHm+gCXx+bY&#10;FpuT0qRa/725cMHlMDPfMKtNa0rxpNoVlhWMRxEI4tTqgjMF51MyXIBwHlljaZkUvMnBZt3trDDW&#10;9sW/9Dz6TAQIuxgV5N5XsZQuzcmgG9mKOHh3Wxv0QdaZ1DW+AtyUchJFM2mw4LCQY0W7nNLHsTEK&#10;Dlyh2WFzHSTN/DKNbpftCROl+r12uwThqfXf8H97rxVMfuDvS/gBc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IVp6wgAAANsAAAAPAAAAAAAAAAAAAAAAAJgCAABkcnMvZG93&#10;bnJldi54bWxQSwUGAAAAAAQABAD1AAAAhwMAAAAA&#10;" path="m,l186,r,50l68,50r,54l178,104r,53l68,157r,58l190,215r,52l,267,,xe" fillcolor="black" stroked="f">
                <v:path arrowok="t" o:connecttype="custom" o:connectlocs="0,0;18775760,0;18775760,5080857;6864256,5080857;6864256,10568591;17968201,10568591;17968201,15954287;6864256,15954287;6864256,21848260;19179540,21848260;19179540,27132556;0,2713255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fIKMUA&#10;AADbAAAADwAAAGRycy9kb3ducmV2LnhtbESPUWvCQBCE3wv9D8cW+lL0UpEi0VNqaakiglHxecmt&#10;STC3F3Jbjf56r1Do4zAz3zCTWedqdaY2VJ4NvPYTUMS5txUXBva7r94IVBBki7VnMnClALPp48ME&#10;U+svnNF5K4WKEA4pGihFmlTrkJfkMPR9Qxy9o28dSpRtoW2Llwh3tR4kyZt2WHFcKLGhj5Ly0/bH&#10;Gfi83rLl5vZyWCXyna1pPtcy7Ix5furex6CEOvkP/7UX1sBgCL9f4g/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Z8goxQAAANsAAAAPAAAAAAAAAAAAAAAAAJgCAABkcnMv&#10;ZG93bnJldi54bWxQSwUGAAAAAAQABAD1AAAAigMAAAAA&#10;" path="m,l72,r33,203l107,203,141,r91,l269,203,304,r69,l311,267r-89,l186,62,151,267r-93,l,xe" fillcolor="black" stroked="f">
                <v:path arrowok="t" o:connecttype="custom" o:connectlocs="0,0;7219643,0;10528474,20628906;10728923,20628906;14138137,0;23263152,0;26973198,20628906;30482478,0;37401289,0;31184524,27132556;22260274,27132556;18650611,6300531;15141015,27132556;5815867,2713255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Cdx8QA&#10;AADbAAAADwAAAGRycy9kb3ducmV2LnhtbESPQWvCQBSE74L/YXlCb3VjQFtiNkGE0tJDoWrB4yP7&#10;zCZm38bsVtN/3y0UPA4z3wyTl6PtxJUG3zhWsJgnIIgrpxuuFRz2L4/PIHxA1tg5JgU/5KEsppMc&#10;M+1u/EnXXahFLGGfoQITQp9J6StDFv3c9cTRO7nBYohyqKUe8BbLbSfTJFlJiw3HBYM9bQ1V5923&#10;VZCSbA92+fq0Smj8Osr00n6Yd6UeZuNmDSLQGO7hf/pNR24Jf1/iD5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wncfEAAAA2w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h++sQA&#10;AADbAAAADwAAAGRycy9kb3ducmV2LnhtbESPT2vCQBTE7wW/w/IKXsRszEFKzCpWFDy20Yu3Z/Y1&#10;Cc2+DdnNn/rpu4WCx2FmfsNku8k0YqDO1ZYVrKIYBHFhdc2lguvltHwD4TyyxsYyKfghB7vt7CXD&#10;VNuRP2nIfSkChF2KCirv21RKV1Rk0EW2JQ7el+0M+iC7UuoOxwA3jUzieC0N1hwWKmzpUFHxnfdG&#10;Qb9w+eGuPxa3aSj08fE+jvVjr9T8ddpvQHia/DP83z5rBcka/r6EH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4fvrEAAAA2w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1415FD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1415FD" w:rsidRPr="00AE3921" w:rsidRDefault="001415FD" w:rsidP="00754370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ČOV Karviná – rekonstrukce vodovodu kalového a plynového hospodářství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1415FD" w:rsidRPr="00AE3921" w:rsidRDefault="001415FD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r>
            <w:rPr>
              <w:bCs/>
              <w:color w:val="000000" w:themeColor="text1"/>
              <w:sz w:val="12"/>
              <w:szCs w:val="12"/>
            </w:rPr>
            <w:t>A Průvodní zpráva</w:t>
          </w:r>
        </w:p>
      </w:tc>
    </w:tr>
    <w:tr w:rsidR="001415FD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1415FD" w:rsidRPr="00AE3921" w:rsidRDefault="001415FD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</w:p>
      </w:tc>
      <w:tc>
        <w:tcPr>
          <w:tcW w:w="3402" w:type="dxa"/>
          <w:tcMar>
            <w:left w:w="113" w:type="dxa"/>
          </w:tcMar>
          <w:vAlign w:val="center"/>
        </w:tcPr>
        <w:p w:rsidR="001415FD" w:rsidRPr="00AE3921" w:rsidRDefault="001415FD" w:rsidP="00754370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DUR</w:t>
          </w:r>
        </w:p>
      </w:tc>
    </w:tr>
  </w:tbl>
  <w:p w:rsidR="001415FD" w:rsidRPr="00AE3921" w:rsidRDefault="001415FD" w:rsidP="00CA337C">
    <w:pPr>
      <w:pStyle w:val="Zhlav"/>
      <w:rPr>
        <w:color w:val="000000" w:themeColor="text1"/>
        <w:sz w:val="12"/>
        <w:szCs w:val="1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5FD" w:rsidRPr="00AE3921" w:rsidRDefault="001415FD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8D144E">
      <w:rPr>
        <w:noProof/>
        <w:color w:val="000000" w:themeColor="text1"/>
      </w:rPr>
      <mc:AlternateContent>
        <mc:Choice Requires="wpc">
          <w:drawing>
            <wp:inline distT="0" distB="0" distL="0" distR="0">
              <wp:extent cx="683895" cy="199390"/>
              <wp:effectExtent l="0" t="0" r="1905" b="635"/>
              <wp:docPr id="14" name="Plátno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140970 w 556"/>
                            <a:gd name="T1" fmla="*/ 134055 h 543"/>
                            <a:gd name="T2" fmla="*/ 140970 w 556"/>
                            <a:gd name="T3" fmla="*/ 151169 h 543"/>
                            <a:gd name="T4" fmla="*/ 35560 w 556"/>
                            <a:gd name="T5" fmla="*/ 151169 h 543"/>
                            <a:gd name="T6" fmla="*/ 35560 w 556"/>
                            <a:gd name="T7" fmla="*/ 134055 h 543"/>
                            <a:gd name="T8" fmla="*/ 87630 w 556"/>
                            <a:gd name="T9" fmla="*/ 81130 h 543"/>
                            <a:gd name="T10" fmla="*/ 140970 w 556"/>
                            <a:gd name="T11" fmla="*/ 134055 h 543"/>
                            <a:gd name="T12" fmla="*/ 176530 w 556"/>
                            <a:gd name="T13" fmla="*/ 57362 h 543"/>
                            <a:gd name="T14" fmla="*/ 112078 w 556"/>
                            <a:gd name="T15" fmla="*/ 57362 h 543"/>
                            <a:gd name="T16" fmla="*/ 153988 w 556"/>
                            <a:gd name="T17" fmla="*/ 15529 h 543"/>
                            <a:gd name="T18" fmla="*/ 138430 w 556"/>
                            <a:gd name="T19" fmla="*/ 1268 h 543"/>
                            <a:gd name="T20" fmla="*/ 87630 w 556"/>
                            <a:gd name="T21" fmla="*/ 52291 h 543"/>
                            <a:gd name="T22" fmla="*/ 36195 w 556"/>
                            <a:gd name="T23" fmla="*/ 0 h 543"/>
                            <a:gd name="T24" fmla="*/ 21908 w 556"/>
                            <a:gd name="T25" fmla="*/ 14895 h 543"/>
                            <a:gd name="T26" fmla="*/ 63818 w 556"/>
                            <a:gd name="T27" fmla="*/ 57362 h 543"/>
                            <a:gd name="T28" fmla="*/ 0 w 556"/>
                            <a:gd name="T29" fmla="*/ 57362 h 543"/>
                            <a:gd name="T30" fmla="*/ 0 w 556"/>
                            <a:gd name="T31" fmla="*/ 77010 h 543"/>
                            <a:gd name="T32" fmla="*/ 63818 w 556"/>
                            <a:gd name="T33" fmla="*/ 77010 h 543"/>
                            <a:gd name="T34" fmla="*/ 14605 w 556"/>
                            <a:gd name="T35" fmla="*/ 125498 h 543"/>
                            <a:gd name="T36" fmla="*/ 14605 w 556"/>
                            <a:gd name="T37" fmla="*/ 172085 h 543"/>
                            <a:gd name="T38" fmla="*/ 161290 w 556"/>
                            <a:gd name="T39" fmla="*/ 172085 h 543"/>
                            <a:gd name="T40" fmla="*/ 161290 w 556"/>
                            <a:gd name="T41" fmla="*/ 125498 h 543"/>
                            <a:gd name="T42" fmla="*/ 112078 w 556"/>
                            <a:gd name="T43" fmla="*/ 77010 h 543"/>
                            <a:gd name="T44" fmla="*/ 176530 w 556"/>
                            <a:gd name="T45" fmla="*/ 77010 h 543"/>
                            <a:gd name="T46" fmla="*/ 176530 w 556"/>
                            <a:gd name="T47" fmla="*/ 57362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42228 w 266"/>
                            <a:gd name="T65" fmla="*/ 69789 h 271"/>
                            <a:gd name="T66" fmla="*/ 46355 w 266"/>
                            <a:gd name="T67" fmla="*/ 69789 h 271"/>
                            <a:gd name="T68" fmla="*/ 53975 w 266"/>
                            <a:gd name="T69" fmla="*/ 65328 h 271"/>
                            <a:gd name="T70" fmla="*/ 58103 w 266"/>
                            <a:gd name="T71" fmla="*/ 57998 h 271"/>
                            <a:gd name="T72" fmla="*/ 60008 w 266"/>
                            <a:gd name="T73" fmla="*/ 48119 h 271"/>
                            <a:gd name="T74" fmla="*/ 60643 w 266"/>
                            <a:gd name="T75" fmla="*/ 43021 h 271"/>
                            <a:gd name="T76" fmla="*/ 59373 w 266"/>
                            <a:gd name="T77" fmla="*/ 32505 h 271"/>
                            <a:gd name="T78" fmla="*/ 56198 w 266"/>
                            <a:gd name="T79" fmla="*/ 23900 h 271"/>
                            <a:gd name="T80" fmla="*/ 50800 w 266"/>
                            <a:gd name="T81" fmla="*/ 18483 h 271"/>
                            <a:gd name="T82" fmla="*/ 42228 w 266"/>
                            <a:gd name="T83" fmla="*/ 16571 h 271"/>
                            <a:gd name="T84" fmla="*/ 37465 w 266"/>
                            <a:gd name="T85" fmla="*/ 16571 h 271"/>
                            <a:gd name="T86" fmla="*/ 29845 w 266"/>
                            <a:gd name="T87" fmla="*/ 21032 h 271"/>
                            <a:gd name="T88" fmla="*/ 25083 w 266"/>
                            <a:gd name="T89" fmla="*/ 28362 h 271"/>
                            <a:gd name="T90" fmla="*/ 23178 w 266"/>
                            <a:gd name="T91" fmla="*/ 37603 h 271"/>
                            <a:gd name="T92" fmla="*/ 22543 w 266"/>
                            <a:gd name="T93" fmla="*/ 43021 h 271"/>
                            <a:gd name="T94" fmla="*/ 23813 w 266"/>
                            <a:gd name="T95" fmla="*/ 52899 h 271"/>
                            <a:gd name="T96" fmla="*/ 26988 w 266"/>
                            <a:gd name="T97" fmla="*/ 61504 h 271"/>
                            <a:gd name="T98" fmla="*/ 33020 w 266"/>
                            <a:gd name="T99" fmla="*/ 67877 h 271"/>
                            <a:gd name="T100" fmla="*/ 42228 w 266"/>
                            <a:gd name="T101" fmla="*/ 69789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19357 w 120"/>
                            <a:gd name="T1" fmla="*/ 53340 h 167"/>
                            <a:gd name="T2" fmla="*/ 19357 w 120"/>
                            <a:gd name="T3" fmla="*/ 53340 h 167"/>
                            <a:gd name="T4" fmla="*/ 23416 w 120"/>
                            <a:gd name="T5" fmla="*/ 53340 h 167"/>
                            <a:gd name="T6" fmla="*/ 27787 w 120"/>
                            <a:gd name="T7" fmla="*/ 51424 h 167"/>
                            <a:gd name="T8" fmla="*/ 30909 w 120"/>
                            <a:gd name="T9" fmla="*/ 48868 h 167"/>
                            <a:gd name="T10" fmla="*/ 33094 w 120"/>
                            <a:gd name="T11" fmla="*/ 45036 h 167"/>
                            <a:gd name="T12" fmla="*/ 34967 w 120"/>
                            <a:gd name="T13" fmla="*/ 41522 h 167"/>
                            <a:gd name="T14" fmla="*/ 36216 w 120"/>
                            <a:gd name="T15" fmla="*/ 36412 h 167"/>
                            <a:gd name="T16" fmla="*/ 36841 w 120"/>
                            <a:gd name="T17" fmla="*/ 31621 h 167"/>
                            <a:gd name="T18" fmla="*/ 37465 w 120"/>
                            <a:gd name="T19" fmla="*/ 26510 h 167"/>
                            <a:gd name="T20" fmla="*/ 37465 w 120"/>
                            <a:gd name="T21" fmla="*/ 26510 h 167"/>
                            <a:gd name="T22" fmla="*/ 36841 w 120"/>
                            <a:gd name="T23" fmla="*/ 21080 h 167"/>
                            <a:gd name="T24" fmla="*/ 36216 w 120"/>
                            <a:gd name="T25" fmla="*/ 15970 h 167"/>
                            <a:gd name="T26" fmla="*/ 34967 w 120"/>
                            <a:gd name="T27" fmla="*/ 11818 h 167"/>
                            <a:gd name="T28" fmla="*/ 33094 w 120"/>
                            <a:gd name="T29" fmla="*/ 7346 h 167"/>
                            <a:gd name="T30" fmla="*/ 30909 w 120"/>
                            <a:gd name="T31" fmla="*/ 4472 h 167"/>
                            <a:gd name="T32" fmla="*/ 27787 w 120"/>
                            <a:gd name="T33" fmla="*/ 1916 h 167"/>
                            <a:gd name="T34" fmla="*/ 23416 w 120"/>
                            <a:gd name="T35" fmla="*/ 0 h 167"/>
                            <a:gd name="T36" fmla="*/ 19357 w 120"/>
                            <a:gd name="T37" fmla="*/ 0 h 167"/>
                            <a:gd name="T38" fmla="*/ 19357 w 120"/>
                            <a:gd name="T39" fmla="*/ 0 h 167"/>
                            <a:gd name="T40" fmla="*/ 14674 w 120"/>
                            <a:gd name="T41" fmla="*/ 0 h 167"/>
                            <a:gd name="T42" fmla="*/ 10303 w 120"/>
                            <a:gd name="T43" fmla="*/ 1916 h 167"/>
                            <a:gd name="T44" fmla="*/ 7181 w 120"/>
                            <a:gd name="T45" fmla="*/ 4472 h 167"/>
                            <a:gd name="T46" fmla="*/ 4371 w 120"/>
                            <a:gd name="T47" fmla="*/ 7346 h 167"/>
                            <a:gd name="T48" fmla="*/ 2498 w 120"/>
                            <a:gd name="T49" fmla="*/ 11818 h 167"/>
                            <a:gd name="T50" fmla="*/ 1249 w 120"/>
                            <a:gd name="T51" fmla="*/ 15970 h 167"/>
                            <a:gd name="T52" fmla="*/ 624 w 120"/>
                            <a:gd name="T53" fmla="*/ 21080 h 167"/>
                            <a:gd name="T54" fmla="*/ 0 w 120"/>
                            <a:gd name="T55" fmla="*/ 26510 h 167"/>
                            <a:gd name="T56" fmla="*/ 0 w 120"/>
                            <a:gd name="T57" fmla="*/ 26510 h 167"/>
                            <a:gd name="T58" fmla="*/ 624 w 120"/>
                            <a:gd name="T59" fmla="*/ 31621 h 167"/>
                            <a:gd name="T60" fmla="*/ 1249 w 120"/>
                            <a:gd name="T61" fmla="*/ 36412 h 167"/>
                            <a:gd name="T62" fmla="*/ 2498 w 120"/>
                            <a:gd name="T63" fmla="*/ 41522 h 167"/>
                            <a:gd name="T64" fmla="*/ 4371 w 120"/>
                            <a:gd name="T65" fmla="*/ 45036 h 167"/>
                            <a:gd name="T66" fmla="*/ 7181 w 120"/>
                            <a:gd name="T67" fmla="*/ 48868 h 167"/>
                            <a:gd name="T68" fmla="*/ 10303 w 120"/>
                            <a:gd name="T69" fmla="*/ 51424 h 167"/>
                            <a:gd name="T70" fmla="*/ 14674 w 120"/>
                            <a:gd name="T71" fmla="*/ 53340 h 167"/>
                            <a:gd name="T72" fmla="*/ 19357 w 120"/>
                            <a:gd name="T73" fmla="*/ 53340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59055 w 190"/>
                            <a:gd name="T3" fmla="*/ 0 h 267"/>
                            <a:gd name="T4" fmla="*/ 59055 w 190"/>
                            <a:gd name="T5" fmla="*/ 15934 h 267"/>
                            <a:gd name="T6" fmla="*/ 21590 w 190"/>
                            <a:gd name="T7" fmla="*/ 15934 h 267"/>
                            <a:gd name="T8" fmla="*/ 21590 w 190"/>
                            <a:gd name="T9" fmla="*/ 33144 h 267"/>
                            <a:gd name="T10" fmla="*/ 56515 w 190"/>
                            <a:gd name="T11" fmla="*/ 33144 h 267"/>
                            <a:gd name="T12" fmla="*/ 56515 w 190"/>
                            <a:gd name="T13" fmla="*/ 50034 h 267"/>
                            <a:gd name="T14" fmla="*/ 21590 w 190"/>
                            <a:gd name="T15" fmla="*/ 50034 h 267"/>
                            <a:gd name="T16" fmla="*/ 21590 w 190"/>
                            <a:gd name="T17" fmla="*/ 68518 h 267"/>
                            <a:gd name="T18" fmla="*/ 60325 w 190"/>
                            <a:gd name="T19" fmla="*/ 68518 h 267"/>
                            <a:gd name="T20" fmla="*/ 60325 w 190"/>
                            <a:gd name="T21" fmla="*/ 85090 h 267"/>
                            <a:gd name="T22" fmla="*/ 0 w 190"/>
                            <a:gd name="T23" fmla="*/ 85090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22799 w 373"/>
                            <a:gd name="T3" fmla="*/ 0 h 267"/>
                            <a:gd name="T4" fmla="*/ 33248 w 373"/>
                            <a:gd name="T5" fmla="*/ 64694 h 267"/>
                            <a:gd name="T6" fmla="*/ 33881 w 373"/>
                            <a:gd name="T7" fmla="*/ 64694 h 267"/>
                            <a:gd name="T8" fmla="*/ 44647 w 373"/>
                            <a:gd name="T9" fmla="*/ 0 h 267"/>
                            <a:gd name="T10" fmla="*/ 73463 w 373"/>
                            <a:gd name="T11" fmla="*/ 0 h 267"/>
                            <a:gd name="T12" fmla="*/ 85179 w 373"/>
                            <a:gd name="T13" fmla="*/ 64694 h 267"/>
                            <a:gd name="T14" fmla="*/ 96261 w 373"/>
                            <a:gd name="T15" fmla="*/ 0 h 267"/>
                            <a:gd name="T16" fmla="*/ 118110 w 373"/>
                            <a:gd name="T17" fmla="*/ 0 h 267"/>
                            <a:gd name="T18" fmla="*/ 98478 w 373"/>
                            <a:gd name="T19" fmla="*/ 85090 h 267"/>
                            <a:gd name="T20" fmla="*/ 70296 w 373"/>
                            <a:gd name="T21" fmla="*/ 85090 h 267"/>
                            <a:gd name="T22" fmla="*/ 58897 w 373"/>
                            <a:gd name="T23" fmla="*/ 19759 h 267"/>
                            <a:gd name="T24" fmla="*/ 47814 w 373"/>
                            <a:gd name="T25" fmla="*/ 85090 h 267"/>
                            <a:gd name="T26" fmla="*/ 18366 w 373"/>
                            <a:gd name="T27" fmla="*/ 85090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E07DCBF" id="Plátno 38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o3c78A&#10;AADaAAAADwAAAGRycy9kb3ducmV2LnhtbERPS4vCMBC+C/sfwix4s6kiItUoRVjwtMv6AI9DM7bV&#10;ZtJNYu3+eyMInoaP7znLdW8a0ZHztWUF4yQFQVxYXXOp4LD/Gs1B+ICssbFMCv7Jw3r1MVhipu2d&#10;f6nbhVLEEPYZKqhCaDMpfVGRQZ/YljhyZ+sMhghdKbXDeww3jZyk6UwarDk2VNjSpqLiursZBd38&#10;b3qlvPb57GefhqMzp8v3RKnhZ58vQATqw1v8cm91nA/PV55Xr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CjdzvwAAANoAAAAPAAAAAAAAAAAAAAAAAJgCAABkcnMvZG93bnJl&#10;di54bWxQSwUGAAAAAAQABAD1AAAAhAMAAAAA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44756707,42507038;44756707,47933658;11289980,47933658;11289980,42507038;27821737,25725232;44756707,42507038;56046688,18188719;35583757,18188719;48889805,4924037;43950280,402066;27821737,16580773;11491587,0;6955593,4723004;20261641,18188719;0,18188719;0,24418836;20261641,24418836;4636956,39793729;4636956,54565840;51208125,54565840;51208125,39793729;35583757,24418836;56046688,24418836;56046688,18188719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/J18QA&#10;AADaAAAADwAAAGRycy9kb3ducmV2LnhtbESPQWvCQBSE7wX/w/KE3uqmFkuJ2YSiFArFg9pLbo/s&#10;M1nNvg3ZNUn767uC0OMwM98wWTHZVgzUe+NYwfMiAUFcOW24VvB9/Hh6A+EDssbWMSn4IQ9FPnvI&#10;MNVu5D0Nh1CLCGGfooImhC6V0lcNWfQL1xFH7+R6iyHKvpa6xzHCbSuXSfIqLRqOCw12tGmouhyu&#10;VoEZj9dV+YvnjSl3bvgadts60Uo9zqf3NYhAU/gP39ufWsEL3K7EG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PydfEAAAA2g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+IP8MA&#10;AADaAAAADwAAAGRycy9kb3ducmV2LnhtbESP0WrCQBRE3wv+w3IF38ymVkqJrlKlRX2pmPoB1+w1&#10;CWbvptk1iX/vCkIfh5k5w8yXvalES40rLSt4jWIQxJnVJecKjr/f4w8QziNrrCyTghs5WC4GL3NM&#10;tO34QG3qcxEg7BJUUHhfJ1K6rCCDLrI1cfDOtjHog2xyqRvsAtxUchLH79JgyWGhwJrWBWWX9GoU&#10;bPLLdfXTptUuPtmvv5Xf3Lr9m1KjYf85A+Gp9//hZ3urFUzhcSXcA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+IP8MAAADaAAAADwAAAAAAAAAAAAAAAACYAgAAZHJzL2Rv&#10;d25yZXYueG1sUEsFBgAAAAAEAAQA9QAAAIgDAAAAAA=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D14cMA&#10;AADaAAAADwAAAGRycy9kb3ducmV2LnhtbESPQWvCQBSE74X+h+UJ3upGxbZEVymi0JNgDJTeHtln&#10;Npp9G7KrJv31riD0OMzMN8xi1dlaXKn1lWMF41ECgrhwuuJSQX7Yvn2C8AFZY+2YFPTkYbV8fVlg&#10;qt2N93TNQikihH2KCkwITSqlLwxZ9CPXEEfv6FqLIcq2lLrFW4TbWk6S5F1arDguGGxobag4Zxer&#10;YFvl9aaf7k6n3wuZH7fJjh9/vVLDQfc1BxGoC//hZ/tbK5jB40q8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D14cMAAADaAAAADwAAAAAAAAAAAAAAAACYAgAAZHJzL2Rv&#10;d25yZXYueG1sUEsFBgAAAAAEAAQA9QAAAIg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;13400564,22234363;14710219,22234363;17128337,20813115;18438310,18477820;19042839,15330429;19244349,13706237;18841330,10355901;17833780,7614399;16120788,5888575;13400564,5279423;11889081,5279423;9470963,6700671;7959798,9035966;7355268,11980094;7153758,13706237;7556778,16853309;8564327,19594811;10478512,21625211;13400564,22234363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PudsMA&#10;AADaAAAADwAAAGRycy9kb3ducmV2LnhtbESPQWsCMRSE7wX/Q3iCt5pVyiJboxRFqZdCtdDrc/O6&#10;2XbzsiRxd/XXNwWhx2FmvmGW68E2oiMfascKZtMMBHHpdM2Vgo/T7nEBIkRkjY1jUnClAOvV6GGJ&#10;hXY9v1N3jJVIEA4FKjAxtoWUoTRkMUxdS5y8L+ctxiR9JbXHPsFtI+dZlkuLNacFgy1tDJU/x4tV&#10;8NkPb/6gu+1tf/jONyd7frqZs1KT8fDyDCLSEP/D9/arVpDD35V0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PudsMAAADaAAAADwAAAAAAAAAAAAAAAACYAgAAZHJzL2Rv&#10;d25yZXYueG1sUEsFBgAAAAAEAAQA9QAAAIg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7IMsMA&#10;AADaAAAADwAAAGRycy9kb3ducmV2LnhtbESPQWvCQBSE7wX/w/IEb3WjgpXUVUQUFU9NheLtkX1N&#10;0mTfxuyaxH/vFgo9DjPzDbNc96YSLTWusKxgMo5AEKdWF5wpuHzuXxcgnEfWWFkmBQ9ysF4NXpYY&#10;a9vxB7WJz0SAsItRQe59HUvp0pwMurGtiYP3bRuDPsgmk7rBLsBNJadRNJcGCw4LOda0zSktk7tR&#10;cPi5Gf91zWbycD1VZdKV7e4cKTUa9pt3EJ56/x/+ax+1gjf4vRJu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7IMsMAAADaAAAADwAAAAAAAAAAAAAAAACYAgAAZHJzL2Rv&#10;d25yZXYueG1sUEsFBgAAAAAEAAQA9QAAAIgDAAAAAA=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6049869,17031749;6049869,17031749;7318476,17031749;8684595,16419960;9660350,15603816;10343254,14380238;10928644,13258198;11319009,11626548;11514348,10096756;11709374,8464786;11709374,8464786;11514348,6730958;11319009,5099307;10928644,3773551;10343254,2345617;9660350,1427934;8684595,611789;7318476,0;6049869,0;6049869,0;4586236,0;3220117,611789;2244362,1427934;1366120,2345617;780729,3773551;390365,5099307;195026,6730958;0,8464786;0,8464786;195026,10096756;390365,11626548;780729,13258198;1366120,14380238;2244362,15603816;3220117,16419960;4586236,17031749;6049869,17031749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33G8EA&#10;AADaAAAADwAAAGRycy9kb3ducmV2LnhtbERPW2vCMBR+H/gfwhH2IjNdB0U6o+jAMgYdeGHPh+as&#10;LW1OShJt/ffmYbDHj+++3k6mFzdyvrWs4HWZgCCurG65VnA5H15WIHxA1thbJgV38rDdzJ7WmGs7&#10;8pFup1CLGMI+RwVNCEMupa8aMuiXdiCO3K91BkOErpba4RjDTS/TJMmkwZZjQ4MDfTRUdaerUVB+&#10;X7LirfvKip9pEbqDu6blfqHU83zavYMINIV/8Z/7UyuIW+OVeAP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d9xvBAAAA2gAAAA8AAAAAAAAAAAAAAAAAmAIAAGRycy9kb3du&#10;cmV2LnhtbFBLBQYAAAAABAAEAPUAAACG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r+HsQA&#10;AADaAAAADwAAAGRycy9kb3ducmV2LnhtbESPQWvCQBSE7wX/w/IEb3VT0dJG1yCRivQgmApeH9nX&#10;bNrs25Ddxuiv7wqFHoeZ+YZZZYNtRE+drx0reJomIIhLp2uuFJw+3h5fQPiArLFxTAqu5CFbjx5W&#10;mGp34SP1RahEhLBPUYEJoU2l9KUhi37qWuLofbrOYoiyq6Tu8BLhtpGzJHmWFmuOCwZbyg2V38WP&#10;VbDLTTM/H0982+4O3L5v+69F0Ss1GQ+bJYhAQ/gP/7X3WsEr3K/EG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K/h7EAAAA2g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8OsMQA&#10;AADbAAAADwAAAGRycy9kb3ducmV2LnhtbESPQWvDMAyF74X9B6PBLqVxNthW0rqlFAI77NK0gR3V&#10;WEvCYjnETpP9++ow2E3iPb33abufXaduNITWs4HnJAVFXHnbcm3gcs5Xa1AhIlvsPJOBXwqw3z0s&#10;tphZP/GJbkWslYRwyNBAE2OfaR2qhhyGxPfEon37wWGUdai1HXCScNfplzR90w5bloYGezo2VP0U&#10;ozPwyT26I45fy3x8L1/Ta3k4Y27M0+N82ICKNMd/89/1hxV8oZdfZAC9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fDrDEAAAA2wAAAA8AAAAAAAAAAAAAAAAAmAIAAGRycy9k&#10;b3ducmV2LnhtbFBLBQYAAAAABAAEAPUAAACJAwAAAAA=&#10;" path="m,l186,r,50l68,50r,54l178,104r,53l68,157r,58l190,215r,52l,267,,xe" fillcolor="black" stroked="f">
                <v:path arrowok="t" o:connecttype="custom" o:connectlocs="0,0;18775760,0;18775760,5080857;6864256,5080857;6864256,10568591;17968201,10568591;17968201,15954287;6864256,15954287;6864256,21848260;19179540,21848260;19179540,27132556;0,2713255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yhDcIA&#10;AADbAAAADwAAAGRycy9kb3ducmV2LnhtbERPTWvCQBC9F/wPywheim4sUkp0FS0trRShUfE8ZMck&#10;mJ0N2VGjv75bKPQ2j/c5s0XnanWhNlSeDYxHCSji3NuKCwP73fvwBVQQZIu1ZzJwowCLee9hhqn1&#10;V87ospVCxRAOKRooRZpU65CX5DCMfEMcuaNvHUqEbaFti9cY7mr9lCTP2mHFsaHEhl5Lyk/bszPw&#10;drtn6+/74+ErkY9sQ6uVlklnzKDfLaeghDr5F/+5P22cP4bfX+IBev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fKENwgAAANsAAAAPAAAAAAAAAAAAAAAAAJgCAABkcnMvZG93&#10;bnJldi54bWxQSwUGAAAAAAQABAD1AAAAhwMAAAAA&#10;" path="m,l72,r33,203l107,203,141,r91,l269,203,304,r69,l311,267r-89,l186,62,151,267r-93,l,xe" fillcolor="black" stroked="f">
                <v:path arrowok="t" o:connecttype="custom" o:connectlocs="0,0;7219643,0;10528474,20628906;10728923,20628906;14138137,0;23263152,0;26973198,20628906;30482478,0;37401289,0;31184524,27132556;22260274,27132556;18650611,6300531;15141015,27132556;5815867,2713255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XPDsIA&#10;AADbAAAADwAAAGRycy9kb3ducmV2LnhtbERPTWvCQBC9F/wPywje6sZA0xJdpQjS4kFoaqHHITtm&#10;Y7OzMbtN4r/vCkJv83ifs9qMthE9db52rGAxT0AQl07XXCk4fu4eX0D4gKyxcUwKruRhs548rDDX&#10;buAP6otQiRjCPkcFJoQ2l9KXhiz6uWuJI3dyncUQYVdJ3eEQw20j0yTJpMWaY4PBlraGyp/i1ypI&#10;SZ6P9untOUto/PqW6eV8MHulZtPxdQki0Bj+xXf3u47zU7j9E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dc8OwgAAANs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X38EA&#10;AADbAAAADwAAAGRycy9kb3ducmV2LnhtbERPTYvCMBC9C/6HMMJeZJu6gizVKCoueNTqZW+zzdgW&#10;m0lpYtv11xtB8DaP9zmLVW8q0VLjSssKJlEMgjizuuRcwfn08/kNwnlkjZVlUvBPDlbL4WCBibYd&#10;H6lNfS5CCLsEFRTe14mULivIoItsTRy4i20M+gCbXOoGuxBuKvkVxzNpsOTQUGBN24Kya3ozCm5j&#10;l27/9GH827eZ3t03XVfe10p9jPr1HISn3r/FL/deh/lTeP4SDp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jF9/BAAAA2wAAAA8AAAAAAAAAAAAAAAAAmAIAAGRycy9kb3du&#10;cmV2LnhtbFBLBQYAAAAABAAEAPUAAACG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1415FD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1415FD" w:rsidRPr="00AE3921" w:rsidRDefault="001415FD" w:rsidP="00754370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ČOV Karviná – rekonstrukce vodovodu kalového a plynového hospodářství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1415FD" w:rsidRPr="00AE3921" w:rsidRDefault="001415FD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r>
            <w:rPr>
              <w:bCs/>
              <w:color w:val="000000" w:themeColor="text1"/>
              <w:sz w:val="12"/>
              <w:szCs w:val="12"/>
            </w:rPr>
            <w:t>A Průvodní zpráva</w:t>
          </w:r>
        </w:p>
      </w:tc>
    </w:tr>
    <w:tr w:rsidR="001415FD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1415FD" w:rsidRPr="00AE3921" w:rsidRDefault="001415FD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</w:p>
      </w:tc>
      <w:tc>
        <w:tcPr>
          <w:tcW w:w="3402" w:type="dxa"/>
          <w:tcMar>
            <w:left w:w="113" w:type="dxa"/>
          </w:tcMar>
          <w:vAlign w:val="center"/>
        </w:tcPr>
        <w:p w:rsidR="001415FD" w:rsidRPr="00AE3921" w:rsidRDefault="001415FD" w:rsidP="00754370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DUR</w:t>
          </w:r>
        </w:p>
      </w:tc>
    </w:tr>
  </w:tbl>
  <w:p w:rsidR="001415FD" w:rsidRPr="00AE3921" w:rsidRDefault="001415FD" w:rsidP="00CA337C">
    <w:pPr>
      <w:pStyle w:val="Zhlav"/>
      <w:rPr>
        <w:color w:val="000000" w:themeColor="text1"/>
        <w:sz w:val="12"/>
        <w:szCs w:val="1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5FD" w:rsidRPr="00367D98" w:rsidRDefault="001415FD" w:rsidP="00367D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128A5"/>
    <w:multiLevelType w:val="hybridMultilevel"/>
    <w:tmpl w:val="5BBA6DFA"/>
    <w:lvl w:ilvl="0" w:tplc="7D6876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FF7DE3"/>
    <w:multiLevelType w:val="hybridMultilevel"/>
    <w:tmpl w:val="99C007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55A02"/>
    <w:multiLevelType w:val="hybridMultilevel"/>
    <w:tmpl w:val="6CF0A98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D3F32"/>
    <w:multiLevelType w:val="hybridMultilevel"/>
    <w:tmpl w:val="0BA04EB2"/>
    <w:lvl w:ilvl="0" w:tplc="E124AB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D4880"/>
    <w:multiLevelType w:val="multilevel"/>
    <w:tmpl w:val="1DBAE030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15" w15:restartNumberingAfterBreak="0">
    <w:nsid w:val="46514C18"/>
    <w:multiLevelType w:val="hybridMultilevel"/>
    <w:tmpl w:val="34FCFBF8"/>
    <w:lvl w:ilvl="0" w:tplc="4D9A6AA8">
      <w:start w:val="2"/>
      <w:numFmt w:val="bullet"/>
      <w:lvlText w:val="-"/>
      <w:lvlJc w:val="left"/>
      <w:pPr>
        <w:ind w:left="93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6" w15:restartNumberingAfterBreak="0">
    <w:nsid w:val="476D655F"/>
    <w:multiLevelType w:val="hybridMultilevel"/>
    <w:tmpl w:val="B1BC22DE"/>
    <w:lvl w:ilvl="0" w:tplc="5746901A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6D10A6D"/>
    <w:multiLevelType w:val="hybridMultilevel"/>
    <w:tmpl w:val="A05C81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0449E"/>
    <w:multiLevelType w:val="hybridMultilevel"/>
    <w:tmpl w:val="6CC2B59E"/>
    <w:lvl w:ilvl="0" w:tplc="EDF4398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7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0"/>
  </w:num>
  <w:num w:numId="30">
    <w:abstractNumId w:val="19"/>
  </w:num>
  <w:num w:numId="31">
    <w:abstractNumId w:val="12"/>
  </w:num>
  <w:num w:numId="32">
    <w:abstractNumId w:val="16"/>
  </w:num>
  <w:num w:numId="33">
    <w:abstractNumId w:val="15"/>
  </w:num>
  <w:num w:numId="34">
    <w:abstractNumId w:val="13"/>
  </w:num>
  <w:num w:numId="35">
    <w:abstractNumId w:val="18"/>
  </w:num>
  <w:num w:numId="3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8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121"/>
    <w:rsid w:val="00003015"/>
    <w:rsid w:val="00006DA2"/>
    <w:rsid w:val="000171BD"/>
    <w:rsid w:val="0002044B"/>
    <w:rsid w:val="00020714"/>
    <w:rsid w:val="00033F1B"/>
    <w:rsid w:val="00060E9D"/>
    <w:rsid w:val="00072B7C"/>
    <w:rsid w:val="0007433A"/>
    <w:rsid w:val="00077945"/>
    <w:rsid w:val="00080905"/>
    <w:rsid w:val="00080C04"/>
    <w:rsid w:val="00082659"/>
    <w:rsid w:val="00083A5C"/>
    <w:rsid w:val="00083CDD"/>
    <w:rsid w:val="000849B9"/>
    <w:rsid w:val="00085584"/>
    <w:rsid w:val="00087FDB"/>
    <w:rsid w:val="000A17DF"/>
    <w:rsid w:val="000A3C59"/>
    <w:rsid w:val="000B1C39"/>
    <w:rsid w:val="000B469B"/>
    <w:rsid w:val="000C6A0F"/>
    <w:rsid w:val="000E6247"/>
    <w:rsid w:val="000F414C"/>
    <w:rsid w:val="000F6FC0"/>
    <w:rsid w:val="000F75BA"/>
    <w:rsid w:val="00100BEC"/>
    <w:rsid w:val="00102C76"/>
    <w:rsid w:val="00105FEA"/>
    <w:rsid w:val="0010737E"/>
    <w:rsid w:val="00113C96"/>
    <w:rsid w:val="00120D4A"/>
    <w:rsid w:val="001234BA"/>
    <w:rsid w:val="00125FE1"/>
    <w:rsid w:val="0013108B"/>
    <w:rsid w:val="0013143A"/>
    <w:rsid w:val="00137D5F"/>
    <w:rsid w:val="001415FD"/>
    <w:rsid w:val="00141863"/>
    <w:rsid w:val="00141F34"/>
    <w:rsid w:val="00143261"/>
    <w:rsid w:val="00150676"/>
    <w:rsid w:val="00163321"/>
    <w:rsid w:val="00170241"/>
    <w:rsid w:val="00170A65"/>
    <w:rsid w:val="001746F2"/>
    <w:rsid w:val="00174A45"/>
    <w:rsid w:val="0017502D"/>
    <w:rsid w:val="00175396"/>
    <w:rsid w:val="001816A8"/>
    <w:rsid w:val="0018623B"/>
    <w:rsid w:val="001964FD"/>
    <w:rsid w:val="001B0384"/>
    <w:rsid w:val="001B5626"/>
    <w:rsid w:val="001B640D"/>
    <w:rsid w:val="001C4D2E"/>
    <w:rsid w:val="001D557C"/>
    <w:rsid w:val="001E2EA0"/>
    <w:rsid w:val="001E30FD"/>
    <w:rsid w:val="001E5F0B"/>
    <w:rsid w:val="001F3E7C"/>
    <w:rsid w:val="001F529C"/>
    <w:rsid w:val="00200EB0"/>
    <w:rsid w:val="002056D0"/>
    <w:rsid w:val="00207A11"/>
    <w:rsid w:val="0021565A"/>
    <w:rsid w:val="002243E1"/>
    <w:rsid w:val="00224400"/>
    <w:rsid w:val="00226929"/>
    <w:rsid w:val="002350FC"/>
    <w:rsid w:val="00236370"/>
    <w:rsid w:val="00243A96"/>
    <w:rsid w:val="002478AA"/>
    <w:rsid w:val="002512A5"/>
    <w:rsid w:val="00252388"/>
    <w:rsid w:val="00254D33"/>
    <w:rsid w:val="00254DE7"/>
    <w:rsid w:val="00256CEA"/>
    <w:rsid w:val="00261B2D"/>
    <w:rsid w:val="00267541"/>
    <w:rsid w:val="00271646"/>
    <w:rsid w:val="00272432"/>
    <w:rsid w:val="00285F45"/>
    <w:rsid w:val="002A130B"/>
    <w:rsid w:val="002A52DF"/>
    <w:rsid w:val="002A7915"/>
    <w:rsid w:val="002B4B0A"/>
    <w:rsid w:val="002C16B0"/>
    <w:rsid w:val="002C1E82"/>
    <w:rsid w:val="002E3739"/>
    <w:rsid w:val="002E58D1"/>
    <w:rsid w:val="002F59AF"/>
    <w:rsid w:val="00302BC8"/>
    <w:rsid w:val="00304B67"/>
    <w:rsid w:val="00315770"/>
    <w:rsid w:val="00340F3B"/>
    <w:rsid w:val="003426EF"/>
    <w:rsid w:val="00342C24"/>
    <w:rsid w:val="00343784"/>
    <w:rsid w:val="00344B0E"/>
    <w:rsid w:val="00345DCB"/>
    <w:rsid w:val="00347872"/>
    <w:rsid w:val="00347A6A"/>
    <w:rsid w:val="00354236"/>
    <w:rsid w:val="00355D15"/>
    <w:rsid w:val="00356A53"/>
    <w:rsid w:val="00361121"/>
    <w:rsid w:val="00367D98"/>
    <w:rsid w:val="0037186F"/>
    <w:rsid w:val="00372D67"/>
    <w:rsid w:val="00382C4A"/>
    <w:rsid w:val="00391957"/>
    <w:rsid w:val="0039201A"/>
    <w:rsid w:val="003934CC"/>
    <w:rsid w:val="003977D4"/>
    <w:rsid w:val="003A2229"/>
    <w:rsid w:val="003A405A"/>
    <w:rsid w:val="003A56E8"/>
    <w:rsid w:val="003B0BB3"/>
    <w:rsid w:val="003B112F"/>
    <w:rsid w:val="003B378D"/>
    <w:rsid w:val="003B3C02"/>
    <w:rsid w:val="003B5B1D"/>
    <w:rsid w:val="003B6D19"/>
    <w:rsid w:val="003C1C31"/>
    <w:rsid w:val="003C224E"/>
    <w:rsid w:val="003C342E"/>
    <w:rsid w:val="003C40DA"/>
    <w:rsid w:val="003D404F"/>
    <w:rsid w:val="003F714B"/>
    <w:rsid w:val="00403619"/>
    <w:rsid w:val="00403EFE"/>
    <w:rsid w:val="0041251B"/>
    <w:rsid w:val="00425E6E"/>
    <w:rsid w:val="00426258"/>
    <w:rsid w:val="00426F2F"/>
    <w:rsid w:val="004311DB"/>
    <w:rsid w:val="00432C3E"/>
    <w:rsid w:val="00437E07"/>
    <w:rsid w:val="00437F0A"/>
    <w:rsid w:val="00440B9B"/>
    <w:rsid w:val="0044351B"/>
    <w:rsid w:val="00445490"/>
    <w:rsid w:val="00451181"/>
    <w:rsid w:val="00451CEA"/>
    <w:rsid w:val="004542EF"/>
    <w:rsid w:val="00460A38"/>
    <w:rsid w:val="004656C2"/>
    <w:rsid w:val="004666B7"/>
    <w:rsid w:val="00472D5D"/>
    <w:rsid w:val="00472DFF"/>
    <w:rsid w:val="00472F84"/>
    <w:rsid w:val="0047496D"/>
    <w:rsid w:val="00474CAB"/>
    <w:rsid w:val="0047581E"/>
    <w:rsid w:val="00477E8A"/>
    <w:rsid w:val="00482473"/>
    <w:rsid w:val="00491BD5"/>
    <w:rsid w:val="00497AC2"/>
    <w:rsid w:val="004A0419"/>
    <w:rsid w:val="004B2FCB"/>
    <w:rsid w:val="004B3F22"/>
    <w:rsid w:val="004B61E0"/>
    <w:rsid w:val="004C0885"/>
    <w:rsid w:val="004C1301"/>
    <w:rsid w:val="004C3CA6"/>
    <w:rsid w:val="004C4EFA"/>
    <w:rsid w:val="004D0495"/>
    <w:rsid w:val="004D2324"/>
    <w:rsid w:val="004D2987"/>
    <w:rsid w:val="004D5CE6"/>
    <w:rsid w:val="004E6A0B"/>
    <w:rsid w:val="004F0561"/>
    <w:rsid w:val="004F0642"/>
    <w:rsid w:val="004F71B0"/>
    <w:rsid w:val="00500C31"/>
    <w:rsid w:val="005016CA"/>
    <w:rsid w:val="00514EAF"/>
    <w:rsid w:val="00517E24"/>
    <w:rsid w:val="005275A9"/>
    <w:rsid w:val="0053245D"/>
    <w:rsid w:val="00532923"/>
    <w:rsid w:val="00533B32"/>
    <w:rsid w:val="00537349"/>
    <w:rsid w:val="005404AA"/>
    <w:rsid w:val="00540576"/>
    <w:rsid w:val="00543D66"/>
    <w:rsid w:val="005440EE"/>
    <w:rsid w:val="0054776C"/>
    <w:rsid w:val="00550C7E"/>
    <w:rsid w:val="005550F0"/>
    <w:rsid w:val="00555C85"/>
    <w:rsid w:val="00560EE0"/>
    <w:rsid w:val="00565268"/>
    <w:rsid w:val="00572868"/>
    <w:rsid w:val="0057432B"/>
    <w:rsid w:val="0058005B"/>
    <w:rsid w:val="00583344"/>
    <w:rsid w:val="00593CFB"/>
    <w:rsid w:val="005A3F9C"/>
    <w:rsid w:val="005A5F30"/>
    <w:rsid w:val="005A6BC0"/>
    <w:rsid w:val="005B331B"/>
    <w:rsid w:val="005C0339"/>
    <w:rsid w:val="005C4991"/>
    <w:rsid w:val="005C4E4A"/>
    <w:rsid w:val="005D1B9D"/>
    <w:rsid w:val="005D62CE"/>
    <w:rsid w:val="005E1A93"/>
    <w:rsid w:val="005E584A"/>
    <w:rsid w:val="005E7073"/>
    <w:rsid w:val="005F3A5B"/>
    <w:rsid w:val="00601E86"/>
    <w:rsid w:val="00617881"/>
    <w:rsid w:val="00620476"/>
    <w:rsid w:val="00623687"/>
    <w:rsid w:val="0062614B"/>
    <w:rsid w:val="006368ED"/>
    <w:rsid w:val="00637DCE"/>
    <w:rsid w:val="006419B9"/>
    <w:rsid w:val="00646BED"/>
    <w:rsid w:val="00646D7F"/>
    <w:rsid w:val="00650D7E"/>
    <w:rsid w:val="00651F5E"/>
    <w:rsid w:val="006541D2"/>
    <w:rsid w:val="0066347D"/>
    <w:rsid w:val="006679AC"/>
    <w:rsid w:val="006744BF"/>
    <w:rsid w:val="006817D2"/>
    <w:rsid w:val="00687329"/>
    <w:rsid w:val="006910D8"/>
    <w:rsid w:val="00693245"/>
    <w:rsid w:val="006A44F1"/>
    <w:rsid w:val="006B05F3"/>
    <w:rsid w:val="006B0C28"/>
    <w:rsid w:val="006B3223"/>
    <w:rsid w:val="006B6C2B"/>
    <w:rsid w:val="006C1E87"/>
    <w:rsid w:val="006C3044"/>
    <w:rsid w:val="006C477E"/>
    <w:rsid w:val="006D3A70"/>
    <w:rsid w:val="006D3EBB"/>
    <w:rsid w:val="006D4252"/>
    <w:rsid w:val="006D4B5D"/>
    <w:rsid w:val="006E251A"/>
    <w:rsid w:val="007155D7"/>
    <w:rsid w:val="00721573"/>
    <w:rsid w:val="00727CE4"/>
    <w:rsid w:val="00735764"/>
    <w:rsid w:val="007415D0"/>
    <w:rsid w:val="007538BF"/>
    <w:rsid w:val="00754370"/>
    <w:rsid w:val="00773380"/>
    <w:rsid w:val="00773A8D"/>
    <w:rsid w:val="0077490E"/>
    <w:rsid w:val="00774BF2"/>
    <w:rsid w:val="00795018"/>
    <w:rsid w:val="007978B8"/>
    <w:rsid w:val="007B68CB"/>
    <w:rsid w:val="007C3CD9"/>
    <w:rsid w:val="007C488A"/>
    <w:rsid w:val="007C76C7"/>
    <w:rsid w:val="007E461D"/>
    <w:rsid w:val="007F030A"/>
    <w:rsid w:val="007F6B75"/>
    <w:rsid w:val="008061F7"/>
    <w:rsid w:val="00814282"/>
    <w:rsid w:val="00815892"/>
    <w:rsid w:val="008266CC"/>
    <w:rsid w:val="00831C67"/>
    <w:rsid w:val="008322E3"/>
    <w:rsid w:val="00834D54"/>
    <w:rsid w:val="00834E34"/>
    <w:rsid w:val="00835D3E"/>
    <w:rsid w:val="00841247"/>
    <w:rsid w:val="00856F6B"/>
    <w:rsid w:val="00875478"/>
    <w:rsid w:val="00881618"/>
    <w:rsid w:val="0088743C"/>
    <w:rsid w:val="00893F85"/>
    <w:rsid w:val="008A0D4C"/>
    <w:rsid w:val="008A4C22"/>
    <w:rsid w:val="008A758D"/>
    <w:rsid w:val="008A76CB"/>
    <w:rsid w:val="008B0A3D"/>
    <w:rsid w:val="008B1388"/>
    <w:rsid w:val="008D095A"/>
    <w:rsid w:val="008D144E"/>
    <w:rsid w:val="008D6076"/>
    <w:rsid w:val="008D62C0"/>
    <w:rsid w:val="008F08BE"/>
    <w:rsid w:val="008F1679"/>
    <w:rsid w:val="008F292F"/>
    <w:rsid w:val="00900282"/>
    <w:rsid w:val="009051C0"/>
    <w:rsid w:val="009076CC"/>
    <w:rsid w:val="00911309"/>
    <w:rsid w:val="00912E45"/>
    <w:rsid w:val="00920A53"/>
    <w:rsid w:val="00922292"/>
    <w:rsid w:val="00931D9B"/>
    <w:rsid w:val="0093280D"/>
    <w:rsid w:val="0093354C"/>
    <w:rsid w:val="00933F50"/>
    <w:rsid w:val="00943117"/>
    <w:rsid w:val="009441D2"/>
    <w:rsid w:val="00950E68"/>
    <w:rsid w:val="00952B1F"/>
    <w:rsid w:val="00954D2C"/>
    <w:rsid w:val="00957046"/>
    <w:rsid w:val="00963143"/>
    <w:rsid w:val="0096470D"/>
    <w:rsid w:val="00971A92"/>
    <w:rsid w:val="00973AD3"/>
    <w:rsid w:val="009805BC"/>
    <w:rsid w:val="00980A25"/>
    <w:rsid w:val="009857E8"/>
    <w:rsid w:val="00990327"/>
    <w:rsid w:val="009926BF"/>
    <w:rsid w:val="0099605E"/>
    <w:rsid w:val="009974A6"/>
    <w:rsid w:val="009A21C5"/>
    <w:rsid w:val="009A30BE"/>
    <w:rsid w:val="009B131C"/>
    <w:rsid w:val="009B5966"/>
    <w:rsid w:val="009C613E"/>
    <w:rsid w:val="009C691C"/>
    <w:rsid w:val="009C7B62"/>
    <w:rsid w:val="009D5661"/>
    <w:rsid w:val="009F5485"/>
    <w:rsid w:val="009F7F91"/>
    <w:rsid w:val="00A0267A"/>
    <w:rsid w:val="00A123C1"/>
    <w:rsid w:val="00A20560"/>
    <w:rsid w:val="00A20A66"/>
    <w:rsid w:val="00A20F00"/>
    <w:rsid w:val="00A2403A"/>
    <w:rsid w:val="00A24815"/>
    <w:rsid w:val="00A27A83"/>
    <w:rsid w:val="00A337C9"/>
    <w:rsid w:val="00A35A69"/>
    <w:rsid w:val="00A37332"/>
    <w:rsid w:val="00A37ED1"/>
    <w:rsid w:val="00A41E02"/>
    <w:rsid w:val="00A44251"/>
    <w:rsid w:val="00A45DEE"/>
    <w:rsid w:val="00A50AAA"/>
    <w:rsid w:val="00A642FF"/>
    <w:rsid w:val="00A66758"/>
    <w:rsid w:val="00A71ABB"/>
    <w:rsid w:val="00A73AAA"/>
    <w:rsid w:val="00A82920"/>
    <w:rsid w:val="00A82D73"/>
    <w:rsid w:val="00A833F9"/>
    <w:rsid w:val="00AA14F6"/>
    <w:rsid w:val="00AA2AD6"/>
    <w:rsid w:val="00AA41CD"/>
    <w:rsid w:val="00AB7158"/>
    <w:rsid w:val="00AB75A6"/>
    <w:rsid w:val="00AD3521"/>
    <w:rsid w:val="00AD491A"/>
    <w:rsid w:val="00AD7BF6"/>
    <w:rsid w:val="00AE3921"/>
    <w:rsid w:val="00AE7BF0"/>
    <w:rsid w:val="00AF35D0"/>
    <w:rsid w:val="00AF3FB5"/>
    <w:rsid w:val="00B00393"/>
    <w:rsid w:val="00B03052"/>
    <w:rsid w:val="00B03295"/>
    <w:rsid w:val="00B038F4"/>
    <w:rsid w:val="00B03F7A"/>
    <w:rsid w:val="00B05189"/>
    <w:rsid w:val="00B05538"/>
    <w:rsid w:val="00B10125"/>
    <w:rsid w:val="00B11911"/>
    <w:rsid w:val="00B13869"/>
    <w:rsid w:val="00B172E8"/>
    <w:rsid w:val="00B259D6"/>
    <w:rsid w:val="00B25B04"/>
    <w:rsid w:val="00B306D7"/>
    <w:rsid w:val="00B31406"/>
    <w:rsid w:val="00B32672"/>
    <w:rsid w:val="00B40E75"/>
    <w:rsid w:val="00B42DFF"/>
    <w:rsid w:val="00B44B29"/>
    <w:rsid w:val="00B44C2C"/>
    <w:rsid w:val="00B452B3"/>
    <w:rsid w:val="00B476CB"/>
    <w:rsid w:val="00B53096"/>
    <w:rsid w:val="00B67EFE"/>
    <w:rsid w:val="00B739C6"/>
    <w:rsid w:val="00B76C19"/>
    <w:rsid w:val="00B80D89"/>
    <w:rsid w:val="00B83B6F"/>
    <w:rsid w:val="00B91FAA"/>
    <w:rsid w:val="00BA3351"/>
    <w:rsid w:val="00BA3443"/>
    <w:rsid w:val="00BA57F2"/>
    <w:rsid w:val="00BB4429"/>
    <w:rsid w:val="00BC1C44"/>
    <w:rsid w:val="00BC3EA8"/>
    <w:rsid w:val="00BC5C4A"/>
    <w:rsid w:val="00BD12A6"/>
    <w:rsid w:val="00BD3CCE"/>
    <w:rsid w:val="00BE1715"/>
    <w:rsid w:val="00BF0AF6"/>
    <w:rsid w:val="00C14FA3"/>
    <w:rsid w:val="00C276B3"/>
    <w:rsid w:val="00C33679"/>
    <w:rsid w:val="00C36853"/>
    <w:rsid w:val="00C40A5B"/>
    <w:rsid w:val="00C42684"/>
    <w:rsid w:val="00C46C8E"/>
    <w:rsid w:val="00C53C6B"/>
    <w:rsid w:val="00C53FE9"/>
    <w:rsid w:val="00C5414E"/>
    <w:rsid w:val="00C54CD6"/>
    <w:rsid w:val="00C56785"/>
    <w:rsid w:val="00C5703F"/>
    <w:rsid w:val="00C65A71"/>
    <w:rsid w:val="00C65CAA"/>
    <w:rsid w:val="00C72691"/>
    <w:rsid w:val="00C871F2"/>
    <w:rsid w:val="00CA021E"/>
    <w:rsid w:val="00CA1682"/>
    <w:rsid w:val="00CA337C"/>
    <w:rsid w:val="00CB42E4"/>
    <w:rsid w:val="00CB573C"/>
    <w:rsid w:val="00CC0616"/>
    <w:rsid w:val="00CC0FCF"/>
    <w:rsid w:val="00CC22F9"/>
    <w:rsid w:val="00CC36C9"/>
    <w:rsid w:val="00CD0609"/>
    <w:rsid w:val="00CD0899"/>
    <w:rsid w:val="00CD0A42"/>
    <w:rsid w:val="00CD3A75"/>
    <w:rsid w:val="00CD4DDB"/>
    <w:rsid w:val="00CE29BF"/>
    <w:rsid w:val="00CE3E9F"/>
    <w:rsid w:val="00CE58D9"/>
    <w:rsid w:val="00CE5A92"/>
    <w:rsid w:val="00CE6725"/>
    <w:rsid w:val="00CF2D10"/>
    <w:rsid w:val="00D005BD"/>
    <w:rsid w:val="00D03184"/>
    <w:rsid w:val="00D0459D"/>
    <w:rsid w:val="00D0786E"/>
    <w:rsid w:val="00D07C35"/>
    <w:rsid w:val="00D13C63"/>
    <w:rsid w:val="00D146D8"/>
    <w:rsid w:val="00D40DAA"/>
    <w:rsid w:val="00D50770"/>
    <w:rsid w:val="00D61B52"/>
    <w:rsid w:val="00D66101"/>
    <w:rsid w:val="00D74A96"/>
    <w:rsid w:val="00D80FF2"/>
    <w:rsid w:val="00D85F13"/>
    <w:rsid w:val="00D95B8E"/>
    <w:rsid w:val="00DB7356"/>
    <w:rsid w:val="00DC5384"/>
    <w:rsid w:val="00DC7C6F"/>
    <w:rsid w:val="00DD3884"/>
    <w:rsid w:val="00DD3907"/>
    <w:rsid w:val="00DD3CDA"/>
    <w:rsid w:val="00DE398D"/>
    <w:rsid w:val="00DE7199"/>
    <w:rsid w:val="00DF4EED"/>
    <w:rsid w:val="00E00192"/>
    <w:rsid w:val="00E01E6E"/>
    <w:rsid w:val="00E01EAA"/>
    <w:rsid w:val="00E04E4F"/>
    <w:rsid w:val="00E07972"/>
    <w:rsid w:val="00E27037"/>
    <w:rsid w:val="00E272AA"/>
    <w:rsid w:val="00E27980"/>
    <w:rsid w:val="00E31C37"/>
    <w:rsid w:val="00E358ED"/>
    <w:rsid w:val="00E461E9"/>
    <w:rsid w:val="00E4630C"/>
    <w:rsid w:val="00E465EE"/>
    <w:rsid w:val="00E4679B"/>
    <w:rsid w:val="00E51EAD"/>
    <w:rsid w:val="00E60586"/>
    <w:rsid w:val="00E67E5E"/>
    <w:rsid w:val="00E766DA"/>
    <w:rsid w:val="00E91CE6"/>
    <w:rsid w:val="00EA5D40"/>
    <w:rsid w:val="00EB0FF7"/>
    <w:rsid w:val="00EB5717"/>
    <w:rsid w:val="00EC6B10"/>
    <w:rsid w:val="00ED3ACD"/>
    <w:rsid w:val="00EF0509"/>
    <w:rsid w:val="00EF0DAB"/>
    <w:rsid w:val="00EF2A45"/>
    <w:rsid w:val="00F00F38"/>
    <w:rsid w:val="00F03A59"/>
    <w:rsid w:val="00F0689B"/>
    <w:rsid w:val="00F17ADE"/>
    <w:rsid w:val="00F217F6"/>
    <w:rsid w:val="00F2199C"/>
    <w:rsid w:val="00F23654"/>
    <w:rsid w:val="00F30EB9"/>
    <w:rsid w:val="00F40B3F"/>
    <w:rsid w:val="00F40DF2"/>
    <w:rsid w:val="00F415A4"/>
    <w:rsid w:val="00F423B4"/>
    <w:rsid w:val="00F4264B"/>
    <w:rsid w:val="00F42FD3"/>
    <w:rsid w:val="00F52952"/>
    <w:rsid w:val="00F6635F"/>
    <w:rsid w:val="00F701C6"/>
    <w:rsid w:val="00F7177C"/>
    <w:rsid w:val="00F72E00"/>
    <w:rsid w:val="00F73FDD"/>
    <w:rsid w:val="00F81B53"/>
    <w:rsid w:val="00F85F5F"/>
    <w:rsid w:val="00F87889"/>
    <w:rsid w:val="00FB5259"/>
    <w:rsid w:val="00FB7969"/>
    <w:rsid w:val="00FC13CC"/>
    <w:rsid w:val="00FC78F8"/>
    <w:rsid w:val="00FD0594"/>
    <w:rsid w:val="00FD3AB8"/>
    <w:rsid w:val="00FD3AF7"/>
    <w:rsid w:val="00FD4253"/>
    <w:rsid w:val="00FE031B"/>
    <w:rsid w:val="00FE5364"/>
    <w:rsid w:val="00FF19D9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  <w15:docId w15:val="{A57DDCF2-498E-4040-B786-A00DA703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D0786E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BA3443"/>
    <w:pPr>
      <w:keepNext/>
      <w:numPr>
        <w:ilvl w:val="1"/>
        <w:numId w:val="28"/>
      </w:numPr>
      <w:tabs>
        <w:tab w:val="left" w:pos="862"/>
      </w:tabs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"/>
    <w:next w:val="Normln"/>
    <w:qFormat/>
    <w:rsid w:val="009C613E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basedOn w:val="Normln"/>
    <w:next w:val="Normln"/>
    <w:qFormat/>
    <w:rsid w:val="009C613E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qFormat/>
    <w:rsid w:val="00CE29BF"/>
    <w:pPr>
      <w:keepNext/>
      <w:numPr>
        <w:ilvl w:val="4"/>
        <w:numId w:val="28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28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28"/>
      </w:numPr>
      <w:tabs>
        <w:tab w:val="left" w:pos="1287"/>
      </w:tabs>
      <w:spacing w:before="60" w:after="60" w:line="288" w:lineRule="auto"/>
      <w:ind w:left="1298" w:hanging="1298"/>
      <w:outlineLvl w:val="6"/>
    </w:pPr>
    <w:rPr>
      <w:b/>
      <w:bCs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13108B"/>
    <w:pPr>
      <w:tabs>
        <w:tab w:val="left" w:pos="1276"/>
        <w:tab w:val="right" w:leader="dot" w:pos="8505"/>
      </w:tabs>
      <w:spacing w:line="240" w:lineRule="exact"/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uiPriority w:val="34"/>
    <w:qFormat/>
    <w:rsid w:val="00170A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42CD71C9E94474AB914EBFB41654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6E9AD4-440F-4915-82E4-C5A028E918B3}"/>
      </w:docPartPr>
      <w:docPartBody>
        <w:p w:rsidR="006274C6" w:rsidRDefault="006274C6" w:rsidP="00C60556">
          <w:pPr>
            <w:pStyle w:val="0842CD71C9E94474AB914EBFB41654DB"/>
          </w:pPr>
        </w:p>
      </w:docPartBody>
    </w:docPart>
    <w:docPart>
      <w:docPartPr>
        <w:name w:val="B65AFCA5262346089ACA6CBF2B8C6E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8EBF6C-E393-473B-9F49-ED0EF251E2BD}"/>
      </w:docPartPr>
      <w:docPartBody>
        <w:p w:rsidR="006274C6" w:rsidRDefault="00C60556" w:rsidP="00C60556">
          <w:pPr>
            <w:pStyle w:val="B65AFCA5262346089ACA6CBF2B8C6EE6"/>
          </w:pPr>
          <w:r w:rsidRPr="00353E70">
            <w:rPr>
              <w:rStyle w:val="Zstupntext"/>
            </w:rPr>
            <w:t>Klepněte sem a zadejte text.</w:t>
          </w:r>
        </w:p>
      </w:docPartBody>
    </w:docPart>
    <w:docPart>
      <w:docPartPr>
        <w:name w:val="A5B936AC95614DF99BAF057D9EAD8B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5AC6D4-DC04-4C09-905C-4C8C546E7687}"/>
      </w:docPartPr>
      <w:docPartBody>
        <w:p w:rsidR="006274C6" w:rsidRDefault="006274C6" w:rsidP="00C60556">
          <w:pPr>
            <w:pStyle w:val="A5B936AC95614DF99BAF057D9EAD8BC6"/>
          </w:pPr>
        </w:p>
      </w:docPartBody>
    </w:docPart>
    <w:docPart>
      <w:docPartPr>
        <w:name w:val="E4C204BC23614E86A28111DFC7855B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FC9DAE-10B8-4BA0-9EC1-C7A6D6F2E2C9}"/>
      </w:docPartPr>
      <w:docPartBody>
        <w:p w:rsidR="003915D8" w:rsidRDefault="003915D8" w:rsidP="00216FF3">
          <w:pPr>
            <w:pStyle w:val="E4C204BC23614E86A28111DFC7855B50"/>
          </w:pP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9604C"/>
    <w:rsid w:val="0001490C"/>
    <w:rsid w:val="00095F5B"/>
    <w:rsid w:val="000A08CA"/>
    <w:rsid w:val="000F5151"/>
    <w:rsid w:val="001227DF"/>
    <w:rsid w:val="001571A9"/>
    <w:rsid w:val="001577E2"/>
    <w:rsid w:val="00205F9C"/>
    <w:rsid w:val="00216FF3"/>
    <w:rsid w:val="00260994"/>
    <w:rsid w:val="002615C8"/>
    <w:rsid w:val="0029444C"/>
    <w:rsid w:val="002A1B07"/>
    <w:rsid w:val="002B60F4"/>
    <w:rsid w:val="002D6D6A"/>
    <w:rsid w:val="003423AF"/>
    <w:rsid w:val="00383123"/>
    <w:rsid w:val="003915D8"/>
    <w:rsid w:val="003E1285"/>
    <w:rsid w:val="00415E84"/>
    <w:rsid w:val="004F4720"/>
    <w:rsid w:val="00523486"/>
    <w:rsid w:val="00592795"/>
    <w:rsid w:val="005D7D14"/>
    <w:rsid w:val="005F0742"/>
    <w:rsid w:val="00624961"/>
    <w:rsid w:val="006274C6"/>
    <w:rsid w:val="00634106"/>
    <w:rsid w:val="006462F5"/>
    <w:rsid w:val="007231B2"/>
    <w:rsid w:val="007B4FFC"/>
    <w:rsid w:val="00833ADC"/>
    <w:rsid w:val="0088666E"/>
    <w:rsid w:val="008B6E63"/>
    <w:rsid w:val="008C765C"/>
    <w:rsid w:val="009068F1"/>
    <w:rsid w:val="00930776"/>
    <w:rsid w:val="00930D8E"/>
    <w:rsid w:val="00933783"/>
    <w:rsid w:val="00971E54"/>
    <w:rsid w:val="009919E2"/>
    <w:rsid w:val="00992DC5"/>
    <w:rsid w:val="009B45BF"/>
    <w:rsid w:val="009C601C"/>
    <w:rsid w:val="009D5B11"/>
    <w:rsid w:val="00A2046A"/>
    <w:rsid w:val="00A4358A"/>
    <w:rsid w:val="00A97ACE"/>
    <w:rsid w:val="00AA5B36"/>
    <w:rsid w:val="00AE3340"/>
    <w:rsid w:val="00B227C6"/>
    <w:rsid w:val="00B958AA"/>
    <w:rsid w:val="00BD4F13"/>
    <w:rsid w:val="00C02180"/>
    <w:rsid w:val="00C10AD9"/>
    <w:rsid w:val="00C12D59"/>
    <w:rsid w:val="00C22723"/>
    <w:rsid w:val="00C37CD9"/>
    <w:rsid w:val="00C60556"/>
    <w:rsid w:val="00C849EC"/>
    <w:rsid w:val="00CD4DC2"/>
    <w:rsid w:val="00D912AC"/>
    <w:rsid w:val="00E32A7D"/>
    <w:rsid w:val="00E364A5"/>
    <w:rsid w:val="00E50F69"/>
    <w:rsid w:val="00E603DD"/>
    <w:rsid w:val="00E9604C"/>
    <w:rsid w:val="00EF174F"/>
    <w:rsid w:val="00F413D4"/>
    <w:rsid w:val="00FA4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5B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3ADC"/>
    <w:rPr>
      <w:color w:val="808080"/>
    </w:rPr>
  </w:style>
  <w:style w:type="paragraph" w:customStyle="1" w:styleId="75A90713AAA444A0848E4A0B1CF8C9D8">
    <w:name w:val="75A90713AAA444A0848E4A0B1CF8C9D8"/>
    <w:rsid w:val="00E9604C"/>
  </w:style>
  <w:style w:type="paragraph" w:customStyle="1" w:styleId="75243D18E93B41CA860C53D8EF5ABFAB">
    <w:name w:val="75243D18E93B41CA860C53D8EF5ABFAB"/>
    <w:rsid w:val="00E9604C"/>
  </w:style>
  <w:style w:type="paragraph" w:customStyle="1" w:styleId="2342F6B1BDB6429DB0EDAFF8701EF81C">
    <w:name w:val="2342F6B1BDB6429DB0EDAFF8701EF81C"/>
    <w:rsid w:val="00E9604C"/>
  </w:style>
  <w:style w:type="paragraph" w:customStyle="1" w:styleId="A1EB1837619843CBADDC9E2A06C45B61">
    <w:name w:val="A1EB1837619843CBADDC9E2A06C45B61"/>
    <w:rsid w:val="00E9604C"/>
  </w:style>
  <w:style w:type="paragraph" w:customStyle="1" w:styleId="5D9D9CF80B624FFBB9F2CE5B86D7CB59">
    <w:name w:val="5D9D9CF80B624FFBB9F2CE5B86D7CB59"/>
    <w:rsid w:val="00E9604C"/>
  </w:style>
  <w:style w:type="paragraph" w:customStyle="1" w:styleId="938DE67C67F849AE812186C35EDFB8EB">
    <w:name w:val="938DE67C67F849AE812186C35EDFB8EB"/>
    <w:rsid w:val="00E9604C"/>
  </w:style>
  <w:style w:type="paragraph" w:customStyle="1" w:styleId="B4B0868F2F0D43618BBE93C94F7E4B23">
    <w:name w:val="B4B0868F2F0D43618BBE93C94F7E4B23"/>
    <w:rsid w:val="00E9604C"/>
  </w:style>
  <w:style w:type="paragraph" w:customStyle="1" w:styleId="F757293C258646D0BF8AFF85859E49F9">
    <w:name w:val="F757293C258646D0BF8AFF85859E49F9"/>
    <w:rsid w:val="00E9604C"/>
  </w:style>
  <w:style w:type="paragraph" w:customStyle="1" w:styleId="A9CB144751D6478EBDA6D9E29419C06A">
    <w:name w:val="A9CB144751D6478EBDA6D9E29419C06A"/>
    <w:rsid w:val="00E9604C"/>
  </w:style>
  <w:style w:type="paragraph" w:customStyle="1" w:styleId="7EC2BA0E4D97492C8B58CCC8499D3045">
    <w:name w:val="7EC2BA0E4D97492C8B58CCC8499D3045"/>
    <w:rsid w:val="00E9604C"/>
  </w:style>
  <w:style w:type="paragraph" w:customStyle="1" w:styleId="57EAE4AC7C0640C7B6187A01F778AE7E">
    <w:name w:val="57EAE4AC7C0640C7B6187A01F778AE7E"/>
    <w:rsid w:val="00E9604C"/>
  </w:style>
  <w:style w:type="paragraph" w:customStyle="1" w:styleId="9A42661CEA42406ABF91B2C6EE0A7BB1">
    <w:name w:val="9A42661CEA42406ABF91B2C6EE0A7BB1"/>
    <w:rsid w:val="00E9604C"/>
  </w:style>
  <w:style w:type="paragraph" w:customStyle="1" w:styleId="F0596E7F2F824DBB87DF5561757295B4">
    <w:name w:val="F0596E7F2F824DBB87DF5561757295B4"/>
    <w:rsid w:val="00E9604C"/>
  </w:style>
  <w:style w:type="paragraph" w:customStyle="1" w:styleId="9DF5FB4C977A406A9042035A015D1199">
    <w:name w:val="9DF5FB4C977A406A9042035A015D1199"/>
    <w:rsid w:val="00E9604C"/>
  </w:style>
  <w:style w:type="paragraph" w:customStyle="1" w:styleId="AED8C692EE3D441E86CB4B85405AE57E">
    <w:name w:val="AED8C692EE3D441E86CB4B85405AE57E"/>
    <w:rsid w:val="00E9604C"/>
  </w:style>
  <w:style w:type="paragraph" w:customStyle="1" w:styleId="30D6C044B43A420C8F3C098131575724">
    <w:name w:val="30D6C044B43A420C8F3C098131575724"/>
    <w:rsid w:val="00E9604C"/>
  </w:style>
  <w:style w:type="paragraph" w:customStyle="1" w:styleId="8A24D9250384498B9356B49C7ABB7AE6">
    <w:name w:val="8A24D9250384498B9356B49C7ABB7AE6"/>
    <w:rsid w:val="00E9604C"/>
  </w:style>
  <w:style w:type="paragraph" w:customStyle="1" w:styleId="2DDEB623C4D44D849F97BB1B6F1A99C9">
    <w:name w:val="2DDEB623C4D44D849F97BB1B6F1A99C9"/>
    <w:rsid w:val="00E9604C"/>
  </w:style>
  <w:style w:type="paragraph" w:customStyle="1" w:styleId="326FB2B06959462C8BC5C9AE693EEE2C">
    <w:name w:val="326FB2B06959462C8BC5C9AE693EEE2C"/>
    <w:rsid w:val="00E9604C"/>
  </w:style>
  <w:style w:type="paragraph" w:customStyle="1" w:styleId="962E1BFED5D7495C85919124A1D397AE">
    <w:name w:val="962E1BFED5D7495C85919124A1D397AE"/>
    <w:rsid w:val="00E9604C"/>
  </w:style>
  <w:style w:type="paragraph" w:customStyle="1" w:styleId="3EC9144ED68A4B3295718FC2535E6227">
    <w:name w:val="3EC9144ED68A4B3295718FC2535E6227"/>
    <w:rsid w:val="00E9604C"/>
  </w:style>
  <w:style w:type="paragraph" w:customStyle="1" w:styleId="DB5720A577C84807BB8E3061B02C823B">
    <w:name w:val="DB5720A577C84807BB8E3061B02C823B"/>
    <w:rsid w:val="00E9604C"/>
  </w:style>
  <w:style w:type="paragraph" w:customStyle="1" w:styleId="82DA6F9416B24C9A88190E8411647BB7">
    <w:name w:val="82DA6F9416B24C9A88190E8411647BB7"/>
    <w:rsid w:val="00E9604C"/>
  </w:style>
  <w:style w:type="paragraph" w:customStyle="1" w:styleId="7B5E4A0659C24CCEA75CD2DB7BE3F42A">
    <w:name w:val="7B5E4A0659C24CCEA75CD2DB7BE3F42A"/>
    <w:rsid w:val="00E9604C"/>
  </w:style>
  <w:style w:type="paragraph" w:customStyle="1" w:styleId="84C10B8C708D4D0CAE41230549E882EB">
    <w:name w:val="84C10B8C708D4D0CAE41230549E882EB"/>
    <w:rsid w:val="00E9604C"/>
  </w:style>
  <w:style w:type="paragraph" w:customStyle="1" w:styleId="761516C4B0FE4A44ADF7B97593C491EC">
    <w:name w:val="761516C4B0FE4A44ADF7B97593C491EC"/>
    <w:rsid w:val="00E9604C"/>
  </w:style>
  <w:style w:type="paragraph" w:customStyle="1" w:styleId="96C246E6445C458FBC4CF04A8D8FC444">
    <w:name w:val="96C246E6445C458FBC4CF04A8D8FC444"/>
    <w:rsid w:val="00E9604C"/>
  </w:style>
  <w:style w:type="paragraph" w:customStyle="1" w:styleId="E71B35863BC448CA9102EFA03CC54069">
    <w:name w:val="E71B35863BC448CA9102EFA03CC54069"/>
    <w:rsid w:val="00E9604C"/>
  </w:style>
  <w:style w:type="paragraph" w:customStyle="1" w:styleId="B4439C76BC814CEFAF7B6240A160EA82">
    <w:name w:val="B4439C76BC814CEFAF7B6240A160EA82"/>
    <w:rsid w:val="00E9604C"/>
  </w:style>
  <w:style w:type="paragraph" w:customStyle="1" w:styleId="25081AAE17A4460EAC76C30E9037A53B">
    <w:name w:val="25081AAE17A4460EAC76C30E9037A53B"/>
    <w:rsid w:val="00E9604C"/>
  </w:style>
  <w:style w:type="paragraph" w:customStyle="1" w:styleId="D72C35A8A82346E4A8A1EB169006BFB1">
    <w:name w:val="D72C35A8A82346E4A8A1EB169006BFB1"/>
    <w:rsid w:val="00E9604C"/>
  </w:style>
  <w:style w:type="paragraph" w:customStyle="1" w:styleId="11A99A238EED43FCA64CB3F7A505E23C">
    <w:name w:val="11A99A238EED43FCA64CB3F7A505E23C"/>
    <w:rsid w:val="00E9604C"/>
  </w:style>
  <w:style w:type="paragraph" w:customStyle="1" w:styleId="4537D621A60342FF87E210BB0DB95BB5">
    <w:name w:val="4537D621A60342FF87E210BB0DB95BB5"/>
    <w:rsid w:val="00E9604C"/>
  </w:style>
  <w:style w:type="paragraph" w:customStyle="1" w:styleId="562691E012CC4B56A9F121D7DF69C0F7">
    <w:name w:val="562691E012CC4B56A9F121D7DF69C0F7"/>
    <w:rsid w:val="00E9604C"/>
  </w:style>
  <w:style w:type="paragraph" w:customStyle="1" w:styleId="488CAE8C84C14FCD827F828007869BCA">
    <w:name w:val="488CAE8C84C14FCD827F828007869BCA"/>
    <w:rsid w:val="00E9604C"/>
  </w:style>
  <w:style w:type="paragraph" w:customStyle="1" w:styleId="3914BCA258324709B32F687456E2FF5A">
    <w:name w:val="3914BCA258324709B32F687456E2FF5A"/>
    <w:rsid w:val="00E9604C"/>
  </w:style>
  <w:style w:type="paragraph" w:customStyle="1" w:styleId="15B553FDB2BC4FB7A30683300CEEBA49">
    <w:name w:val="15B553FDB2BC4FB7A30683300CEEBA49"/>
    <w:rsid w:val="00E9604C"/>
  </w:style>
  <w:style w:type="paragraph" w:customStyle="1" w:styleId="6C9A32874AAA4F9D88FC6CC9EF7544B5">
    <w:name w:val="6C9A32874AAA4F9D88FC6CC9EF7544B5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1">
    <w:name w:val="9A42661CEA42406ABF91B2C6EE0A7BB1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1">
    <w:name w:val="F0596E7F2F824DBB87DF5561757295B4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1">
    <w:name w:val="9DF5FB4C977A406A9042035A015D1199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1">
    <w:name w:val="30D6C044B43A420C8F3C098131575724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1">
    <w:name w:val="AED8C692EE3D441E86CB4B85405AE57E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1">
    <w:name w:val="8A24D9250384498B9356B49C7ABB7AE6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1">
    <w:name w:val="11A99A238EED43FCA64CB3F7A505E23C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1">
    <w:name w:val="4537D621A60342FF87E210BB0DB95BB5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1">
    <w:name w:val="562691E012CC4B56A9F121D7DF69C0F7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1">
    <w:name w:val="488CAE8C84C14FCD827F828007869BCA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1">
    <w:name w:val="3914BCA258324709B32F687456E2FF5A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1">
    <w:name w:val="15B553FDB2BC4FB7A30683300CEEBA49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1">
    <w:name w:val="2DDEB623C4D44D849F97BB1B6F1A99C9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1">
    <w:name w:val="326FB2B06959462C8BC5C9AE693EEE2C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1">
    <w:name w:val="962E1BFED5D7495C85919124A1D397AE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1">
    <w:name w:val="3EC9144ED68A4B3295718FC2535E6227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1">
    <w:name w:val="82DA6F9416B24C9A88190E8411647BB7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1">
    <w:name w:val="84C10B8C708D4D0CAE41230549E882EB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1">
    <w:name w:val="761516C4B0FE4A44ADF7B97593C491EC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1">
    <w:name w:val="96C246E6445C458FBC4CF04A8D8FC444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1">
    <w:name w:val="E71B35863BC448CA9102EFA03CC54069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1">
    <w:name w:val="25081AAE17A4460EAC76C30E9037A53B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1">
    <w:name w:val="2342F6B1BDB6429DB0EDAFF8701EF81C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1">
    <w:name w:val="A1EB1837619843CBADDC9E2A06C45B61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1">
    <w:name w:val="5D9D9CF80B624FFBB9F2CE5B86D7CB59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1">
    <w:name w:val="938DE67C67F849AE812186C35EDFB8EB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1">
    <w:name w:val="57EAE4AC7C0640C7B6187A01F778AE7E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C9A32874AAA4F9D88FC6CC9EF7544B51">
    <w:name w:val="6C9A32874AAA4F9D88FC6CC9EF7544B5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">
    <w:name w:val="B25E12CC50204EE3955D1AC7F2B266FB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2">
    <w:name w:val="9A42661CEA42406ABF91B2C6EE0A7BB1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2">
    <w:name w:val="F0596E7F2F824DBB87DF5561757295B4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2">
    <w:name w:val="9DF5FB4C977A406A9042035A015D1199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2">
    <w:name w:val="30D6C044B43A420C8F3C098131575724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2">
    <w:name w:val="AED8C692EE3D441E86CB4B85405AE57E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2">
    <w:name w:val="8A24D9250384498B9356B49C7ABB7AE6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2">
    <w:name w:val="11A99A238EED43FCA64CB3F7A505E23C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2">
    <w:name w:val="4537D621A60342FF87E210BB0DB95BB5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2">
    <w:name w:val="562691E012CC4B56A9F121D7DF69C0F7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2">
    <w:name w:val="488CAE8C84C14FCD827F828007869BCA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2">
    <w:name w:val="3914BCA258324709B32F687456E2FF5A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2">
    <w:name w:val="15B553FDB2BC4FB7A30683300CEEBA49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2">
    <w:name w:val="2DDEB623C4D44D849F97BB1B6F1A99C9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2">
    <w:name w:val="326FB2B06959462C8BC5C9AE693EEE2C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2">
    <w:name w:val="962E1BFED5D7495C85919124A1D397AE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2">
    <w:name w:val="3EC9144ED68A4B3295718FC2535E6227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2">
    <w:name w:val="82DA6F9416B24C9A88190E8411647BB7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2">
    <w:name w:val="84C10B8C708D4D0CAE41230549E882EB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2">
    <w:name w:val="761516C4B0FE4A44ADF7B97593C491EC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2">
    <w:name w:val="96C246E6445C458FBC4CF04A8D8FC444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2">
    <w:name w:val="E71B35863BC448CA9102EFA03CC54069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2">
    <w:name w:val="25081AAE17A4460EAC76C30E9037A53B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2">
    <w:name w:val="2342F6B1BDB6429DB0EDAFF8701EF81C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2">
    <w:name w:val="A1EB1837619843CBADDC9E2A06C45B61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2">
    <w:name w:val="5D9D9CF80B624FFBB9F2CE5B86D7CB59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2">
    <w:name w:val="938DE67C67F849AE812186C35EDFB8EB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2">
    <w:name w:val="57EAE4AC7C0640C7B6187A01F778AE7E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">
    <w:name w:val="2BA5B03DA626405084075CAAEEFE7C4B"/>
    <w:rsid w:val="009D5B11"/>
  </w:style>
  <w:style w:type="paragraph" w:customStyle="1" w:styleId="757C57ABBA8148DAA69AFEA6FFBDA2FE">
    <w:name w:val="757C57ABBA8148DAA69AFEA6FFBDA2FE"/>
    <w:rsid w:val="009D5B11"/>
  </w:style>
  <w:style w:type="paragraph" w:customStyle="1" w:styleId="034B30FEEDF74F87A0AA4DC46CF6E01E">
    <w:name w:val="034B30FEEDF74F87A0AA4DC46CF6E01E"/>
    <w:rsid w:val="009D5B11"/>
  </w:style>
  <w:style w:type="paragraph" w:customStyle="1" w:styleId="799AD3AFFB8D46629242EAEB1DA862C6">
    <w:name w:val="799AD3AFFB8D46629242EAEB1DA862C6"/>
    <w:rsid w:val="009D5B11"/>
  </w:style>
  <w:style w:type="paragraph" w:customStyle="1" w:styleId="A2CC454BAA0447C58BD0D1C297739180">
    <w:name w:val="A2CC454BAA0447C58BD0D1C297739180"/>
    <w:rsid w:val="00E364A5"/>
  </w:style>
  <w:style w:type="paragraph" w:customStyle="1" w:styleId="A37B474BB6CE45AFBCD09DF6747BA424">
    <w:name w:val="A37B474BB6CE45AFBCD09DF6747BA424"/>
    <w:rsid w:val="00E364A5"/>
  </w:style>
  <w:style w:type="paragraph" w:customStyle="1" w:styleId="6C9A32874AAA4F9D88FC6CC9EF7544B52">
    <w:name w:val="6C9A32874AAA4F9D88FC6CC9EF7544B5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1">
    <w:name w:val="B25E12CC50204EE3955D1AC7F2B266FB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1">
    <w:name w:val="2BA5B03DA626405084075CAAEEFE7C4B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1">
    <w:name w:val="757C57ABBA8148DAA69AFEA6FFBDA2FE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1">
    <w:name w:val="799AD3AFFB8D46629242EAEB1DA862C6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3">
    <w:name w:val="9A42661CEA42406ABF91B2C6EE0A7BB1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3">
    <w:name w:val="F0596E7F2F824DBB87DF5561757295B4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3">
    <w:name w:val="9DF5FB4C977A406A9042035A015D1199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3">
    <w:name w:val="30D6C044B43A420C8F3C098131575724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3">
    <w:name w:val="AED8C692EE3D441E86CB4B85405AE57E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3">
    <w:name w:val="8A24D9250384498B9356B49C7ABB7AE6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3">
    <w:name w:val="11A99A238EED43FCA64CB3F7A505E23C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3">
    <w:name w:val="4537D621A60342FF87E210BB0DB95BB5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3">
    <w:name w:val="562691E012CC4B56A9F121D7DF69C0F7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3">
    <w:name w:val="488CAE8C84C14FCD827F828007869BCA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3">
    <w:name w:val="3914BCA258324709B32F687456E2FF5A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3">
    <w:name w:val="15B553FDB2BC4FB7A30683300CEEBA49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3">
    <w:name w:val="2DDEB623C4D44D849F97BB1B6F1A99C9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3">
    <w:name w:val="326FB2B06959462C8BC5C9AE693EEE2C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3">
    <w:name w:val="962E1BFED5D7495C85919124A1D397AE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3">
    <w:name w:val="3EC9144ED68A4B3295718FC2535E6227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3">
    <w:name w:val="82DA6F9416B24C9A88190E8411647BB7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3">
    <w:name w:val="84C10B8C708D4D0CAE41230549E882EB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3">
    <w:name w:val="761516C4B0FE4A44ADF7B97593C491EC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3">
    <w:name w:val="96C246E6445C458FBC4CF04A8D8FC444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3">
    <w:name w:val="E71B35863BC448CA9102EFA03CC54069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3">
    <w:name w:val="25081AAE17A4460EAC76C30E9037A53B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3">
    <w:name w:val="2342F6B1BDB6429DB0EDAFF8701EF81C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3">
    <w:name w:val="A1EB1837619843CBADDC9E2A06C45B61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3">
    <w:name w:val="5D9D9CF80B624FFBB9F2CE5B86D7CB59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3">
    <w:name w:val="938DE67C67F849AE812186C35EDFB8EB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3">
    <w:name w:val="57EAE4AC7C0640C7B6187A01F778AE7E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7C5803909FF43CC811BB052BA298103">
    <w:name w:val="17C5803909FF43CC811BB052BA298103"/>
    <w:rsid w:val="00E364A5"/>
  </w:style>
  <w:style w:type="paragraph" w:customStyle="1" w:styleId="CB96B46A26F8498693197420B7DA6E65">
    <w:name w:val="CB96B46A26F8498693197420B7DA6E65"/>
    <w:rsid w:val="00E364A5"/>
  </w:style>
  <w:style w:type="paragraph" w:customStyle="1" w:styleId="0893FF39259F4E09AA92456DDC9DA4E7">
    <w:name w:val="0893FF39259F4E09AA92456DDC9DA4E7"/>
    <w:rsid w:val="00E364A5"/>
  </w:style>
  <w:style w:type="paragraph" w:customStyle="1" w:styleId="B752C9F178094B1FBB25C08CCAA76E0A">
    <w:name w:val="B752C9F178094B1FBB25C08CCAA76E0A"/>
    <w:rsid w:val="00E364A5"/>
  </w:style>
  <w:style w:type="paragraph" w:customStyle="1" w:styleId="AC74664DE2054B1787EADD54FD67B9EF">
    <w:name w:val="AC74664DE2054B1787EADD54FD67B9EF"/>
    <w:rsid w:val="00E364A5"/>
  </w:style>
  <w:style w:type="paragraph" w:customStyle="1" w:styleId="C9133DE7BE254369A3C4917415E81FCA">
    <w:name w:val="C9133DE7BE254369A3C4917415E81FCA"/>
    <w:rsid w:val="00E364A5"/>
  </w:style>
  <w:style w:type="paragraph" w:customStyle="1" w:styleId="1602CA1FA03240FF9EDD2C7D6636520C">
    <w:name w:val="1602CA1FA03240FF9EDD2C7D6636520C"/>
    <w:rsid w:val="00E364A5"/>
  </w:style>
  <w:style w:type="paragraph" w:customStyle="1" w:styleId="DCA6BED40FAC4A67877E022C761E16A4">
    <w:name w:val="DCA6BED40FAC4A67877E022C761E16A4"/>
    <w:rsid w:val="00E364A5"/>
  </w:style>
  <w:style w:type="paragraph" w:customStyle="1" w:styleId="78D8B9FC74934964990826F4E4A393A5">
    <w:name w:val="78D8B9FC74934964990826F4E4A393A5"/>
    <w:rsid w:val="00E364A5"/>
  </w:style>
  <w:style w:type="paragraph" w:customStyle="1" w:styleId="D0A57232D01346F4AA83377C94776457">
    <w:name w:val="D0A57232D01346F4AA83377C94776457"/>
    <w:rsid w:val="00E364A5"/>
  </w:style>
  <w:style w:type="paragraph" w:customStyle="1" w:styleId="C75E40CD30BA41899C4F678ED7D5A797">
    <w:name w:val="C75E40CD30BA41899C4F678ED7D5A797"/>
    <w:rsid w:val="00E364A5"/>
  </w:style>
  <w:style w:type="paragraph" w:customStyle="1" w:styleId="E9AF160B40DA462589824370E0490AB1">
    <w:name w:val="E9AF160B40DA462589824370E0490AB1"/>
    <w:rsid w:val="00E364A5"/>
  </w:style>
  <w:style w:type="paragraph" w:customStyle="1" w:styleId="20E1035DA1304B3A8DCB034BEF0F8D93">
    <w:name w:val="20E1035DA1304B3A8DCB034BEF0F8D93"/>
    <w:rsid w:val="00E364A5"/>
  </w:style>
  <w:style w:type="paragraph" w:customStyle="1" w:styleId="627BDC0D507241478638B1F0FF6E270E">
    <w:name w:val="627BDC0D507241478638B1F0FF6E270E"/>
    <w:rsid w:val="00E364A5"/>
  </w:style>
  <w:style w:type="paragraph" w:customStyle="1" w:styleId="90C64D10A6F64D5A987FC97E56B4EE37">
    <w:name w:val="90C64D10A6F64D5A987FC97E56B4EE37"/>
    <w:rsid w:val="00E364A5"/>
  </w:style>
  <w:style w:type="paragraph" w:customStyle="1" w:styleId="E99B3E9601674407AF6948345F03123C">
    <w:name w:val="E99B3E9601674407AF6948345F03123C"/>
    <w:rsid w:val="00E364A5"/>
  </w:style>
  <w:style w:type="paragraph" w:customStyle="1" w:styleId="8B5B81114F3548798A13201990C9A19D">
    <w:name w:val="8B5B81114F3548798A13201990C9A19D"/>
    <w:rsid w:val="00E364A5"/>
  </w:style>
  <w:style w:type="paragraph" w:customStyle="1" w:styleId="DC75537EA705454B81BE86FEA9358858">
    <w:name w:val="DC75537EA705454B81BE86FEA9358858"/>
    <w:rsid w:val="00E364A5"/>
  </w:style>
  <w:style w:type="paragraph" w:customStyle="1" w:styleId="A5526C9FE97542E6B9A009039E3A064E">
    <w:name w:val="A5526C9FE97542E6B9A009039E3A064E"/>
    <w:rsid w:val="00E364A5"/>
  </w:style>
  <w:style w:type="paragraph" w:customStyle="1" w:styleId="9215083040954ACE85FA8D6DD5D580BD">
    <w:name w:val="9215083040954ACE85FA8D6DD5D580BD"/>
    <w:rsid w:val="00E364A5"/>
  </w:style>
  <w:style w:type="paragraph" w:customStyle="1" w:styleId="AAF663617AE3407DB8E83E7A98E11D94">
    <w:name w:val="AAF663617AE3407DB8E83E7A98E11D94"/>
    <w:rsid w:val="00E364A5"/>
  </w:style>
  <w:style w:type="paragraph" w:customStyle="1" w:styleId="23CA761B19D44DF59D21AAB8F4444C71">
    <w:name w:val="23CA761B19D44DF59D21AAB8F4444C71"/>
    <w:rsid w:val="00E364A5"/>
  </w:style>
  <w:style w:type="paragraph" w:customStyle="1" w:styleId="09EB25B1E4C346339874714EFEC20288">
    <w:name w:val="09EB25B1E4C346339874714EFEC20288"/>
    <w:rsid w:val="00E364A5"/>
  </w:style>
  <w:style w:type="paragraph" w:customStyle="1" w:styleId="9E58ACCCCEA34432B1F11855C1EFC3AC">
    <w:name w:val="9E58ACCCCEA34432B1F11855C1EFC3AC"/>
    <w:rsid w:val="00E364A5"/>
  </w:style>
  <w:style w:type="paragraph" w:customStyle="1" w:styleId="2DAACF515514417CA8B6B4B8A6179173">
    <w:name w:val="2DAACF515514417CA8B6B4B8A6179173"/>
    <w:rsid w:val="00E364A5"/>
  </w:style>
  <w:style w:type="paragraph" w:customStyle="1" w:styleId="ADC91F02BE94418EB5A6299902AEDF8C">
    <w:name w:val="ADC91F02BE94418EB5A6299902AEDF8C"/>
    <w:rsid w:val="00E364A5"/>
  </w:style>
  <w:style w:type="paragraph" w:customStyle="1" w:styleId="E30D9199932B4EC9BA10BDE2C563FFD4">
    <w:name w:val="E30D9199932B4EC9BA10BDE2C563FFD4"/>
    <w:rsid w:val="00E364A5"/>
  </w:style>
  <w:style w:type="paragraph" w:customStyle="1" w:styleId="B546F36287DD46A09AFA9D4CC36360CF">
    <w:name w:val="B546F36287DD46A09AFA9D4CC36360CF"/>
    <w:rsid w:val="00E364A5"/>
  </w:style>
  <w:style w:type="paragraph" w:customStyle="1" w:styleId="6B744BE7014D477CB2F32F9CA1AB5615">
    <w:name w:val="6B744BE7014D477CB2F32F9CA1AB5615"/>
    <w:rsid w:val="00E364A5"/>
  </w:style>
  <w:style w:type="paragraph" w:customStyle="1" w:styleId="F81ACEE16DE347A095C8D2A2BB17E89D">
    <w:name w:val="F81ACEE16DE347A095C8D2A2BB17E89D"/>
    <w:rsid w:val="00E364A5"/>
  </w:style>
  <w:style w:type="paragraph" w:customStyle="1" w:styleId="D1B4C2AB36A34AC2A7248B79F19A3991">
    <w:name w:val="D1B4C2AB36A34AC2A7248B79F19A3991"/>
    <w:rsid w:val="00E364A5"/>
  </w:style>
  <w:style w:type="paragraph" w:customStyle="1" w:styleId="A9B2677F927743F898BACBE6747A806A">
    <w:name w:val="A9B2677F927743F898BACBE6747A806A"/>
    <w:rsid w:val="00E364A5"/>
  </w:style>
  <w:style w:type="paragraph" w:customStyle="1" w:styleId="6C9A32874AAA4F9D88FC6CC9EF7544B53">
    <w:name w:val="6C9A32874AAA4F9D88FC6CC9EF7544B5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2">
    <w:name w:val="B25E12CC50204EE3955D1AC7F2B266FB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2">
    <w:name w:val="2BA5B03DA626405084075CAAEEFE7C4B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2">
    <w:name w:val="757C57ABBA8148DAA69AFEA6FFBDA2FE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2">
    <w:name w:val="799AD3AFFB8D46629242EAEB1DA862C6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1">
    <w:name w:val="A37B474BB6CE45AFBCD09DF6747BA424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1">
    <w:name w:val="C9133DE7BE254369A3C4917415E81FCA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4">
    <w:name w:val="9A42661CEA42406ABF91B2C6EE0A7BB1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4">
    <w:name w:val="F0596E7F2F824DBB87DF5561757295B4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4">
    <w:name w:val="9DF5FB4C977A406A9042035A015D1199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4">
    <w:name w:val="30D6C044B43A420C8F3C098131575724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4">
    <w:name w:val="AED8C692EE3D441E86CB4B85405AE57E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4">
    <w:name w:val="8A24D9250384498B9356B49C7ABB7AE6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4">
    <w:name w:val="11A99A238EED43FCA64CB3F7A505E23C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4">
    <w:name w:val="4537D621A60342FF87E210BB0DB95BB5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4">
    <w:name w:val="562691E012CC4B56A9F121D7DF69C0F7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4">
    <w:name w:val="488CAE8C84C14FCD827F828007869BCA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4">
    <w:name w:val="3914BCA258324709B32F687456E2FF5A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4">
    <w:name w:val="15B553FDB2BC4FB7A30683300CEEBA49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4">
    <w:name w:val="2DDEB623C4D44D849F97BB1B6F1A99C9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4">
    <w:name w:val="326FB2B06959462C8BC5C9AE693EEE2C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4">
    <w:name w:val="962E1BFED5D7495C85919124A1D397AE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4">
    <w:name w:val="3EC9144ED68A4B3295718FC2535E6227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4">
    <w:name w:val="82DA6F9416B24C9A88190E8411647BB7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4">
    <w:name w:val="84C10B8C708D4D0CAE41230549E882EB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4">
    <w:name w:val="761516C4B0FE4A44ADF7B97593C491EC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4">
    <w:name w:val="96C246E6445C458FBC4CF04A8D8FC444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4">
    <w:name w:val="E71B35863BC448CA9102EFA03CC54069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4">
    <w:name w:val="25081AAE17A4460EAC76C30E9037A53B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4">
    <w:name w:val="2342F6B1BDB6429DB0EDAFF8701EF81C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4">
    <w:name w:val="A1EB1837619843CBADDC9E2A06C45B61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4">
    <w:name w:val="5D9D9CF80B624FFBB9F2CE5B86D7CB59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4">
    <w:name w:val="938DE67C67F849AE812186C35EDFB8EB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4">
    <w:name w:val="57EAE4AC7C0640C7B6187A01F778AE7E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D44A16445A64DC2983A481E8088D628">
    <w:name w:val="3D44A16445A64DC2983A481E8088D628"/>
    <w:rsid w:val="00E364A5"/>
  </w:style>
  <w:style w:type="paragraph" w:customStyle="1" w:styleId="385E246CE5714547A2F0E8ACB7CB8F07">
    <w:name w:val="385E246CE5714547A2F0E8ACB7CB8F07"/>
    <w:rsid w:val="00E364A5"/>
  </w:style>
  <w:style w:type="paragraph" w:customStyle="1" w:styleId="12E407B13CA04DFAAD94DA36A9A72202">
    <w:name w:val="12E407B13CA04DFAAD94DA36A9A72202"/>
    <w:rsid w:val="00E364A5"/>
  </w:style>
  <w:style w:type="paragraph" w:customStyle="1" w:styleId="26BF98DE256248F18A0BBF622A398F63">
    <w:name w:val="26BF98DE256248F18A0BBF622A398F63"/>
    <w:rsid w:val="00E364A5"/>
  </w:style>
  <w:style w:type="paragraph" w:customStyle="1" w:styleId="C10B2298129844C288ACDC552C27F948">
    <w:name w:val="C10B2298129844C288ACDC552C27F948"/>
    <w:rsid w:val="00E364A5"/>
  </w:style>
  <w:style w:type="paragraph" w:customStyle="1" w:styleId="A2E56A06FB1240E2972F1773EB8BB4E5">
    <w:name w:val="A2E56A06FB1240E2972F1773EB8BB4E5"/>
    <w:rsid w:val="00E364A5"/>
  </w:style>
  <w:style w:type="paragraph" w:customStyle="1" w:styleId="AE6CA903ED94432BAB5F6F1F0AFCEFB1">
    <w:name w:val="AE6CA903ED94432BAB5F6F1F0AFCEFB1"/>
    <w:rsid w:val="00E364A5"/>
  </w:style>
  <w:style w:type="paragraph" w:customStyle="1" w:styleId="9BFB36B66D454907874DB0E039EA8344">
    <w:name w:val="9BFB36B66D454907874DB0E039EA8344"/>
    <w:rsid w:val="00E364A5"/>
  </w:style>
  <w:style w:type="paragraph" w:customStyle="1" w:styleId="53F45EDFDFD243CCB67CC658A2480226">
    <w:name w:val="53F45EDFDFD243CCB67CC658A2480226"/>
    <w:rsid w:val="00E364A5"/>
  </w:style>
  <w:style w:type="paragraph" w:customStyle="1" w:styleId="CBB32FBCC9184224B4592BE8FDC41F4A">
    <w:name w:val="CBB32FBCC9184224B4592BE8FDC41F4A"/>
    <w:rsid w:val="00E364A5"/>
  </w:style>
  <w:style w:type="paragraph" w:customStyle="1" w:styleId="6C9A32874AAA4F9D88FC6CC9EF7544B54">
    <w:name w:val="6C9A32874AAA4F9D88FC6CC9EF7544B5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3">
    <w:name w:val="B25E12CC50204EE3955D1AC7F2B266FB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3">
    <w:name w:val="2BA5B03DA626405084075CAAEEFE7C4B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3">
    <w:name w:val="757C57ABBA8148DAA69AFEA6FFBDA2FE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3">
    <w:name w:val="799AD3AFFB8D46629242EAEB1DA862C6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2">
    <w:name w:val="A37B474BB6CE45AFBCD09DF6747BA424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2">
    <w:name w:val="C9133DE7BE254369A3C4917415E81FCA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5">
    <w:name w:val="9A42661CEA42406ABF91B2C6EE0A7BB1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5">
    <w:name w:val="F0596E7F2F824DBB87DF5561757295B4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5">
    <w:name w:val="9DF5FB4C977A406A9042035A015D1199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5">
    <w:name w:val="30D6C044B43A420C8F3C098131575724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5">
    <w:name w:val="AED8C692EE3D441E86CB4B85405AE57E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5">
    <w:name w:val="8A24D9250384498B9356B49C7ABB7AE6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5">
    <w:name w:val="11A99A238EED43FCA64CB3F7A505E23C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5">
    <w:name w:val="4537D621A60342FF87E210BB0DB95BB5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5">
    <w:name w:val="562691E012CC4B56A9F121D7DF69C0F7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5">
    <w:name w:val="488CAE8C84C14FCD827F828007869BCA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5">
    <w:name w:val="3914BCA258324709B32F687456E2FF5A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5">
    <w:name w:val="15B553FDB2BC4FB7A30683300CEEBA49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5">
    <w:name w:val="2DDEB623C4D44D849F97BB1B6F1A99C9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5">
    <w:name w:val="326FB2B06959462C8BC5C9AE693EEE2C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5">
    <w:name w:val="962E1BFED5D7495C85919124A1D397AE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5">
    <w:name w:val="3EC9144ED68A4B3295718FC2535E6227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5">
    <w:name w:val="82DA6F9416B24C9A88190E8411647BB7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5">
    <w:name w:val="84C10B8C708D4D0CAE41230549E882EB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5">
    <w:name w:val="761516C4B0FE4A44ADF7B97593C491EC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5">
    <w:name w:val="96C246E6445C458FBC4CF04A8D8FC444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5">
    <w:name w:val="E71B35863BC448CA9102EFA03CC54069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5">
    <w:name w:val="25081AAE17A4460EAC76C30E9037A53B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5">
    <w:name w:val="2342F6B1BDB6429DB0EDAFF8701EF81C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5">
    <w:name w:val="A1EB1837619843CBADDC9E2A06C45B61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5">
    <w:name w:val="5D9D9CF80B624FFBB9F2CE5B86D7CB59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5">
    <w:name w:val="938DE67C67F849AE812186C35EDFB8EB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5">
    <w:name w:val="57EAE4AC7C0640C7B6187A01F778AE7E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C5C25260AA2409F96C92567DCA8B259">
    <w:name w:val="7C5C25260AA2409F96C92567DCA8B259"/>
    <w:rsid w:val="00E364A5"/>
  </w:style>
  <w:style w:type="paragraph" w:customStyle="1" w:styleId="11D220DC17C245D5A7FE1B3C0BCC113A">
    <w:name w:val="11D220DC17C245D5A7FE1B3C0BCC113A"/>
    <w:rsid w:val="00E364A5"/>
  </w:style>
  <w:style w:type="paragraph" w:customStyle="1" w:styleId="D8CED89D2A5A43B286C3792452F654FE">
    <w:name w:val="D8CED89D2A5A43B286C3792452F654FE"/>
    <w:rsid w:val="00E364A5"/>
  </w:style>
  <w:style w:type="paragraph" w:customStyle="1" w:styleId="9129171924384BFABED99FF1C2CDD467">
    <w:name w:val="9129171924384BFABED99FF1C2CDD467"/>
    <w:rsid w:val="00E364A5"/>
  </w:style>
  <w:style w:type="paragraph" w:customStyle="1" w:styleId="0581CDD65EAA430EBF643818C6C72714">
    <w:name w:val="0581CDD65EAA430EBF643818C6C72714"/>
    <w:rsid w:val="00E364A5"/>
  </w:style>
  <w:style w:type="paragraph" w:customStyle="1" w:styleId="5FFB2F68C05449A3A951AF08DB58AD47">
    <w:name w:val="5FFB2F68C05449A3A951AF08DB58AD47"/>
    <w:rsid w:val="00E364A5"/>
  </w:style>
  <w:style w:type="paragraph" w:customStyle="1" w:styleId="853D6245CB2B4149AFC02B13A88B9A46">
    <w:name w:val="853D6245CB2B4149AFC02B13A88B9A46"/>
    <w:rsid w:val="00E364A5"/>
  </w:style>
  <w:style w:type="paragraph" w:customStyle="1" w:styleId="BA11C9EC726248E396EC45A60E804797">
    <w:name w:val="BA11C9EC726248E396EC45A60E804797"/>
    <w:rsid w:val="00E364A5"/>
  </w:style>
  <w:style w:type="paragraph" w:customStyle="1" w:styleId="69C9E5D69DE44DD18BC4C93FA8F4C274">
    <w:name w:val="69C9E5D69DE44DD18BC4C93FA8F4C274"/>
    <w:rsid w:val="00E364A5"/>
  </w:style>
  <w:style w:type="paragraph" w:customStyle="1" w:styleId="49EDDCCAB5B24819883480826A9AD750">
    <w:name w:val="49EDDCCAB5B24819883480826A9AD750"/>
    <w:rsid w:val="00E364A5"/>
  </w:style>
  <w:style w:type="paragraph" w:customStyle="1" w:styleId="F812693D93C246AAB15CBA89A39AE87F">
    <w:name w:val="F812693D93C246AAB15CBA89A39AE87F"/>
    <w:rsid w:val="00E364A5"/>
  </w:style>
  <w:style w:type="paragraph" w:customStyle="1" w:styleId="7D276FC2EDB74063BA0F7E8D6077482B">
    <w:name w:val="7D276FC2EDB74063BA0F7E8D6077482B"/>
    <w:rsid w:val="00E364A5"/>
  </w:style>
  <w:style w:type="paragraph" w:customStyle="1" w:styleId="83AC26AA9C12427B87ABC82883D22824">
    <w:name w:val="83AC26AA9C12427B87ABC82883D22824"/>
    <w:rsid w:val="00E364A5"/>
  </w:style>
  <w:style w:type="paragraph" w:customStyle="1" w:styleId="61C1575ABFA34C4CAA9D4B49F11AD03A">
    <w:name w:val="61C1575ABFA34C4CAA9D4B49F11AD03A"/>
    <w:rsid w:val="00E364A5"/>
  </w:style>
  <w:style w:type="paragraph" w:customStyle="1" w:styleId="4487BFB9EAE443E3A8431CE3D9403CA4">
    <w:name w:val="4487BFB9EAE443E3A8431CE3D9403CA4"/>
    <w:rsid w:val="00E364A5"/>
  </w:style>
  <w:style w:type="paragraph" w:customStyle="1" w:styleId="9A7C14453E68459299B9AEF3D7F96DD0">
    <w:name w:val="9A7C14453E68459299B9AEF3D7F96DD0"/>
    <w:rsid w:val="00E364A5"/>
  </w:style>
  <w:style w:type="paragraph" w:customStyle="1" w:styleId="CDEE7F4B70A54CABAA96EBCB18A99FE7">
    <w:name w:val="CDEE7F4B70A54CABAA96EBCB18A99FE7"/>
    <w:rsid w:val="00E364A5"/>
  </w:style>
  <w:style w:type="paragraph" w:customStyle="1" w:styleId="77BDB02C66DF48119A15409DF6FB4EC3">
    <w:name w:val="77BDB02C66DF48119A15409DF6FB4EC3"/>
    <w:rsid w:val="00E364A5"/>
  </w:style>
  <w:style w:type="paragraph" w:customStyle="1" w:styleId="1B02C6BB5CE04F76A605FBCEAE0A9CE5">
    <w:name w:val="1B02C6BB5CE04F76A605FBCEAE0A9CE5"/>
    <w:rsid w:val="00E364A5"/>
  </w:style>
  <w:style w:type="paragraph" w:customStyle="1" w:styleId="EF11B0C09E534F37A81763EA7B156538">
    <w:name w:val="EF11B0C09E534F37A81763EA7B156538"/>
    <w:rsid w:val="00E364A5"/>
  </w:style>
  <w:style w:type="paragraph" w:customStyle="1" w:styleId="F6FACB413ACA46EFAA3D718A48BCD788">
    <w:name w:val="F6FACB413ACA46EFAA3D718A48BCD788"/>
    <w:rsid w:val="00E364A5"/>
  </w:style>
  <w:style w:type="paragraph" w:customStyle="1" w:styleId="CF85ABF70C7E4767A144425F8E56065B">
    <w:name w:val="CF85ABF70C7E4767A144425F8E56065B"/>
    <w:rsid w:val="00E364A5"/>
  </w:style>
  <w:style w:type="paragraph" w:customStyle="1" w:styleId="DB50E0E15D174C7C8680AC36D2BF68BB">
    <w:name w:val="DB50E0E15D174C7C8680AC36D2BF68BB"/>
    <w:rsid w:val="00E364A5"/>
  </w:style>
  <w:style w:type="paragraph" w:customStyle="1" w:styleId="3F392553B4034A8EB90C73A0864161C8">
    <w:name w:val="3F392553B4034A8EB90C73A0864161C8"/>
    <w:rsid w:val="00E364A5"/>
  </w:style>
  <w:style w:type="paragraph" w:customStyle="1" w:styleId="B4CDFB48B99E40F6ACAAD766400EE981">
    <w:name w:val="B4CDFB48B99E40F6ACAAD766400EE981"/>
    <w:rsid w:val="00E364A5"/>
  </w:style>
  <w:style w:type="paragraph" w:customStyle="1" w:styleId="91C29670DBAC4D9BAE8774A501418200">
    <w:name w:val="91C29670DBAC4D9BAE8774A501418200"/>
    <w:rsid w:val="00E364A5"/>
  </w:style>
  <w:style w:type="paragraph" w:customStyle="1" w:styleId="870888347BDB428CA3216BBCB2B47257">
    <w:name w:val="870888347BDB428CA3216BBCB2B47257"/>
    <w:rsid w:val="00E364A5"/>
  </w:style>
  <w:style w:type="paragraph" w:customStyle="1" w:styleId="DEA56ADCC43B473B85D0D3156228B537">
    <w:name w:val="DEA56ADCC43B473B85D0D3156228B537"/>
    <w:rsid w:val="00E364A5"/>
  </w:style>
  <w:style w:type="paragraph" w:customStyle="1" w:styleId="4DA6582A6FE74418BDC7BC8C35A79936">
    <w:name w:val="4DA6582A6FE74418BDC7BC8C35A79936"/>
    <w:rsid w:val="00E364A5"/>
  </w:style>
  <w:style w:type="paragraph" w:customStyle="1" w:styleId="77FF516A994B4158B4E2808DCFDA3F55">
    <w:name w:val="77FF516A994B4158B4E2808DCFDA3F55"/>
    <w:rsid w:val="00E364A5"/>
  </w:style>
  <w:style w:type="paragraph" w:customStyle="1" w:styleId="971B88EB00F1408BA96A6A873EED980F">
    <w:name w:val="971B88EB00F1408BA96A6A873EED980F"/>
    <w:rsid w:val="00E364A5"/>
  </w:style>
  <w:style w:type="paragraph" w:customStyle="1" w:styleId="9C2D7B99BC0647628AD3D69A525ACC30">
    <w:name w:val="9C2D7B99BC0647628AD3D69A525ACC30"/>
    <w:rsid w:val="00E364A5"/>
  </w:style>
  <w:style w:type="paragraph" w:customStyle="1" w:styleId="9C90E9D9104F44F2AA91830CB9682029">
    <w:name w:val="9C90E9D9104F44F2AA91830CB9682029"/>
    <w:rsid w:val="00E364A5"/>
  </w:style>
  <w:style w:type="paragraph" w:customStyle="1" w:styleId="691F0F2BC25A4DC09BEE412905F6CB00">
    <w:name w:val="691F0F2BC25A4DC09BEE412905F6CB00"/>
    <w:rsid w:val="00E364A5"/>
  </w:style>
  <w:style w:type="paragraph" w:customStyle="1" w:styleId="E5A8CD25490642E496437809A1629470">
    <w:name w:val="E5A8CD25490642E496437809A1629470"/>
    <w:rsid w:val="00E364A5"/>
  </w:style>
  <w:style w:type="paragraph" w:customStyle="1" w:styleId="A9FE3335937847408AC6603DD3C96A8E">
    <w:name w:val="A9FE3335937847408AC6603DD3C96A8E"/>
    <w:rsid w:val="00E364A5"/>
  </w:style>
  <w:style w:type="paragraph" w:customStyle="1" w:styleId="B13F8168992E4F2AA94B6A81E27BDCE7">
    <w:name w:val="B13F8168992E4F2AA94B6A81E27BDCE7"/>
    <w:rsid w:val="00E364A5"/>
  </w:style>
  <w:style w:type="paragraph" w:customStyle="1" w:styleId="B64913A67FF64468A931F2D084B7C4BC">
    <w:name w:val="B64913A67FF64468A931F2D084B7C4BC"/>
    <w:rsid w:val="00E364A5"/>
  </w:style>
  <w:style w:type="paragraph" w:customStyle="1" w:styleId="005ADB5043164EC8B265354559BDC119">
    <w:name w:val="005ADB5043164EC8B265354559BDC119"/>
    <w:rsid w:val="00E364A5"/>
  </w:style>
  <w:style w:type="paragraph" w:customStyle="1" w:styleId="02B61C8263FC4D73890145910DD4EFFC">
    <w:name w:val="02B61C8263FC4D73890145910DD4EFFC"/>
    <w:rsid w:val="00E364A5"/>
  </w:style>
  <w:style w:type="paragraph" w:customStyle="1" w:styleId="06F8DC43C6D2432EBF50677CA3F014F5">
    <w:name w:val="06F8DC43C6D2432EBF50677CA3F014F5"/>
    <w:rsid w:val="00E364A5"/>
  </w:style>
  <w:style w:type="paragraph" w:customStyle="1" w:styleId="332EA0131316400FBCF5E5985B464D61">
    <w:name w:val="332EA0131316400FBCF5E5985B464D61"/>
    <w:rsid w:val="00E364A5"/>
  </w:style>
  <w:style w:type="paragraph" w:customStyle="1" w:styleId="267956EEBBB54B7686DC39ED786D4E67">
    <w:name w:val="267956EEBBB54B7686DC39ED786D4E67"/>
    <w:rsid w:val="00E364A5"/>
  </w:style>
  <w:style w:type="paragraph" w:customStyle="1" w:styleId="F36C37462B7641A49EC5CB131750797F">
    <w:name w:val="F36C37462B7641A49EC5CB131750797F"/>
    <w:rsid w:val="00E364A5"/>
  </w:style>
  <w:style w:type="paragraph" w:customStyle="1" w:styleId="6C9A32874AAA4F9D88FC6CC9EF7544B55">
    <w:name w:val="6C9A32874AAA4F9D88FC6CC9EF7544B5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4">
    <w:name w:val="B25E12CC50204EE3955D1AC7F2B266FB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4">
    <w:name w:val="2BA5B03DA626405084075CAAEEFE7C4B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4">
    <w:name w:val="757C57ABBA8148DAA69AFEA6FFBDA2FE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4">
    <w:name w:val="799AD3AFFB8D46629242EAEB1DA862C6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3">
    <w:name w:val="A37B474BB6CE45AFBCD09DF6747BA424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3">
    <w:name w:val="C9133DE7BE254369A3C4917415E81FCA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6">
    <w:name w:val="9A42661CEA42406ABF91B2C6EE0A7BB1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6">
    <w:name w:val="F0596E7F2F824DBB87DF5561757295B4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6">
    <w:name w:val="9DF5FB4C977A406A9042035A015D1199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6">
    <w:name w:val="30D6C044B43A420C8F3C098131575724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6">
    <w:name w:val="AED8C692EE3D441E86CB4B85405AE57E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6">
    <w:name w:val="8A24D9250384498B9356B49C7ABB7AE6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6">
    <w:name w:val="11A99A238EED43FCA64CB3F7A505E23C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6">
    <w:name w:val="4537D621A60342FF87E210BB0DB95BB5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6">
    <w:name w:val="562691E012CC4B56A9F121D7DF69C0F7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6">
    <w:name w:val="488CAE8C84C14FCD827F828007869BCA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6">
    <w:name w:val="3914BCA258324709B32F687456E2FF5A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6">
    <w:name w:val="15B553FDB2BC4FB7A30683300CEEBA49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6">
    <w:name w:val="2DDEB623C4D44D849F97BB1B6F1A99C9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6">
    <w:name w:val="326FB2B06959462C8BC5C9AE693EEE2C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6">
    <w:name w:val="962E1BFED5D7495C85919124A1D397AE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6">
    <w:name w:val="3EC9144ED68A4B3295718FC2535E6227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6">
    <w:name w:val="82DA6F9416B24C9A88190E8411647BB7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6">
    <w:name w:val="84C10B8C708D4D0CAE41230549E882EB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6">
    <w:name w:val="761516C4B0FE4A44ADF7B97593C491EC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6">
    <w:name w:val="96C246E6445C458FBC4CF04A8D8FC444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6">
    <w:name w:val="E71B35863BC448CA9102EFA03CC54069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6">
    <w:name w:val="25081AAE17A4460EAC76C30E9037A53B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6">
    <w:name w:val="2342F6B1BDB6429DB0EDAFF8701EF81C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6">
    <w:name w:val="A1EB1837619843CBADDC9E2A06C45B61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6">
    <w:name w:val="5D9D9CF80B624FFBB9F2CE5B86D7CB59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6">
    <w:name w:val="938DE67C67F849AE812186C35EDFB8EB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6">
    <w:name w:val="57EAE4AC7C0640C7B6187A01F778AE7E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C9A32874AAA4F9D88FC6CC9EF7544B56">
    <w:name w:val="6C9A32874AAA4F9D88FC6CC9EF7544B5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5">
    <w:name w:val="B25E12CC50204EE3955D1AC7F2B266FB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5">
    <w:name w:val="2BA5B03DA626405084075CAAEEFE7C4B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5">
    <w:name w:val="757C57ABBA8148DAA69AFEA6FFBDA2FE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5">
    <w:name w:val="799AD3AFFB8D46629242EAEB1DA862C6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4">
    <w:name w:val="A37B474BB6CE45AFBCD09DF6747BA424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4">
    <w:name w:val="C9133DE7BE254369A3C4917415E81FCA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7">
    <w:name w:val="9A42661CEA42406ABF91B2C6EE0A7BB1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7">
    <w:name w:val="F0596E7F2F824DBB87DF5561757295B4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7">
    <w:name w:val="9DF5FB4C977A406A9042035A015D1199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7">
    <w:name w:val="30D6C044B43A420C8F3C098131575724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7">
    <w:name w:val="AED8C692EE3D441E86CB4B85405AE57E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7">
    <w:name w:val="8A24D9250384498B9356B49C7ABB7AE6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7">
    <w:name w:val="11A99A238EED43FCA64CB3F7A505E23C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7">
    <w:name w:val="4537D621A60342FF87E210BB0DB95BB5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7">
    <w:name w:val="562691E012CC4B56A9F121D7DF69C0F7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7">
    <w:name w:val="488CAE8C84C14FCD827F828007869BCA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7">
    <w:name w:val="3914BCA258324709B32F687456E2FF5A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7">
    <w:name w:val="15B553FDB2BC4FB7A30683300CEEBA49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7">
    <w:name w:val="2DDEB623C4D44D849F97BB1B6F1A99C9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7">
    <w:name w:val="326FB2B06959462C8BC5C9AE693EEE2C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7">
    <w:name w:val="962E1BFED5D7495C85919124A1D397AE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7">
    <w:name w:val="3EC9144ED68A4B3295718FC2535E6227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7">
    <w:name w:val="82DA6F9416B24C9A88190E8411647BB7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7">
    <w:name w:val="84C10B8C708D4D0CAE41230549E882EB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7">
    <w:name w:val="761516C4B0FE4A44ADF7B97593C491EC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7">
    <w:name w:val="96C246E6445C458FBC4CF04A8D8FC444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7">
    <w:name w:val="E71B35863BC448CA9102EFA03CC54069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7">
    <w:name w:val="25081AAE17A4460EAC76C30E9037A53B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7">
    <w:name w:val="2342F6B1BDB6429DB0EDAFF8701EF81C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7">
    <w:name w:val="A1EB1837619843CBADDC9E2A06C45B61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7">
    <w:name w:val="5D9D9CF80B624FFBB9F2CE5B86D7CB59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7">
    <w:name w:val="938DE67C67F849AE812186C35EDFB8EB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7">
    <w:name w:val="57EAE4AC7C0640C7B6187A01F778AE7E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C9A32874AAA4F9D88FC6CC9EF7544B57">
    <w:name w:val="6C9A32874AAA4F9D88FC6CC9EF7544B5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6">
    <w:name w:val="B25E12CC50204EE3955D1AC7F2B266FB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6">
    <w:name w:val="2BA5B03DA626405084075CAAEEFE7C4B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6">
    <w:name w:val="757C57ABBA8148DAA69AFEA6FFBDA2FE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6">
    <w:name w:val="799AD3AFFB8D46629242EAEB1DA862C6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5">
    <w:name w:val="A37B474BB6CE45AFBCD09DF6747BA424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5">
    <w:name w:val="C9133DE7BE254369A3C4917415E81FCA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8">
    <w:name w:val="9A42661CEA42406ABF91B2C6EE0A7BB1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8">
    <w:name w:val="F0596E7F2F824DBB87DF5561757295B4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8">
    <w:name w:val="9DF5FB4C977A406A9042035A015D1199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8">
    <w:name w:val="30D6C044B43A420C8F3C098131575724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8">
    <w:name w:val="AED8C692EE3D441E86CB4B85405AE57E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8">
    <w:name w:val="8A24D9250384498B9356B49C7ABB7AE6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8">
    <w:name w:val="11A99A238EED43FCA64CB3F7A505E23C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8">
    <w:name w:val="4537D621A60342FF87E210BB0DB95BB5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8">
    <w:name w:val="562691E012CC4B56A9F121D7DF69C0F7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8">
    <w:name w:val="488CAE8C84C14FCD827F828007869BCA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8">
    <w:name w:val="3914BCA258324709B32F687456E2FF5A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8">
    <w:name w:val="15B553FDB2BC4FB7A30683300CEEBA49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8">
    <w:name w:val="2DDEB623C4D44D849F97BB1B6F1A99C9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8">
    <w:name w:val="326FB2B06959462C8BC5C9AE693EEE2C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8">
    <w:name w:val="962E1BFED5D7495C85919124A1D397AE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8">
    <w:name w:val="3EC9144ED68A4B3295718FC2535E6227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8">
    <w:name w:val="82DA6F9416B24C9A88190E8411647BB7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8">
    <w:name w:val="84C10B8C708D4D0CAE41230549E882EB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8">
    <w:name w:val="761516C4B0FE4A44ADF7B97593C491EC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8">
    <w:name w:val="96C246E6445C458FBC4CF04A8D8FC444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8">
    <w:name w:val="E71B35863BC448CA9102EFA03CC54069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8">
    <w:name w:val="25081AAE17A4460EAC76C30E9037A53B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8">
    <w:name w:val="2342F6B1BDB6429DB0EDAFF8701EF81C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8">
    <w:name w:val="A1EB1837619843CBADDC9E2A06C45B61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8">
    <w:name w:val="5D9D9CF80B624FFBB9F2CE5B86D7CB59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8">
    <w:name w:val="938DE67C67F849AE812186C35EDFB8EB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8">
    <w:name w:val="57EAE4AC7C0640C7B6187A01F778AE7E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128630D144148A386D411B67872EBB9">
    <w:name w:val="0128630D144148A386D411B67872EBB9"/>
    <w:rsid w:val="002615C8"/>
  </w:style>
  <w:style w:type="paragraph" w:customStyle="1" w:styleId="90599B3DFDD94E5F9C908700D584848F">
    <w:name w:val="90599B3DFDD94E5F9C908700D584848F"/>
    <w:rsid w:val="002615C8"/>
  </w:style>
  <w:style w:type="paragraph" w:customStyle="1" w:styleId="ED58AC562D73451AB2D76E441B406140">
    <w:name w:val="ED58AC562D73451AB2D76E441B406140"/>
    <w:rsid w:val="002615C8"/>
  </w:style>
  <w:style w:type="paragraph" w:customStyle="1" w:styleId="54843687C5924089B629C21AE9CF300B">
    <w:name w:val="54843687C5924089B629C21AE9CF300B"/>
    <w:rsid w:val="00AA5B36"/>
  </w:style>
  <w:style w:type="paragraph" w:customStyle="1" w:styleId="2883F16DEC3F4CE1A785CEC6FF96FA84">
    <w:name w:val="2883F16DEC3F4CE1A785CEC6FF96FA84"/>
    <w:rsid w:val="00AA5B36"/>
  </w:style>
  <w:style w:type="paragraph" w:customStyle="1" w:styleId="5688AACB46634ED282DA65072308A874">
    <w:name w:val="5688AACB46634ED282DA65072308A874"/>
    <w:rsid w:val="00AA5B36"/>
  </w:style>
  <w:style w:type="paragraph" w:customStyle="1" w:styleId="81ED8F902938417C831A44353BDB0125">
    <w:name w:val="81ED8F902938417C831A44353BDB0125"/>
    <w:rsid w:val="00AA5B36"/>
  </w:style>
  <w:style w:type="paragraph" w:customStyle="1" w:styleId="B3575D24E33441A88E6269B97E6EC253">
    <w:name w:val="B3575D24E33441A88E6269B97E6EC253"/>
    <w:rsid w:val="00AA5B36"/>
  </w:style>
  <w:style w:type="paragraph" w:customStyle="1" w:styleId="8CCA156F2E3445BA95ED4D0FEC19F7F1">
    <w:name w:val="8CCA156F2E3445BA95ED4D0FEC19F7F1"/>
    <w:rsid w:val="00AA5B36"/>
  </w:style>
  <w:style w:type="paragraph" w:customStyle="1" w:styleId="D379F7F68DF845A281435AE47F7EE8C6">
    <w:name w:val="D379F7F68DF845A281435AE47F7EE8C6"/>
    <w:rsid w:val="00AA5B36"/>
  </w:style>
  <w:style w:type="paragraph" w:customStyle="1" w:styleId="6332E4C85D04481E8B7B62717502E900">
    <w:name w:val="6332E4C85D04481E8B7B62717502E900"/>
    <w:rsid w:val="002B60F4"/>
  </w:style>
  <w:style w:type="paragraph" w:customStyle="1" w:styleId="8D6B318666174B0C9E51489DC4518E2A">
    <w:name w:val="8D6B318666174B0C9E51489DC4518E2A"/>
    <w:rsid w:val="002B60F4"/>
  </w:style>
  <w:style w:type="paragraph" w:customStyle="1" w:styleId="6591AEA6196C41A18336454A93493682">
    <w:name w:val="6591AEA6196C41A18336454A93493682"/>
    <w:rsid w:val="002B60F4"/>
  </w:style>
  <w:style w:type="paragraph" w:customStyle="1" w:styleId="8C8657A4966941EDA8205A2E195F7039">
    <w:name w:val="8C8657A4966941EDA8205A2E195F7039"/>
    <w:rsid w:val="002B60F4"/>
  </w:style>
  <w:style w:type="paragraph" w:customStyle="1" w:styleId="8B5DA2F9C7604F62A8B50905547A3E23">
    <w:name w:val="8B5DA2F9C7604F62A8B50905547A3E23"/>
    <w:rsid w:val="002B60F4"/>
  </w:style>
  <w:style w:type="paragraph" w:customStyle="1" w:styleId="4C7C9414D1A241F3AD521F9973C43D03">
    <w:name w:val="4C7C9414D1A241F3AD521F9973C43D03"/>
    <w:rsid w:val="003E1285"/>
  </w:style>
  <w:style w:type="paragraph" w:customStyle="1" w:styleId="8D6B318666174B0C9E51489DC4518E2A1">
    <w:name w:val="8D6B318666174B0C9E51489DC4518E2A1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6591AEA6196C41A18336454A934936821">
    <w:name w:val="6591AEA6196C41A18336454A934936821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8C8657A4966941EDA8205A2E195F70391">
    <w:name w:val="8C8657A4966941EDA8205A2E195F70391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4C7C9414D1A241F3AD521F9973C43D031">
    <w:name w:val="4C7C9414D1A241F3AD521F9973C43D031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32"/>
      <w:szCs w:val="20"/>
    </w:rPr>
  </w:style>
  <w:style w:type="paragraph" w:customStyle="1" w:styleId="6C9A32874AAA4F9D88FC6CC9EF7544B58">
    <w:name w:val="6C9A32874AAA4F9D88FC6CC9EF7544B58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7">
    <w:name w:val="B25E12CC50204EE3955D1AC7F2B266FB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7">
    <w:name w:val="2BA5B03DA626405084075CAAEEFE7C4B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7">
    <w:name w:val="757C57ABBA8148DAA69AFEA6FFBDA2FE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4B30FEEDF74F87A0AA4DC46CF6E01E1">
    <w:name w:val="034B30FEEDF74F87A0AA4DC46CF6E01E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7">
    <w:name w:val="799AD3AFFB8D46629242EAEB1DA862C6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CC454BAA0447C58BD0D1C2977391801">
    <w:name w:val="A2CC454BAA0447C58BD0D1C29773918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6">
    <w:name w:val="A37B474BB6CE45AFBCD09DF6747BA4246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7C5803909FF43CC811BB052BA2981031">
    <w:name w:val="17C5803909FF43CC811BB052BA298103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96B46A26F8498693197420B7DA6E651">
    <w:name w:val="CB96B46A26F8498693197420B7DA6E6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93FF39259F4E09AA92456DDC9DA4E71">
    <w:name w:val="0893FF39259F4E09AA92456DDC9DA4E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752C9F178094B1FBB25C08CCAA76E0A1">
    <w:name w:val="B752C9F178094B1FBB25C08CCAA76E0A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C74664DE2054B1787EADD54FD67B9EF1">
    <w:name w:val="AC74664DE2054B1787EADD54FD67B9E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6">
    <w:name w:val="C9133DE7BE254369A3C4917415E81FCA6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602CA1FA03240FF9EDD2C7D6636520C1">
    <w:name w:val="1602CA1FA03240FF9EDD2C7D6636520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A6BED40FAC4A67877E022C761E16A41">
    <w:name w:val="DCA6BED40FAC4A67877E022C761E16A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8D8B9FC74934964990826F4E4A393A51">
    <w:name w:val="78D8B9FC74934964990826F4E4A393A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0A57232D01346F4AA83377C947764571">
    <w:name w:val="D0A57232D01346F4AA83377C9477645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75E40CD30BA41899C4F678ED7D5A7971">
    <w:name w:val="C75E40CD30BA41899C4F678ED7D5A79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AF160B40DA462589824370E0490AB11">
    <w:name w:val="E9AF160B40DA462589824370E0490AB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27BDC0D507241478638B1F0FF6E270E1">
    <w:name w:val="627BDC0D507241478638B1F0FF6E270E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E58ACCCCEA34432B1F11855C1EFC3AC1">
    <w:name w:val="9E58ACCCCEA34432B1F11855C1EFC3A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C64D10A6F64D5A987FC97E56B4EE371">
    <w:name w:val="90C64D10A6F64D5A987FC97E56B4EE3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AACF515514417CA8B6B4B8A61791731">
    <w:name w:val="2DAACF515514417CA8B6B4B8A6179173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9B3E9601674407AF6948345F03123C1">
    <w:name w:val="E99B3E9601674407AF6948345F03123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DC91F02BE94418EB5A6299902AEDF8C1">
    <w:name w:val="ADC91F02BE94418EB5A6299902AEDF8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B81114F3548798A13201990C9A19D1">
    <w:name w:val="8B5B81114F3548798A13201990C9A19D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30D9199932B4EC9BA10BDE2C563FFD41">
    <w:name w:val="E30D9199932B4EC9BA10BDE2C563FFD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75537EA705454B81BE86FEA93588581">
    <w:name w:val="DC75537EA705454B81BE86FEA935885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546F36287DD46A09AFA9D4CC36360CF1">
    <w:name w:val="B546F36287DD46A09AFA9D4CC36360C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5526C9FE97542E6B9A009039E3A064E1">
    <w:name w:val="A5526C9FE97542E6B9A009039E3A064E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B744BE7014D477CB2F32F9CA1AB56151">
    <w:name w:val="6B744BE7014D477CB2F32F9CA1AB561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215083040954ACE85FA8D6DD5D580BD1">
    <w:name w:val="9215083040954ACE85FA8D6DD5D580BD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ACEE16DE347A095C8D2A2BB17E89D1">
    <w:name w:val="F81ACEE16DE347A095C8D2A2BB17E89D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AF663617AE3407DB8E83E7A98E11D941">
    <w:name w:val="AAF663617AE3407DB8E83E7A98E11D9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1B4C2AB36A34AC2A7248B79F19A39911">
    <w:name w:val="D1B4C2AB36A34AC2A7248B79F19A399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CA761B19D44DF59D21AAB8F4444C711">
    <w:name w:val="23CA761B19D44DF59D21AAB8F4444C7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B2677F927743F898BACBE6747A806A1">
    <w:name w:val="A9B2677F927743F898BACBE6747A806A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9EB25B1E4C346339874714EFEC202881">
    <w:name w:val="09EB25B1E4C346339874714EFEC2028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D44A16445A64DC2983A481E8088D6281">
    <w:name w:val="3D44A16445A64DC2983A481E8088D62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85E246CE5714547A2F0E8ACB7CB8F071">
    <w:name w:val="385E246CE5714547A2F0E8ACB7CB8F0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2E407B13CA04DFAAD94DA36A9A722021">
    <w:name w:val="12E407B13CA04DFAAD94DA36A9A72202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BF98DE256248F18A0BBF622A398F631">
    <w:name w:val="26BF98DE256248F18A0BBF622A398F63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10B2298129844C288ACDC552C27F9481">
    <w:name w:val="C10B2298129844C288ACDC552C27F94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E56A06FB1240E2972F1773EB8BB4E51">
    <w:name w:val="A2E56A06FB1240E2972F1773EB8BB4E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6CA903ED94432BAB5F6F1F0AFCEFB11">
    <w:name w:val="AE6CA903ED94432BAB5F6F1F0AFCEFB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BFB36B66D454907874DB0E039EA83441">
    <w:name w:val="9BFB36B66D454907874DB0E039EA834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3F45EDFDFD243CCB67CC658A24802261">
    <w:name w:val="53F45EDFDFD243CCB67CC658A2480226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B32FBCC9184224B4592BE8FDC41F4A1">
    <w:name w:val="CBB32FBCC9184224B4592BE8FDC41F4A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DEE7F4B70A54CABAA96EBCB18A99FE71">
    <w:name w:val="CDEE7F4B70A54CABAA96EBCB18A99FE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BDB02C66DF48119A15409DF6FB4EC31">
    <w:name w:val="77BDB02C66DF48119A15409DF6FB4EC3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B02C6BB5CE04F76A605FBCEAE0A9CE51">
    <w:name w:val="1B02C6BB5CE04F76A605FBCEAE0A9CE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F11B0C09E534F37A81763EA7B1565381">
    <w:name w:val="EF11B0C09E534F37A81763EA7B15653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6FACB413ACA46EFAA3D718A48BCD7881">
    <w:name w:val="F6FACB413ACA46EFAA3D718A48BCD78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F85ABF70C7E4767A144425F8E56065B1">
    <w:name w:val="CF85ABF70C7E4767A144425F8E56065B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B50E0E15D174C7C8680AC36D2BF68BB1">
    <w:name w:val="DB50E0E15D174C7C8680AC36D2BF68BB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F392553B4034A8EB90C73A0864161C81">
    <w:name w:val="3F392553B4034A8EB90C73A0864161C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4CDFB48B99E40F6ACAAD766400EE9811">
    <w:name w:val="B4CDFB48B99E40F6ACAAD766400EE98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C29670DBAC4D9BAE8774A5014182001">
    <w:name w:val="91C29670DBAC4D9BAE8774A50141820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70888347BDB428CA3216BBCB2B472571">
    <w:name w:val="870888347BDB428CA3216BBCB2B4725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EA56ADCC43B473B85D0D3156228B5371">
    <w:name w:val="DEA56ADCC43B473B85D0D3156228B53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C9E5D69DE44DD18BC4C93FA8F4C2741">
    <w:name w:val="69C9E5D69DE44DD18BC4C93FA8F4C27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9EDDCCAB5B24819883480826A9AD7501">
    <w:name w:val="49EDDCCAB5B24819883480826A9AD75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2693D93C246AAB15CBA89A39AE87F1">
    <w:name w:val="F812693D93C246AAB15CBA89A39AE87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D276FC2EDB74063BA0F7E8D6077482B1">
    <w:name w:val="7D276FC2EDB74063BA0F7E8D6077482B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3AC26AA9C12427B87ABC82883D228241">
    <w:name w:val="83AC26AA9C12427B87ABC82883D2282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1C1575ABFA34C4CAA9D4B49F11AD03A1">
    <w:name w:val="61C1575ABFA34C4CAA9D4B49F11AD03A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487BFB9EAE443E3A8431CE3D9403CA41">
    <w:name w:val="4487BFB9EAE443E3A8431CE3D9403CA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7C14453E68459299B9AEF3D7F96DD01">
    <w:name w:val="9A7C14453E68459299B9AEF3D7F96DD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DA6582A6FE74418BDC7BC8C35A799361">
    <w:name w:val="4DA6582A6FE74418BDC7BC8C35A79936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FF516A994B4158B4E2808DCFDA3F551">
    <w:name w:val="77FF516A994B4158B4E2808DCFDA3F5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71B88EB00F1408BA96A6A873EED980F1">
    <w:name w:val="971B88EB00F1408BA96A6A873EED980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2D7B99BC0647628AD3D69A525ACC301">
    <w:name w:val="9C2D7B99BC0647628AD3D69A525ACC3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90E9D9104F44F2AA91830CB96820291">
    <w:name w:val="9C90E9D9104F44F2AA91830CB9682029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1F0F2BC25A4DC09BEE412905F6CB001">
    <w:name w:val="691F0F2BC25A4DC09BEE412905F6CB0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5A8CD25490642E496437809A16294701">
    <w:name w:val="E5A8CD25490642E496437809A162947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FE3335937847408AC6603DD3C96A8E1">
    <w:name w:val="A9FE3335937847408AC6603DD3C96A8E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13F8168992E4F2AA94B6A81E27BDCE71">
    <w:name w:val="B13F8168992E4F2AA94B6A81E27BDCE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64913A67FF64468A931F2D084B7C4BC1">
    <w:name w:val="B64913A67FF64468A931F2D084B7C4B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05ADB5043164EC8B265354559BDC1191">
    <w:name w:val="005ADB5043164EC8B265354559BDC119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2B61C8263FC4D73890145910DD4EFFC1">
    <w:name w:val="02B61C8263FC4D73890145910DD4EFF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6F8DC43C6D2432EBF50677CA3F014F51">
    <w:name w:val="06F8DC43C6D2432EBF50677CA3F014F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32EA0131316400FBCF5E5985B464D611">
    <w:name w:val="332EA0131316400FBCF5E5985B464D6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7956EEBBB54B7686DC39ED786D4E671">
    <w:name w:val="267956EEBBB54B7686DC39ED786D4E6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36C37462B7641A49EC5CB131750797F1">
    <w:name w:val="F36C37462B7641A49EC5CB131750797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C5C25260AA2409F96C92567DCA8B2591">
    <w:name w:val="7C5C25260AA2409F96C92567DCA8B259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D220DC17C245D5A7FE1B3C0BCC113A1">
    <w:name w:val="11D220DC17C245D5A7FE1B3C0BCC113A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8CED89D2A5A43B286C3792452F654FE1">
    <w:name w:val="D8CED89D2A5A43B286C3792452F654FE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29171924384BFABED99FF1C2CDD4671">
    <w:name w:val="9129171924384BFABED99FF1C2CDD46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DA2F9C7604F62A8B50905547A3E231">
    <w:name w:val="8B5DA2F9C7604F62A8B50905547A3E231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9A42661CEA42406ABF91B2C6EE0A7BB19">
    <w:name w:val="9A42661CEA42406ABF91B2C6EE0A7BB1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9">
    <w:name w:val="F0596E7F2F824DBB87DF5561757295B4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9">
    <w:name w:val="9DF5FB4C977A406A9042035A015D1199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9">
    <w:name w:val="30D6C044B43A420C8F3C098131575724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9">
    <w:name w:val="AED8C692EE3D441E86CB4B85405AE57E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599B3DFDD94E5F9C908700D584848F1">
    <w:name w:val="90599B3DFDD94E5F9C908700D584848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9">
    <w:name w:val="8A24D9250384498B9356B49C7ABB7AE6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9">
    <w:name w:val="11A99A238EED43FCA64CB3F7A505E23C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9">
    <w:name w:val="4537D621A60342FF87E210BB0DB95BB5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9">
    <w:name w:val="562691E012CC4B56A9F121D7DF69C0F7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9">
    <w:name w:val="488CAE8C84C14FCD827F828007869BCA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9">
    <w:name w:val="3914BCA258324709B32F687456E2FF5A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D58AC562D73451AB2D76E441B4061401">
    <w:name w:val="ED58AC562D73451AB2D76E441B40614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9">
    <w:name w:val="15B553FDB2BC4FB7A30683300CEEBA49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9">
    <w:name w:val="2DDEB623C4D44D849F97BB1B6F1A99C9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9">
    <w:name w:val="326FB2B06959462C8BC5C9AE693EEE2C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9">
    <w:name w:val="962E1BFED5D7495C85919124A1D397AE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9">
    <w:name w:val="3EC9144ED68A4B3295718FC2535E6227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9">
    <w:name w:val="82DA6F9416B24C9A88190E8411647BB7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9">
    <w:name w:val="84C10B8C708D4D0CAE41230549E882EB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9">
    <w:name w:val="761516C4B0FE4A44ADF7B97593C491EC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9">
    <w:name w:val="96C246E6445C458FBC4CF04A8D8FC444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9">
    <w:name w:val="E71B35863BC448CA9102EFA03CC54069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9">
    <w:name w:val="25081AAE17A4460EAC76C30E9037A53B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4843687C5924089B629C21AE9CF300B1">
    <w:name w:val="54843687C5924089B629C21AE9CF300B1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883F16DEC3F4CE1A785CEC6FF96FA841">
    <w:name w:val="2883F16DEC3F4CE1A785CEC6FF96FA841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88AACB46634ED282DA65072308A8741">
    <w:name w:val="5688AACB46634ED282DA65072308A8741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1ED8F902938417C831A44353BDB01251">
    <w:name w:val="81ED8F902938417C831A44353BDB01251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CCA156F2E3445BA95ED4D0FEC19F7F11">
    <w:name w:val="8CCA156F2E3445BA95ED4D0FEC19F7F11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D6B318666174B0C9E51489DC4518E2A2">
    <w:name w:val="8D6B318666174B0C9E51489DC4518E2A2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6591AEA6196C41A18336454A934936822">
    <w:name w:val="6591AEA6196C41A18336454A934936822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8C8657A4966941EDA8205A2E195F70392">
    <w:name w:val="8C8657A4966941EDA8205A2E195F70392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4C7C9414D1A241F3AD521F9973C43D032">
    <w:name w:val="4C7C9414D1A241F3AD521F9973C43D032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32"/>
      <w:szCs w:val="20"/>
    </w:rPr>
  </w:style>
  <w:style w:type="paragraph" w:customStyle="1" w:styleId="6C9A32874AAA4F9D88FC6CC9EF7544B59">
    <w:name w:val="6C9A32874AAA4F9D88FC6CC9EF7544B5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8">
    <w:name w:val="B25E12CC50204EE3955D1AC7F2B266FB8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8">
    <w:name w:val="2BA5B03DA626405084075CAAEEFE7C4B8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8">
    <w:name w:val="757C57ABBA8148DAA69AFEA6FFBDA2FE8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4B30FEEDF74F87A0AA4DC46CF6E01E2">
    <w:name w:val="034B30FEEDF74F87A0AA4DC46CF6E01E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8">
    <w:name w:val="799AD3AFFB8D46629242EAEB1DA862C68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CC454BAA0447C58BD0D1C2977391802">
    <w:name w:val="A2CC454BAA0447C58BD0D1C29773918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7">
    <w:name w:val="A37B474BB6CE45AFBCD09DF6747BA424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7C5803909FF43CC811BB052BA2981032">
    <w:name w:val="17C5803909FF43CC811BB052BA298103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96B46A26F8498693197420B7DA6E652">
    <w:name w:val="CB96B46A26F8498693197420B7DA6E6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93FF39259F4E09AA92456DDC9DA4E72">
    <w:name w:val="0893FF39259F4E09AA92456DDC9DA4E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752C9F178094B1FBB25C08CCAA76E0A2">
    <w:name w:val="B752C9F178094B1FBB25C08CCAA76E0A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C74664DE2054B1787EADD54FD67B9EF2">
    <w:name w:val="AC74664DE2054B1787EADD54FD67B9E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7">
    <w:name w:val="C9133DE7BE254369A3C4917415E81FCA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602CA1FA03240FF9EDD2C7D6636520C2">
    <w:name w:val="1602CA1FA03240FF9EDD2C7D6636520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A6BED40FAC4A67877E022C761E16A42">
    <w:name w:val="DCA6BED40FAC4A67877E022C761E16A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8D8B9FC74934964990826F4E4A393A52">
    <w:name w:val="78D8B9FC74934964990826F4E4A393A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0A57232D01346F4AA83377C947764572">
    <w:name w:val="D0A57232D01346F4AA83377C9477645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75E40CD30BA41899C4F678ED7D5A7972">
    <w:name w:val="C75E40CD30BA41899C4F678ED7D5A79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AF160B40DA462589824370E0490AB12">
    <w:name w:val="E9AF160B40DA462589824370E0490AB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27BDC0D507241478638B1F0FF6E270E2">
    <w:name w:val="627BDC0D507241478638B1F0FF6E270E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E58ACCCCEA34432B1F11855C1EFC3AC2">
    <w:name w:val="9E58ACCCCEA34432B1F11855C1EFC3A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C64D10A6F64D5A987FC97E56B4EE372">
    <w:name w:val="90C64D10A6F64D5A987FC97E56B4EE3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AACF515514417CA8B6B4B8A61791732">
    <w:name w:val="2DAACF515514417CA8B6B4B8A6179173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9B3E9601674407AF6948345F03123C2">
    <w:name w:val="E99B3E9601674407AF6948345F03123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DC91F02BE94418EB5A6299902AEDF8C2">
    <w:name w:val="ADC91F02BE94418EB5A6299902AEDF8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B81114F3548798A13201990C9A19D2">
    <w:name w:val="8B5B81114F3548798A13201990C9A19D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30D9199932B4EC9BA10BDE2C563FFD42">
    <w:name w:val="E30D9199932B4EC9BA10BDE2C563FFD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75537EA705454B81BE86FEA93588582">
    <w:name w:val="DC75537EA705454B81BE86FEA935885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546F36287DD46A09AFA9D4CC36360CF2">
    <w:name w:val="B546F36287DD46A09AFA9D4CC36360C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5526C9FE97542E6B9A009039E3A064E2">
    <w:name w:val="A5526C9FE97542E6B9A009039E3A064E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B744BE7014D477CB2F32F9CA1AB56152">
    <w:name w:val="6B744BE7014D477CB2F32F9CA1AB561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215083040954ACE85FA8D6DD5D580BD2">
    <w:name w:val="9215083040954ACE85FA8D6DD5D580BD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ACEE16DE347A095C8D2A2BB17E89D2">
    <w:name w:val="F81ACEE16DE347A095C8D2A2BB17E89D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AF663617AE3407DB8E83E7A98E11D942">
    <w:name w:val="AAF663617AE3407DB8E83E7A98E11D9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1B4C2AB36A34AC2A7248B79F19A39912">
    <w:name w:val="D1B4C2AB36A34AC2A7248B79F19A399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CA761B19D44DF59D21AAB8F4444C712">
    <w:name w:val="23CA761B19D44DF59D21AAB8F4444C7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B2677F927743F898BACBE6747A806A2">
    <w:name w:val="A9B2677F927743F898BACBE6747A806A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9EB25B1E4C346339874714EFEC202882">
    <w:name w:val="09EB25B1E4C346339874714EFEC2028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D44A16445A64DC2983A481E8088D6282">
    <w:name w:val="3D44A16445A64DC2983A481E8088D62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85E246CE5714547A2F0E8ACB7CB8F072">
    <w:name w:val="385E246CE5714547A2F0E8ACB7CB8F0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2E407B13CA04DFAAD94DA36A9A722022">
    <w:name w:val="12E407B13CA04DFAAD94DA36A9A72202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BF98DE256248F18A0BBF622A398F632">
    <w:name w:val="26BF98DE256248F18A0BBF622A398F63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10B2298129844C288ACDC552C27F9482">
    <w:name w:val="C10B2298129844C288ACDC552C27F94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E56A06FB1240E2972F1773EB8BB4E52">
    <w:name w:val="A2E56A06FB1240E2972F1773EB8BB4E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6CA903ED94432BAB5F6F1F0AFCEFB12">
    <w:name w:val="AE6CA903ED94432BAB5F6F1F0AFCEFB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BFB36B66D454907874DB0E039EA83442">
    <w:name w:val="9BFB36B66D454907874DB0E039EA834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3F45EDFDFD243CCB67CC658A24802262">
    <w:name w:val="53F45EDFDFD243CCB67CC658A2480226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B32FBCC9184224B4592BE8FDC41F4A2">
    <w:name w:val="CBB32FBCC9184224B4592BE8FDC41F4A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DEE7F4B70A54CABAA96EBCB18A99FE72">
    <w:name w:val="CDEE7F4B70A54CABAA96EBCB18A99FE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BDB02C66DF48119A15409DF6FB4EC32">
    <w:name w:val="77BDB02C66DF48119A15409DF6FB4EC3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B02C6BB5CE04F76A605FBCEAE0A9CE52">
    <w:name w:val="1B02C6BB5CE04F76A605FBCEAE0A9CE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F11B0C09E534F37A81763EA7B1565382">
    <w:name w:val="EF11B0C09E534F37A81763EA7B15653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6FACB413ACA46EFAA3D718A48BCD7882">
    <w:name w:val="F6FACB413ACA46EFAA3D718A48BCD78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F85ABF70C7E4767A144425F8E56065B2">
    <w:name w:val="CF85ABF70C7E4767A144425F8E56065B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B50E0E15D174C7C8680AC36D2BF68BB2">
    <w:name w:val="DB50E0E15D174C7C8680AC36D2BF68BB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F392553B4034A8EB90C73A0864161C82">
    <w:name w:val="3F392553B4034A8EB90C73A0864161C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4CDFB48B99E40F6ACAAD766400EE9812">
    <w:name w:val="B4CDFB48B99E40F6ACAAD766400EE98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C29670DBAC4D9BAE8774A5014182002">
    <w:name w:val="91C29670DBAC4D9BAE8774A50141820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70888347BDB428CA3216BBCB2B472572">
    <w:name w:val="870888347BDB428CA3216BBCB2B4725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EA56ADCC43B473B85D0D3156228B5372">
    <w:name w:val="DEA56ADCC43B473B85D0D3156228B53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C9E5D69DE44DD18BC4C93FA8F4C2742">
    <w:name w:val="69C9E5D69DE44DD18BC4C93FA8F4C27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9EDDCCAB5B24819883480826A9AD7502">
    <w:name w:val="49EDDCCAB5B24819883480826A9AD75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2693D93C246AAB15CBA89A39AE87F2">
    <w:name w:val="F812693D93C246AAB15CBA89A39AE87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D276FC2EDB74063BA0F7E8D6077482B2">
    <w:name w:val="7D276FC2EDB74063BA0F7E8D6077482B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3AC26AA9C12427B87ABC82883D228242">
    <w:name w:val="83AC26AA9C12427B87ABC82883D2282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1C1575ABFA34C4CAA9D4B49F11AD03A2">
    <w:name w:val="61C1575ABFA34C4CAA9D4B49F11AD03A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487BFB9EAE443E3A8431CE3D9403CA42">
    <w:name w:val="4487BFB9EAE443E3A8431CE3D9403CA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7C14453E68459299B9AEF3D7F96DD02">
    <w:name w:val="9A7C14453E68459299B9AEF3D7F96DD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DA6582A6FE74418BDC7BC8C35A799362">
    <w:name w:val="4DA6582A6FE74418BDC7BC8C35A79936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FF516A994B4158B4E2808DCFDA3F552">
    <w:name w:val="77FF516A994B4158B4E2808DCFDA3F5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71B88EB00F1408BA96A6A873EED980F2">
    <w:name w:val="971B88EB00F1408BA96A6A873EED980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2D7B99BC0647628AD3D69A525ACC302">
    <w:name w:val="9C2D7B99BC0647628AD3D69A525ACC3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90E9D9104F44F2AA91830CB96820292">
    <w:name w:val="9C90E9D9104F44F2AA91830CB9682029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1F0F2BC25A4DC09BEE412905F6CB002">
    <w:name w:val="691F0F2BC25A4DC09BEE412905F6CB0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5A8CD25490642E496437809A16294702">
    <w:name w:val="E5A8CD25490642E496437809A162947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FE3335937847408AC6603DD3C96A8E2">
    <w:name w:val="A9FE3335937847408AC6603DD3C96A8E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13F8168992E4F2AA94B6A81E27BDCE72">
    <w:name w:val="B13F8168992E4F2AA94B6A81E27BDCE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64913A67FF64468A931F2D084B7C4BC2">
    <w:name w:val="B64913A67FF64468A931F2D084B7C4B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05ADB5043164EC8B265354559BDC1192">
    <w:name w:val="005ADB5043164EC8B265354559BDC119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2B61C8263FC4D73890145910DD4EFFC2">
    <w:name w:val="02B61C8263FC4D73890145910DD4EFF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6F8DC43C6D2432EBF50677CA3F014F52">
    <w:name w:val="06F8DC43C6D2432EBF50677CA3F014F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32EA0131316400FBCF5E5985B464D612">
    <w:name w:val="332EA0131316400FBCF5E5985B464D6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7956EEBBB54B7686DC39ED786D4E672">
    <w:name w:val="267956EEBBB54B7686DC39ED786D4E6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36C37462B7641A49EC5CB131750797F2">
    <w:name w:val="F36C37462B7641A49EC5CB131750797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C5C25260AA2409F96C92567DCA8B2592">
    <w:name w:val="7C5C25260AA2409F96C92567DCA8B259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D220DC17C245D5A7FE1B3C0BCC113A2">
    <w:name w:val="11D220DC17C245D5A7FE1B3C0BCC113A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8CED89D2A5A43B286C3792452F654FE2">
    <w:name w:val="D8CED89D2A5A43B286C3792452F654FE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29171924384BFABED99FF1C2CDD4672">
    <w:name w:val="9129171924384BFABED99FF1C2CDD46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DA2F9C7604F62A8B50905547A3E232">
    <w:name w:val="8B5DA2F9C7604F62A8B50905547A3E232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9A42661CEA42406ABF91B2C6EE0A7BB110">
    <w:name w:val="9A42661CEA42406ABF91B2C6EE0A7BB1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10">
    <w:name w:val="F0596E7F2F824DBB87DF5561757295B4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10">
    <w:name w:val="9DF5FB4C977A406A9042035A015D1199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10">
    <w:name w:val="30D6C044B43A420C8F3C098131575724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10">
    <w:name w:val="AED8C692EE3D441E86CB4B85405AE57E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599B3DFDD94E5F9C908700D584848F2">
    <w:name w:val="90599B3DFDD94E5F9C908700D584848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10">
    <w:name w:val="8A24D9250384498B9356B49C7ABB7AE6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10">
    <w:name w:val="11A99A238EED43FCA64CB3F7A505E23C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10">
    <w:name w:val="4537D621A60342FF87E210BB0DB95BB5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10">
    <w:name w:val="562691E012CC4B56A9F121D7DF69C0F7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10">
    <w:name w:val="488CAE8C84C14FCD827F828007869BCA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10">
    <w:name w:val="3914BCA258324709B32F687456E2FF5A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D58AC562D73451AB2D76E441B4061402">
    <w:name w:val="ED58AC562D73451AB2D76E441B40614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10">
    <w:name w:val="15B553FDB2BC4FB7A30683300CEEBA49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10">
    <w:name w:val="2DDEB623C4D44D849F97BB1B6F1A99C9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10">
    <w:name w:val="326FB2B06959462C8BC5C9AE693EEE2C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10">
    <w:name w:val="962E1BFED5D7495C85919124A1D397AE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10">
    <w:name w:val="3EC9144ED68A4B3295718FC2535E6227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10">
    <w:name w:val="82DA6F9416B24C9A88190E8411647BB7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10">
    <w:name w:val="84C10B8C708D4D0CAE41230549E882EB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10">
    <w:name w:val="761516C4B0FE4A44ADF7B97593C491EC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10">
    <w:name w:val="96C246E6445C458FBC4CF04A8D8FC444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10">
    <w:name w:val="E71B35863BC448CA9102EFA03CC54069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10">
    <w:name w:val="25081AAE17A4460EAC76C30E9037A53B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4843687C5924089B629C21AE9CF300B2">
    <w:name w:val="54843687C5924089B629C21AE9CF300B2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883F16DEC3F4CE1A785CEC6FF96FA842">
    <w:name w:val="2883F16DEC3F4CE1A785CEC6FF96FA842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88AACB46634ED282DA65072308A8742">
    <w:name w:val="5688AACB46634ED282DA65072308A8742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1ED8F902938417C831A44353BDB01252">
    <w:name w:val="81ED8F902938417C831A44353BDB01252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CCA156F2E3445BA95ED4D0FEC19F7F12">
    <w:name w:val="8CCA156F2E3445BA95ED4D0FEC19F7F12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D6B318666174B0C9E51489DC4518E2A3">
    <w:name w:val="8D6B318666174B0C9E51489DC4518E2A3"/>
    <w:rsid w:val="00930D8E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6591AEA6196C41A18336454A934936823">
    <w:name w:val="6591AEA6196C41A18336454A934936823"/>
    <w:rsid w:val="00930D8E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8C8657A4966941EDA8205A2E195F70393">
    <w:name w:val="8C8657A4966941EDA8205A2E195F70393"/>
    <w:rsid w:val="00930D8E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4C7C9414D1A241F3AD521F9973C43D033">
    <w:name w:val="4C7C9414D1A241F3AD521F9973C43D033"/>
    <w:rsid w:val="00930D8E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32"/>
      <w:szCs w:val="20"/>
    </w:rPr>
  </w:style>
  <w:style w:type="paragraph" w:customStyle="1" w:styleId="6C9A32874AAA4F9D88FC6CC9EF7544B510">
    <w:name w:val="6C9A32874AAA4F9D88FC6CC9EF7544B510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9">
    <w:name w:val="B25E12CC50204EE3955D1AC7F2B266FB9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9">
    <w:name w:val="2BA5B03DA626405084075CAAEEFE7C4B9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9">
    <w:name w:val="757C57ABBA8148DAA69AFEA6FFBDA2FE9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4B30FEEDF74F87A0AA4DC46CF6E01E3">
    <w:name w:val="034B30FEEDF74F87A0AA4DC46CF6E01E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9">
    <w:name w:val="799AD3AFFB8D46629242EAEB1DA862C69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CC454BAA0447C58BD0D1C2977391803">
    <w:name w:val="A2CC454BAA0447C58BD0D1C29773918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8">
    <w:name w:val="A37B474BB6CE45AFBCD09DF6747BA4248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7C5803909FF43CC811BB052BA2981033">
    <w:name w:val="17C5803909FF43CC811BB052BA298103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96B46A26F8498693197420B7DA6E653">
    <w:name w:val="CB96B46A26F8498693197420B7DA6E6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93FF39259F4E09AA92456DDC9DA4E73">
    <w:name w:val="0893FF39259F4E09AA92456DDC9DA4E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752C9F178094B1FBB25C08CCAA76E0A3">
    <w:name w:val="B752C9F178094B1FBB25C08CCAA76E0A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C74664DE2054B1787EADD54FD67B9EF3">
    <w:name w:val="AC74664DE2054B1787EADD54FD67B9E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8">
    <w:name w:val="C9133DE7BE254369A3C4917415E81FCA8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602CA1FA03240FF9EDD2C7D6636520C3">
    <w:name w:val="1602CA1FA03240FF9EDD2C7D6636520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A6BED40FAC4A67877E022C761E16A43">
    <w:name w:val="DCA6BED40FAC4A67877E022C761E16A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8D8B9FC74934964990826F4E4A393A53">
    <w:name w:val="78D8B9FC74934964990826F4E4A393A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0A57232D01346F4AA83377C947764573">
    <w:name w:val="D0A57232D01346F4AA83377C9477645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75E40CD30BA41899C4F678ED7D5A7973">
    <w:name w:val="C75E40CD30BA41899C4F678ED7D5A79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AF160B40DA462589824370E0490AB13">
    <w:name w:val="E9AF160B40DA462589824370E0490AB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27BDC0D507241478638B1F0FF6E270E3">
    <w:name w:val="627BDC0D507241478638B1F0FF6E270E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E58ACCCCEA34432B1F11855C1EFC3AC3">
    <w:name w:val="9E58ACCCCEA34432B1F11855C1EFC3A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C64D10A6F64D5A987FC97E56B4EE373">
    <w:name w:val="90C64D10A6F64D5A987FC97E56B4EE3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AACF515514417CA8B6B4B8A61791733">
    <w:name w:val="2DAACF515514417CA8B6B4B8A6179173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9B3E9601674407AF6948345F03123C3">
    <w:name w:val="E99B3E9601674407AF6948345F03123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DC91F02BE94418EB5A6299902AEDF8C3">
    <w:name w:val="ADC91F02BE94418EB5A6299902AEDF8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B81114F3548798A13201990C9A19D3">
    <w:name w:val="8B5B81114F3548798A13201990C9A19D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30D9199932B4EC9BA10BDE2C563FFD43">
    <w:name w:val="E30D9199932B4EC9BA10BDE2C563FFD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75537EA705454B81BE86FEA93588583">
    <w:name w:val="DC75537EA705454B81BE86FEA935885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546F36287DD46A09AFA9D4CC36360CF3">
    <w:name w:val="B546F36287DD46A09AFA9D4CC36360C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5526C9FE97542E6B9A009039E3A064E3">
    <w:name w:val="A5526C9FE97542E6B9A009039E3A064E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B744BE7014D477CB2F32F9CA1AB56153">
    <w:name w:val="6B744BE7014D477CB2F32F9CA1AB561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215083040954ACE85FA8D6DD5D580BD3">
    <w:name w:val="9215083040954ACE85FA8D6DD5D580BD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ACEE16DE347A095C8D2A2BB17E89D3">
    <w:name w:val="F81ACEE16DE347A095C8D2A2BB17E89D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AF663617AE3407DB8E83E7A98E11D943">
    <w:name w:val="AAF663617AE3407DB8E83E7A98E11D9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1B4C2AB36A34AC2A7248B79F19A39913">
    <w:name w:val="D1B4C2AB36A34AC2A7248B79F19A399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CA761B19D44DF59D21AAB8F4444C713">
    <w:name w:val="23CA761B19D44DF59D21AAB8F4444C7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B2677F927743F898BACBE6747A806A3">
    <w:name w:val="A9B2677F927743F898BACBE6747A806A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9EB25B1E4C346339874714EFEC202883">
    <w:name w:val="09EB25B1E4C346339874714EFEC2028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D44A16445A64DC2983A481E8088D6283">
    <w:name w:val="3D44A16445A64DC2983A481E8088D62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85E246CE5714547A2F0E8ACB7CB8F073">
    <w:name w:val="385E246CE5714547A2F0E8ACB7CB8F0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2E407B13CA04DFAAD94DA36A9A722023">
    <w:name w:val="12E407B13CA04DFAAD94DA36A9A72202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BF98DE256248F18A0BBF622A398F633">
    <w:name w:val="26BF98DE256248F18A0BBF622A398F63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10B2298129844C288ACDC552C27F9483">
    <w:name w:val="C10B2298129844C288ACDC552C27F94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E56A06FB1240E2972F1773EB8BB4E53">
    <w:name w:val="A2E56A06FB1240E2972F1773EB8BB4E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6CA903ED94432BAB5F6F1F0AFCEFB13">
    <w:name w:val="AE6CA903ED94432BAB5F6F1F0AFCEFB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BFB36B66D454907874DB0E039EA83443">
    <w:name w:val="9BFB36B66D454907874DB0E039EA834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3F45EDFDFD243CCB67CC658A24802263">
    <w:name w:val="53F45EDFDFD243CCB67CC658A2480226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B32FBCC9184224B4592BE8FDC41F4A3">
    <w:name w:val="CBB32FBCC9184224B4592BE8FDC41F4A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DEE7F4B70A54CABAA96EBCB18A99FE73">
    <w:name w:val="CDEE7F4B70A54CABAA96EBCB18A99FE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BDB02C66DF48119A15409DF6FB4EC33">
    <w:name w:val="77BDB02C66DF48119A15409DF6FB4EC3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B02C6BB5CE04F76A605FBCEAE0A9CE53">
    <w:name w:val="1B02C6BB5CE04F76A605FBCEAE0A9CE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F11B0C09E534F37A81763EA7B1565383">
    <w:name w:val="EF11B0C09E534F37A81763EA7B15653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6FACB413ACA46EFAA3D718A48BCD7883">
    <w:name w:val="F6FACB413ACA46EFAA3D718A48BCD78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F85ABF70C7E4767A144425F8E56065B3">
    <w:name w:val="CF85ABF70C7E4767A144425F8E56065B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B50E0E15D174C7C8680AC36D2BF68BB3">
    <w:name w:val="DB50E0E15D174C7C8680AC36D2BF68BB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F392553B4034A8EB90C73A0864161C83">
    <w:name w:val="3F392553B4034A8EB90C73A0864161C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4CDFB48B99E40F6ACAAD766400EE9813">
    <w:name w:val="B4CDFB48B99E40F6ACAAD766400EE98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C29670DBAC4D9BAE8774A5014182003">
    <w:name w:val="91C29670DBAC4D9BAE8774A50141820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70888347BDB428CA3216BBCB2B472573">
    <w:name w:val="870888347BDB428CA3216BBCB2B4725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EA56ADCC43B473B85D0D3156228B5373">
    <w:name w:val="DEA56ADCC43B473B85D0D3156228B53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C9E5D69DE44DD18BC4C93FA8F4C2743">
    <w:name w:val="69C9E5D69DE44DD18BC4C93FA8F4C27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9EDDCCAB5B24819883480826A9AD7503">
    <w:name w:val="49EDDCCAB5B24819883480826A9AD75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2693D93C246AAB15CBA89A39AE87F3">
    <w:name w:val="F812693D93C246AAB15CBA89A39AE87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D276FC2EDB74063BA0F7E8D6077482B3">
    <w:name w:val="7D276FC2EDB74063BA0F7E8D6077482B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3AC26AA9C12427B87ABC82883D228243">
    <w:name w:val="83AC26AA9C12427B87ABC82883D2282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1C1575ABFA34C4CAA9D4B49F11AD03A3">
    <w:name w:val="61C1575ABFA34C4CAA9D4B49F11AD03A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487BFB9EAE443E3A8431CE3D9403CA43">
    <w:name w:val="4487BFB9EAE443E3A8431CE3D9403CA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7C14453E68459299B9AEF3D7F96DD03">
    <w:name w:val="9A7C14453E68459299B9AEF3D7F96DD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DA6582A6FE74418BDC7BC8C35A799363">
    <w:name w:val="4DA6582A6FE74418BDC7BC8C35A79936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FF516A994B4158B4E2808DCFDA3F553">
    <w:name w:val="77FF516A994B4158B4E2808DCFDA3F5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71B88EB00F1408BA96A6A873EED980F3">
    <w:name w:val="971B88EB00F1408BA96A6A873EED980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2D7B99BC0647628AD3D69A525ACC303">
    <w:name w:val="9C2D7B99BC0647628AD3D69A525ACC3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90E9D9104F44F2AA91830CB96820293">
    <w:name w:val="9C90E9D9104F44F2AA91830CB9682029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1F0F2BC25A4DC09BEE412905F6CB003">
    <w:name w:val="691F0F2BC25A4DC09BEE412905F6CB0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5A8CD25490642E496437809A16294703">
    <w:name w:val="E5A8CD25490642E496437809A162947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FE3335937847408AC6603DD3C96A8E3">
    <w:name w:val="A9FE3335937847408AC6603DD3C96A8E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13F8168992E4F2AA94B6A81E27BDCE73">
    <w:name w:val="B13F8168992E4F2AA94B6A81E27BDCE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64913A67FF64468A931F2D084B7C4BC3">
    <w:name w:val="B64913A67FF64468A931F2D084B7C4B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05ADB5043164EC8B265354559BDC1193">
    <w:name w:val="005ADB5043164EC8B265354559BDC119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2B61C8263FC4D73890145910DD4EFFC3">
    <w:name w:val="02B61C8263FC4D73890145910DD4EFF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6F8DC43C6D2432EBF50677CA3F014F53">
    <w:name w:val="06F8DC43C6D2432EBF50677CA3F014F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32EA0131316400FBCF5E5985B464D613">
    <w:name w:val="332EA0131316400FBCF5E5985B464D6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7956EEBBB54B7686DC39ED786D4E673">
    <w:name w:val="267956EEBBB54B7686DC39ED786D4E6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36C37462B7641A49EC5CB131750797F3">
    <w:name w:val="F36C37462B7641A49EC5CB131750797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C5C25260AA2409F96C92567DCA8B2593">
    <w:name w:val="7C5C25260AA2409F96C92567DCA8B259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D220DC17C245D5A7FE1B3C0BCC113A3">
    <w:name w:val="11D220DC17C245D5A7FE1B3C0BCC113A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8CED89D2A5A43B286C3792452F654FE3">
    <w:name w:val="D8CED89D2A5A43B286C3792452F654FE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29171924384BFABED99FF1C2CDD4673">
    <w:name w:val="9129171924384BFABED99FF1C2CDD46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DA2F9C7604F62A8B50905547A3E233">
    <w:name w:val="8B5DA2F9C7604F62A8B50905547A3E233"/>
    <w:rsid w:val="00930D8E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9A42661CEA42406ABF91B2C6EE0A7BB111">
    <w:name w:val="9A42661CEA42406ABF91B2C6EE0A7BB1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11">
    <w:name w:val="F0596E7F2F824DBB87DF5561757295B4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11">
    <w:name w:val="9DF5FB4C977A406A9042035A015D1199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11">
    <w:name w:val="30D6C044B43A420C8F3C098131575724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11">
    <w:name w:val="AED8C692EE3D441E86CB4B85405AE57E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599B3DFDD94E5F9C908700D584848F3">
    <w:name w:val="90599B3DFDD94E5F9C908700D584848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11">
    <w:name w:val="8A24D9250384498B9356B49C7ABB7AE6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11">
    <w:name w:val="11A99A238EED43FCA64CB3F7A505E23C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11">
    <w:name w:val="4537D621A60342FF87E210BB0DB95BB5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11">
    <w:name w:val="562691E012CC4B56A9F121D7DF69C0F7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11">
    <w:name w:val="488CAE8C84C14FCD827F828007869BCA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11">
    <w:name w:val="3914BCA258324709B32F687456E2FF5A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D58AC562D73451AB2D76E441B4061403">
    <w:name w:val="ED58AC562D73451AB2D76E441B40614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11">
    <w:name w:val="15B553FDB2BC4FB7A30683300CEEBA49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11">
    <w:name w:val="2DDEB623C4D44D849F97BB1B6F1A99C9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11">
    <w:name w:val="326FB2B06959462C8BC5C9AE693EEE2C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11">
    <w:name w:val="962E1BFED5D7495C85919124A1D397AE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11">
    <w:name w:val="3EC9144ED68A4B3295718FC2535E6227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11">
    <w:name w:val="82DA6F9416B24C9A88190E8411647BB7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11">
    <w:name w:val="84C10B8C708D4D0CAE41230549E882EB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11">
    <w:name w:val="761516C4B0FE4A44ADF7B97593C491EC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11">
    <w:name w:val="96C246E6445C458FBC4CF04A8D8FC444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11">
    <w:name w:val="E71B35863BC448CA9102EFA03CC54069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11">
    <w:name w:val="25081AAE17A4460EAC76C30E9037A53B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4843687C5924089B629C21AE9CF300B3">
    <w:name w:val="54843687C5924089B629C21AE9CF300B3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883F16DEC3F4CE1A785CEC6FF96FA843">
    <w:name w:val="2883F16DEC3F4CE1A785CEC6FF96FA843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88AACB46634ED282DA65072308A8743">
    <w:name w:val="5688AACB46634ED282DA65072308A8743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1ED8F902938417C831A44353BDB01253">
    <w:name w:val="81ED8F902938417C831A44353BDB01253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CCA156F2E3445BA95ED4D0FEC19F7F13">
    <w:name w:val="8CCA156F2E3445BA95ED4D0FEC19F7F13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C69D46AC9A441BBADF8B82B13A53D6">
    <w:name w:val="26C69D46AC9A441BBADF8B82B13A53D6"/>
    <w:rsid w:val="000A08CA"/>
  </w:style>
  <w:style w:type="paragraph" w:customStyle="1" w:styleId="B45BC608E5F541B9B2EDB2C53744BFDB">
    <w:name w:val="B45BC608E5F541B9B2EDB2C53744BFDB"/>
    <w:rsid w:val="000A08CA"/>
  </w:style>
  <w:style w:type="paragraph" w:customStyle="1" w:styleId="A18CD7288EDC4848B24B1266F4AB68D2">
    <w:name w:val="A18CD7288EDC4848B24B1266F4AB68D2"/>
    <w:rsid w:val="00930776"/>
  </w:style>
  <w:style w:type="paragraph" w:customStyle="1" w:styleId="BAF7AE03B1574DC383FBD3241E84A4B3">
    <w:name w:val="BAF7AE03B1574DC383FBD3241E84A4B3"/>
    <w:rsid w:val="00930776"/>
  </w:style>
  <w:style w:type="paragraph" w:customStyle="1" w:styleId="42CFA495E41542DFA650CB399202EBF7">
    <w:name w:val="42CFA495E41542DFA650CB399202EBF7"/>
    <w:rsid w:val="00930776"/>
  </w:style>
  <w:style w:type="paragraph" w:customStyle="1" w:styleId="3C2728EBEB2244D087BF3803086F0B15">
    <w:name w:val="3C2728EBEB2244D087BF3803086F0B15"/>
    <w:rsid w:val="00930776"/>
  </w:style>
  <w:style w:type="paragraph" w:customStyle="1" w:styleId="681A1CFDB221471DAE2410784799BBEB">
    <w:name w:val="681A1CFDB221471DAE2410784799BBEB"/>
    <w:rsid w:val="00930776"/>
  </w:style>
  <w:style w:type="paragraph" w:customStyle="1" w:styleId="E38B3E6BEBC7447EA28C5410BB6AD7A8">
    <w:name w:val="E38B3E6BEBC7447EA28C5410BB6AD7A8"/>
    <w:rsid w:val="00930776"/>
  </w:style>
  <w:style w:type="paragraph" w:customStyle="1" w:styleId="14A87A66ABD3493C965641F10FE9C208">
    <w:name w:val="14A87A66ABD3493C965641F10FE9C208"/>
    <w:rsid w:val="00930776"/>
  </w:style>
  <w:style w:type="paragraph" w:customStyle="1" w:styleId="8D92E61A304041CF89548AB3584BF5B6">
    <w:name w:val="8D92E61A304041CF89548AB3584BF5B6"/>
    <w:rsid w:val="00930776"/>
  </w:style>
  <w:style w:type="paragraph" w:customStyle="1" w:styleId="DE741B0572CD42C4AF597DFF9E35D3C5">
    <w:name w:val="DE741B0572CD42C4AF597DFF9E35D3C5"/>
    <w:rsid w:val="00930776"/>
  </w:style>
  <w:style w:type="paragraph" w:customStyle="1" w:styleId="FE124F2E9EFF468E9B9ED442E7F47F2B">
    <w:name w:val="FE124F2E9EFF468E9B9ED442E7F47F2B"/>
    <w:rsid w:val="00930776"/>
  </w:style>
  <w:style w:type="paragraph" w:customStyle="1" w:styleId="DEB8D6A4ABDD46FA8524DA3C334D494A">
    <w:name w:val="DEB8D6A4ABDD46FA8524DA3C334D494A"/>
    <w:rsid w:val="00930776"/>
  </w:style>
  <w:style w:type="paragraph" w:customStyle="1" w:styleId="B5A29AC4B12D4027A35C21DBDB7DCCB5">
    <w:name w:val="B5A29AC4B12D4027A35C21DBDB7DCCB5"/>
    <w:rsid w:val="00930776"/>
  </w:style>
  <w:style w:type="paragraph" w:customStyle="1" w:styleId="E1A13B325FE0435BB7DB5CACD5EA46D3">
    <w:name w:val="E1A13B325FE0435BB7DB5CACD5EA46D3"/>
    <w:rsid w:val="00930776"/>
  </w:style>
  <w:style w:type="paragraph" w:customStyle="1" w:styleId="E25C5F72AC524DB09827A3E2F0A130C4">
    <w:name w:val="E25C5F72AC524DB09827A3E2F0A130C4"/>
    <w:rsid w:val="00930776"/>
  </w:style>
  <w:style w:type="paragraph" w:customStyle="1" w:styleId="D6DFE64BD9B8419E83E9FB9912722357">
    <w:name w:val="D6DFE64BD9B8419E83E9FB9912722357"/>
    <w:rsid w:val="00930776"/>
  </w:style>
  <w:style w:type="paragraph" w:customStyle="1" w:styleId="24FFBC2C5D64421181B2CF3F594D820E">
    <w:name w:val="24FFBC2C5D64421181B2CF3F594D820E"/>
    <w:rsid w:val="00930776"/>
  </w:style>
  <w:style w:type="paragraph" w:customStyle="1" w:styleId="4C77025681C64E2CB37EEFE77630A824">
    <w:name w:val="4C77025681C64E2CB37EEFE77630A824"/>
    <w:rsid w:val="00930776"/>
  </w:style>
  <w:style w:type="paragraph" w:customStyle="1" w:styleId="52CACF6900B144ABA124C5D62724564F">
    <w:name w:val="52CACF6900B144ABA124C5D62724564F"/>
    <w:rsid w:val="00930776"/>
  </w:style>
  <w:style w:type="paragraph" w:customStyle="1" w:styleId="E31D7557826849F185EE2448974A766B">
    <w:name w:val="E31D7557826849F185EE2448974A766B"/>
    <w:rsid w:val="00930776"/>
  </w:style>
  <w:style w:type="paragraph" w:customStyle="1" w:styleId="6E9B6FEED95349A29F3EF3954240C2FE">
    <w:name w:val="6E9B6FEED95349A29F3EF3954240C2FE"/>
    <w:rsid w:val="00930776"/>
  </w:style>
  <w:style w:type="paragraph" w:customStyle="1" w:styleId="70B65C7244B64DA59E673AF39BE2E6A6">
    <w:name w:val="70B65C7244B64DA59E673AF39BE2E6A6"/>
    <w:rsid w:val="00930776"/>
  </w:style>
  <w:style w:type="paragraph" w:customStyle="1" w:styleId="0DA9CF57106645EAB05040205AB5778D">
    <w:name w:val="0DA9CF57106645EAB05040205AB5778D"/>
    <w:rsid w:val="00930776"/>
  </w:style>
  <w:style w:type="paragraph" w:customStyle="1" w:styleId="BD17BDF298ED479CB60D71077CB20E24">
    <w:name w:val="BD17BDF298ED479CB60D71077CB20E24"/>
    <w:rsid w:val="00930776"/>
  </w:style>
  <w:style w:type="paragraph" w:customStyle="1" w:styleId="D58254AB9E46425EBB8828D4BBBC6C64">
    <w:name w:val="D58254AB9E46425EBB8828D4BBBC6C64"/>
    <w:rsid w:val="00930776"/>
  </w:style>
  <w:style w:type="paragraph" w:customStyle="1" w:styleId="F3B4D59AA9424F41A966C6F12B2DF905">
    <w:name w:val="F3B4D59AA9424F41A966C6F12B2DF905"/>
    <w:rsid w:val="00930776"/>
  </w:style>
  <w:style w:type="paragraph" w:customStyle="1" w:styleId="6C65A495F10549C4818BDD706C3BFE4C">
    <w:name w:val="6C65A495F10549C4818BDD706C3BFE4C"/>
    <w:rsid w:val="00930776"/>
  </w:style>
  <w:style w:type="paragraph" w:customStyle="1" w:styleId="9A95F6BFBB1A49E284DDAB4A531BBBCA">
    <w:name w:val="9A95F6BFBB1A49E284DDAB4A531BBBCA"/>
    <w:rsid w:val="00930776"/>
  </w:style>
  <w:style w:type="paragraph" w:customStyle="1" w:styleId="98567149922B442E9D01F5BBB71B3A41">
    <w:name w:val="98567149922B442E9D01F5BBB71B3A41"/>
    <w:rsid w:val="00930776"/>
  </w:style>
  <w:style w:type="paragraph" w:customStyle="1" w:styleId="0321F91166944B808F539255C70E98C2">
    <w:name w:val="0321F91166944B808F539255C70E98C2"/>
    <w:rsid w:val="00930776"/>
  </w:style>
  <w:style w:type="paragraph" w:customStyle="1" w:styleId="3CD244899D3F4F739FA1C9B788141E41">
    <w:name w:val="3CD244899D3F4F739FA1C9B788141E41"/>
    <w:rsid w:val="00930776"/>
  </w:style>
  <w:style w:type="paragraph" w:customStyle="1" w:styleId="1366BC40E6D345CF9AB6EF5B9F32BAAA">
    <w:name w:val="1366BC40E6D345CF9AB6EF5B9F32BAAA"/>
    <w:rsid w:val="00930776"/>
  </w:style>
  <w:style w:type="paragraph" w:customStyle="1" w:styleId="AFD92B16130B4AFAB0F8441994F13782">
    <w:name w:val="AFD92B16130B4AFAB0F8441994F13782"/>
    <w:rsid w:val="00930776"/>
  </w:style>
  <w:style w:type="paragraph" w:customStyle="1" w:styleId="67AFF1C5298747C4B713B64284742E3C">
    <w:name w:val="67AFF1C5298747C4B713B64284742E3C"/>
    <w:rsid w:val="00930776"/>
  </w:style>
  <w:style w:type="paragraph" w:customStyle="1" w:styleId="8525D22869874B8DBEEA04AE3114CD89">
    <w:name w:val="8525D22869874B8DBEEA04AE3114CD89"/>
    <w:rsid w:val="00930776"/>
  </w:style>
  <w:style w:type="paragraph" w:customStyle="1" w:styleId="6CF4E09B85CA48C1A2CB4B6E467BBF99">
    <w:name w:val="6CF4E09B85CA48C1A2CB4B6E467BBF99"/>
    <w:rsid w:val="00930776"/>
  </w:style>
  <w:style w:type="paragraph" w:customStyle="1" w:styleId="A806C53B928049AB9C3C8DB4DBA1BC36">
    <w:name w:val="A806C53B928049AB9C3C8DB4DBA1BC36"/>
    <w:rsid w:val="00930776"/>
  </w:style>
  <w:style w:type="paragraph" w:customStyle="1" w:styleId="B39629EB573642698885DA465904C957">
    <w:name w:val="B39629EB573642698885DA465904C957"/>
    <w:rsid w:val="00930776"/>
  </w:style>
  <w:style w:type="paragraph" w:customStyle="1" w:styleId="AD3CB4F25CED43B5A3A7D981E28FC6E4">
    <w:name w:val="AD3CB4F25CED43B5A3A7D981E28FC6E4"/>
    <w:rsid w:val="00930776"/>
  </w:style>
  <w:style w:type="paragraph" w:customStyle="1" w:styleId="B64B7B6CE2D64ED29BFCAB08576E06F6">
    <w:name w:val="B64B7B6CE2D64ED29BFCAB08576E06F6"/>
    <w:rsid w:val="00930776"/>
  </w:style>
  <w:style w:type="paragraph" w:customStyle="1" w:styleId="DFD143EA98F04053B06B6A49AA2CDFFC">
    <w:name w:val="DFD143EA98F04053B06B6A49AA2CDFFC"/>
    <w:rsid w:val="00930776"/>
  </w:style>
  <w:style w:type="paragraph" w:customStyle="1" w:styleId="96467EEC39484960BE40F8232C5F2588">
    <w:name w:val="96467EEC39484960BE40F8232C5F2588"/>
    <w:rsid w:val="00930776"/>
  </w:style>
  <w:style w:type="paragraph" w:customStyle="1" w:styleId="1857AE60EEC847F0A0155B4F0B15F744">
    <w:name w:val="1857AE60EEC847F0A0155B4F0B15F744"/>
    <w:rsid w:val="00930776"/>
  </w:style>
  <w:style w:type="paragraph" w:customStyle="1" w:styleId="C7F9F9DFAAF945ACA57A46FB0E264ECB">
    <w:name w:val="C7F9F9DFAAF945ACA57A46FB0E264ECB"/>
    <w:rsid w:val="00930776"/>
  </w:style>
  <w:style w:type="paragraph" w:customStyle="1" w:styleId="3CC927D337394A409E47DCAB9D5B871B">
    <w:name w:val="3CC927D337394A409E47DCAB9D5B871B"/>
    <w:rsid w:val="00930776"/>
  </w:style>
  <w:style w:type="paragraph" w:customStyle="1" w:styleId="4654DAAF5A9543A482FF5BAEE3B22E3E">
    <w:name w:val="4654DAAF5A9543A482FF5BAEE3B22E3E"/>
    <w:rsid w:val="00930776"/>
  </w:style>
  <w:style w:type="paragraph" w:customStyle="1" w:styleId="3137E148D8874109A3E6CFE75B7AB2DB">
    <w:name w:val="3137E148D8874109A3E6CFE75B7AB2DB"/>
    <w:rsid w:val="00930776"/>
  </w:style>
  <w:style w:type="paragraph" w:customStyle="1" w:styleId="72062C0729EF47D6ADADDEEFC44290B9">
    <w:name w:val="72062C0729EF47D6ADADDEEFC44290B9"/>
    <w:rsid w:val="00930776"/>
  </w:style>
  <w:style w:type="paragraph" w:customStyle="1" w:styleId="C7565EC74EA44A21989C690F5BF7AE89">
    <w:name w:val="C7565EC74EA44A21989C690F5BF7AE89"/>
    <w:rsid w:val="00930776"/>
  </w:style>
  <w:style w:type="paragraph" w:customStyle="1" w:styleId="4E640B88F5984956B16CD323904FE8B0">
    <w:name w:val="4E640B88F5984956B16CD323904FE8B0"/>
    <w:rsid w:val="00930776"/>
  </w:style>
  <w:style w:type="paragraph" w:customStyle="1" w:styleId="C225BC3CF73342AFB3C869C5FA86DCAD">
    <w:name w:val="C225BC3CF73342AFB3C869C5FA86DCAD"/>
    <w:rsid w:val="00930776"/>
  </w:style>
  <w:style w:type="paragraph" w:customStyle="1" w:styleId="352D2A6898994C30A91CE121933C6AE6">
    <w:name w:val="352D2A6898994C30A91CE121933C6AE6"/>
    <w:rsid w:val="00095F5B"/>
  </w:style>
  <w:style w:type="paragraph" w:customStyle="1" w:styleId="C21B09AE5A484DEEB0951F7DA7516A6E">
    <w:name w:val="C21B09AE5A484DEEB0951F7DA7516A6E"/>
    <w:rsid w:val="00095F5B"/>
  </w:style>
  <w:style w:type="paragraph" w:customStyle="1" w:styleId="4D8E5C321DC144788F9360F172E8E870">
    <w:name w:val="4D8E5C321DC144788F9360F172E8E870"/>
    <w:rsid w:val="00095F5B"/>
  </w:style>
  <w:style w:type="paragraph" w:customStyle="1" w:styleId="42331EF07E594D4483227785A9D7E80A">
    <w:name w:val="42331EF07E594D4483227785A9D7E80A"/>
    <w:rsid w:val="00095F5B"/>
  </w:style>
  <w:style w:type="paragraph" w:customStyle="1" w:styleId="C3797D219AD2411586430958345400CB">
    <w:name w:val="C3797D219AD2411586430958345400CB"/>
    <w:rsid w:val="00095F5B"/>
  </w:style>
  <w:style w:type="paragraph" w:customStyle="1" w:styleId="1E90D8DB4A0B4C1AB3D09784660BB02E">
    <w:name w:val="1E90D8DB4A0B4C1AB3D09784660BB02E"/>
    <w:rsid w:val="00095F5B"/>
  </w:style>
  <w:style w:type="paragraph" w:customStyle="1" w:styleId="468C2614DE664193AB0B7BDD4AA33403">
    <w:name w:val="468C2614DE664193AB0B7BDD4AA33403"/>
    <w:rsid w:val="00095F5B"/>
  </w:style>
  <w:style w:type="paragraph" w:customStyle="1" w:styleId="AD7584733C8C4DB2A7DDC1F49F82E998">
    <w:name w:val="AD7584733C8C4DB2A7DDC1F49F82E998"/>
    <w:rsid w:val="00095F5B"/>
  </w:style>
  <w:style w:type="paragraph" w:customStyle="1" w:styleId="58B30FD91EFC456D8BAD66449EC48807">
    <w:name w:val="58B30FD91EFC456D8BAD66449EC48807"/>
    <w:rsid w:val="00095F5B"/>
  </w:style>
  <w:style w:type="paragraph" w:customStyle="1" w:styleId="4050CD431AF840FB8EF233E409B6DA38">
    <w:name w:val="4050CD431AF840FB8EF233E409B6DA38"/>
    <w:rsid w:val="00095F5B"/>
  </w:style>
  <w:style w:type="paragraph" w:customStyle="1" w:styleId="3971A00C5CC844E8B767942759342335">
    <w:name w:val="3971A00C5CC844E8B767942759342335"/>
    <w:rsid w:val="00095F5B"/>
  </w:style>
  <w:style w:type="paragraph" w:customStyle="1" w:styleId="CF1260E63E214129AA43FE2ACBFE757B">
    <w:name w:val="CF1260E63E214129AA43FE2ACBFE757B"/>
    <w:rsid w:val="00095F5B"/>
  </w:style>
  <w:style w:type="paragraph" w:customStyle="1" w:styleId="BE0430DB7EEA4E54A0D4B482080B4163">
    <w:name w:val="BE0430DB7EEA4E54A0D4B482080B4163"/>
    <w:rsid w:val="00095F5B"/>
  </w:style>
  <w:style w:type="paragraph" w:customStyle="1" w:styleId="B947296B22B04A0FB7861E676853127B">
    <w:name w:val="B947296B22B04A0FB7861E676853127B"/>
    <w:rsid w:val="00095F5B"/>
  </w:style>
  <w:style w:type="paragraph" w:customStyle="1" w:styleId="96766B7EDC47445A97CE85A7309051ED">
    <w:name w:val="96766B7EDC47445A97CE85A7309051ED"/>
    <w:rsid w:val="00095F5B"/>
  </w:style>
  <w:style w:type="paragraph" w:customStyle="1" w:styleId="8E69FCB1B85547EA856DA07C4EBB16F9">
    <w:name w:val="8E69FCB1B85547EA856DA07C4EBB16F9"/>
    <w:rsid w:val="00095F5B"/>
  </w:style>
  <w:style w:type="paragraph" w:customStyle="1" w:styleId="6487717AF4DE40DFA5E90C5BA2B69194">
    <w:name w:val="6487717AF4DE40DFA5E90C5BA2B69194"/>
    <w:rsid w:val="00095F5B"/>
  </w:style>
  <w:style w:type="paragraph" w:customStyle="1" w:styleId="A7D636A1B1854AB6BFC7A99983781461">
    <w:name w:val="A7D636A1B1854AB6BFC7A99983781461"/>
    <w:rsid w:val="00095F5B"/>
  </w:style>
  <w:style w:type="paragraph" w:customStyle="1" w:styleId="CE1D967615CA420F91C4910F4BD05D8E">
    <w:name w:val="CE1D967615CA420F91C4910F4BD05D8E"/>
    <w:rsid w:val="00095F5B"/>
  </w:style>
  <w:style w:type="paragraph" w:customStyle="1" w:styleId="641790BF30C0411E8EE5F32215089095">
    <w:name w:val="641790BF30C0411E8EE5F32215089095"/>
    <w:rsid w:val="00095F5B"/>
  </w:style>
  <w:style w:type="paragraph" w:customStyle="1" w:styleId="89E4688C8A504AD495FAC46BCC93A8C1">
    <w:name w:val="89E4688C8A504AD495FAC46BCC93A8C1"/>
    <w:rsid w:val="00095F5B"/>
  </w:style>
  <w:style w:type="paragraph" w:customStyle="1" w:styleId="AE2EE39ECFD149A3BB7DE9B70FA302F8">
    <w:name w:val="AE2EE39ECFD149A3BB7DE9B70FA302F8"/>
    <w:rsid w:val="00095F5B"/>
  </w:style>
  <w:style w:type="paragraph" w:customStyle="1" w:styleId="1B5066313AF44E9EB4F191BC9C50E77E">
    <w:name w:val="1B5066313AF44E9EB4F191BC9C50E77E"/>
    <w:rsid w:val="00095F5B"/>
  </w:style>
  <w:style w:type="paragraph" w:customStyle="1" w:styleId="022389336DA245739F88F5DC18A6C54C">
    <w:name w:val="022389336DA245739F88F5DC18A6C54C"/>
    <w:rsid w:val="00095F5B"/>
  </w:style>
  <w:style w:type="paragraph" w:customStyle="1" w:styleId="47857F4BB3C0422AB2238EFA8C2E9DDD">
    <w:name w:val="47857F4BB3C0422AB2238EFA8C2E9DDD"/>
    <w:rsid w:val="00095F5B"/>
  </w:style>
  <w:style w:type="paragraph" w:customStyle="1" w:styleId="A29D227DCE3C467D9D8CC0CAE2E8053D">
    <w:name w:val="A29D227DCE3C467D9D8CC0CAE2E8053D"/>
    <w:rsid w:val="00095F5B"/>
  </w:style>
  <w:style w:type="paragraph" w:customStyle="1" w:styleId="61F15BE41BCD44769BA5CF30F3D260EB">
    <w:name w:val="61F15BE41BCD44769BA5CF30F3D260EB"/>
    <w:rsid w:val="00095F5B"/>
  </w:style>
  <w:style w:type="paragraph" w:customStyle="1" w:styleId="62CDAB37FA534BE9B08838067DDD5D2C">
    <w:name w:val="62CDAB37FA534BE9B08838067DDD5D2C"/>
    <w:rsid w:val="00095F5B"/>
  </w:style>
  <w:style w:type="paragraph" w:customStyle="1" w:styleId="8165CF2C24B948CB993719906319EFFC">
    <w:name w:val="8165CF2C24B948CB993719906319EFFC"/>
    <w:rsid w:val="00095F5B"/>
  </w:style>
  <w:style w:type="paragraph" w:customStyle="1" w:styleId="B87FD28343A242A2B567EE4C52CC735E">
    <w:name w:val="B87FD28343A242A2B567EE4C52CC735E"/>
    <w:rsid w:val="00095F5B"/>
  </w:style>
  <w:style w:type="paragraph" w:customStyle="1" w:styleId="303428F539BB45D291FF7EC989B5BD52">
    <w:name w:val="303428F539BB45D291FF7EC989B5BD52"/>
    <w:rsid w:val="00095F5B"/>
  </w:style>
  <w:style w:type="paragraph" w:customStyle="1" w:styleId="BC08A9A593E240A18AF41CF7007B0547">
    <w:name w:val="BC08A9A593E240A18AF41CF7007B0547"/>
    <w:rsid w:val="00095F5B"/>
  </w:style>
  <w:style w:type="paragraph" w:customStyle="1" w:styleId="1D9CACBADCC2409D88DF19F1A5F83B58">
    <w:name w:val="1D9CACBADCC2409D88DF19F1A5F83B58"/>
    <w:rsid w:val="00095F5B"/>
  </w:style>
  <w:style w:type="paragraph" w:customStyle="1" w:styleId="F96D7C4C269540E09A04EE78253AD883">
    <w:name w:val="F96D7C4C269540E09A04EE78253AD883"/>
    <w:rsid w:val="00095F5B"/>
  </w:style>
  <w:style w:type="paragraph" w:customStyle="1" w:styleId="CDC7A6CE2D104077B2FBF05637A278BF">
    <w:name w:val="CDC7A6CE2D104077B2FBF05637A278BF"/>
    <w:rsid w:val="00095F5B"/>
  </w:style>
  <w:style w:type="paragraph" w:customStyle="1" w:styleId="F27EFD5E2CF942ECA7D1894224E88420">
    <w:name w:val="F27EFD5E2CF942ECA7D1894224E88420"/>
    <w:rsid w:val="00095F5B"/>
  </w:style>
  <w:style w:type="paragraph" w:customStyle="1" w:styleId="BF5AFD78616A4D49BD5EECC95128D628">
    <w:name w:val="BF5AFD78616A4D49BD5EECC95128D628"/>
    <w:rsid w:val="00095F5B"/>
  </w:style>
  <w:style w:type="paragraph" w:customStyle="1" w:styleId="2FB0D675534D4ECE84FE75D489195C52">
    <w:name w:val="2FB0D675534D4ECE84FE75D489195C52"/>
    <w:rsid w:val="00095F5B"/>
  </w:style>
  <w:style w:type="paragraph" w:customStyle="1" w:styleId="21C1A9564BCF4147B6BEE1D3ADCC4948">
    <w:name w:val="21C1A9564BCF4147B6BEE1D3ADCC4948"/>
    <w:rsid w:val="00095F5B"/>
  </w:style>
  <w:style w:type="paragraph" w:customStyle="1" w:styleId="3FF42B2CB599472280E8A3DE48F281FD">
    <w:name w:val="3FF42B2CB599472280E8A3DE48F281FD"/>
    <w:rsid w:val="00095F5B"/>
  </w:style>
  <w:style w:type="paragraph" w:customStyle="1" w:styleId="A74512A23CC3469F9C53D38A6BFE3038">
    <w:name w:val="A74512A23CC3469F9C53D38A6BFE3038"/>
    <w:rsid w:val="00095F5B"/>
  </w:style>
  <w:style w:type="paragraph" w:customStyle="1" w:styleId="7352504CE1254CF182C292D92CB6C768">
    <w:name w:val="7352504CE1254CF182C292D92CB6C768"/>
    <w:rsid w:val="00095F5B"/>
  </w:style>
  <w:style w:type="paragraph" w:customStyle="1" w:styleId="85FB2DFCF0904D33B865AFD9E1D129AC">
    <w:name w:val="85FB2DFCF0904D33B865AFD9E1D129AC"/>
    <w:rsid w:val="00095F5B"/>
  </w:style>
  <w:style w:type="paragraph" w:customStyle="1" w:styleId="9DFBEF7764844A2798BE3401209E5B1B">
    <w:name w:val="9DFBEF7764844A2798BE3401209E5B1B"/>
    <w:rsid w:val="00095F5B"/>
  </w:style>
  <w:style w:type="paragraph" w:customStyle="1" w:styleId="ECB2C95DC9394549BABDC5CD05B8F483">
    <w:name w:val="ECB2C95DC9394549BABDC5CD05B8F483"/>
    <w:rsid w:val="00095F5B"/>
  </w:style>
  <w:style w:type="paragraph" w:customStyle="1" w:styleId="24F0E3235E214BC9A0B8B0EC021B13B6">
    <w:name w:val="24F0E3235E214BC9A0B8B0EC021B13B6"/>
    <w:rsid w:val="00095F5B"/>
  </w:style>
  <w:style w:type="paragraph" w:customStyle="1" w:styleId="E88E4AF084414D748847E515E1B9B126">
    <w:name w:val="E88E4AF084414D748847E515E1B9B126"/>
    <w:rsid w:val="00095F5B"/>
  </w:style>
  <w:style w:type="paragraph" w:customStyle="1" w:styleId="DF8090DE32DA4CAA93B483EDA191C718">
    <w:name w:val="DF8090DE32DA4CAA93B483EDA191C718"/>
    <w:rsid w:val="00095F5B"/>
  </w:style>
  <w:style w:type="paragraph" w:customStyle="1" w:styleId="7B3D8A12401F4E108BDEFAB347559C31">
    <w:name w:val="7B3D8A12401F4E108BDEFAB347559C31"/>
    <w:rsid w:val="00095F5B"/>
  </w:style>
  <w:style w:type="paragraph" w:customStyle="1" w:styleId="F9CF6E06DC344854BC126E55AC893497">
    <w:name w:val="F9CF6E06DC344854BC126E55AC893497"/>
    <w:rsid w:val="00095F5B"/>
  </w:style>
  <w:style w:type="paragraph" w:customStyle="1" w:styleId="890E5C4921C44F9CA35E4139774CEC3D">
    <w:name w:val="890E5C4921C44F9CA35E4139774CEC3D"/>
    <w:rsid w:val="00095F5B"/>
  </w:style>
  <w:style w:type="paragraph" w:customStyle="1" w:styleId="149A49E934544E4AB30362C6C89E3D8B">
    <w:name w:val="149A49E934544E4AB30362C6C89E3D8B"/>
    <w:rsid w:val="00095F5B"/>
  </w:style>
  <w:style w:type="paragraph" w:customStyle="1" w:styleId="050C6766902E443D8DAFFE7771A136F6">
    <w:name w:val="050C6766902E443D8DAFFE7771A136F6"/>
    <w:rsid w:val="00095F5B"/>
  </w:style>
  <w:style w:type="paragraph" w:customStyle="1" w:styleId="21D1034B8F73463C8402B127AF5F2A0A">
    <w:name w:val="21D1034B8F73463C8402B127AF5F2A0A"/>
    <w:rsid w:val="00095F5B"/>
  </w:style>
  <w:style w:type="paragraph" w:customStyle="1" w:styleId="2D90EFA5A83C478E86D7627AB1455F8E">
    <w:name w:val="2D90EFA5A83C478E86D7627AB1455F8E"/>
    <w:rsid w:val="00095F5B"/>
  </w:style>
  <w:style w:type="paragraph" w:customStyle="1" w:styleId="BF7FC11D04384223AE682B36DBECDDE1">
    <w:name w:val="BF7FC11D04384223AE682B36DBECDDE1"/>
    <w:rsid w:val="00095F5B"/>
  </w:style>
  <w:style w:type="paragraph" w:customStyle="1" w:styleId="BD5799D52A5D4DC9BDE3EA777648F2A7">
    <w:name w:val="BD5799D52A5D4DC9BDE3EA777648F2A7"/>
    <w:rsid w:val="00095F5B"/>
  </w:style>
  <w:style w:type="paragraph" w:customStyle="1" w:styleId="22CC1D70E0334766B0596542E2DDDE8E">
    <w:name w:val="22CC1D70E0334766B0596542E2DDDE8E"/>
    <w:rsid w:val="00095F5B"/>
  </w:style>
  <w:style w:type="paragraph" w:customStyle="1" w:styleId="0955AF8F789D4E72A2CA36B0EA0258B7">
    <w:name w:val="0955AF8F789D4E72A2CA36B0EA0258B7"/>
    <w:rsid w:val="00095F5B"/>
  </w:style>
  <w:style w:type="paragraph" w:customStyle="1" w:styleId="49A8AD62DE6645998A8279CD928F101C">
    <w:name w:val="49A8AD62DE6645998A8279CD928F101C"/>
    <w:rsid w:val="00095F5B"/>
  </w:style>
  <w:style w:type="paragraph" w:customStyle="1" w:styleId="3CF42444C52F442DB3C6ADEA07CACC07">
    <w:name w:val="3CF42444C52F442DB3C6ADEA07CACC07"/>
    <w:rsid w:val="00095F5B"/>
  </w:style>
  <w:style w:type="paragraph" w:customStyle="1" w:styleId="9498458817364A44BA791DAA930FCBD1">
    <w:name w:val="9498458817364A44BA791DAA930FCBD1"/>
    <w:rsid w:val="00095F5B"/>
  </w:style>
  <w:style w:type="paragraph" w:customStyle="1" w:styleId="6FC1AC6F524C4D0EB180BF6374DCDEE4">
    <w:name w:val="6FC1AC6F524C4D0EB180BF6374DCDEE4"/>
    <w:rsid w:val="00095F5B"/>
  </w:style>
  <w:style w:type="paragraph" w:customStyle="1" w:styleId="1545F139E88744F2B2A90E38080CA557">
    <w:name w:val="1545F139E88744F2B2A90E38080CA557"/>
    <w:rsid w:val="00095F5B"/>
  </w:style>
  <w:style w:type="paragraph" w:customStyle="1" w:styleId="CA6AB805F94D48C1B2E0DEB8CD5AD09D">
    <w:name w:val="CA6AB805F94D48C1B2E0DEB8CD5AD09D"/>
    <w:rsid w:val="00095F5B"/>
  </w:style>
  <w:style w:type="paragraph" w:customStyle="1" w:styleId="B97E70C360DF4244ACF1D32A86E2FCC1">
    <w:name w:val="B97E70C360DF4244ACF1D32A86E2FCC1"/>
    <w:rsid w:val="00095F5B"/>
  </w:style>
  <w:style w:type="paragraph" w:customStyle="1" w:styleId="0313C4BAC8A44DFE9E7C3D039E66FF04">
    <w:name w:val="0313C4BAC8A44DFE9E7C3D039E66FF04"/>
    <w:rsid w:val="00095F5B"/>
  </w:style>
  <w:style w:type="paragraph" w:customStyle="1" w:styleId="9A177D633FE64D1FA88A7410A81E6155">
    <w:name w:val="9A177D633FE64D1FA88A7410A81E6155"/>
    <w:rsid w:val="00095F5B"/>
  </w:style>
  <w:style w:type="paragraph" w:customStyle="1" w:styleId="28077E90D18F4F108B1E6407EABA3CF5">
    <w:name w:val="28077E90D18F4F108B1E6407EABA3CF5"/>
    <w:rsid w:val="00095F5B"/>
  </w:style>
  <w:style w:type="paragraph" w:customStyle="1" w:styleId="1EF0D63DF7E345F0BA2D873A19ED7569">
    <w:name w:val="1EF0D63DF7E345F0BA2D873A19ED7569"/>
    <w:rsid w:val="00095F5B"/>
  </w:style>
  <w:style w:type="paragraph" w:customStyle="1" w:styleId="CE255C4674994536853EE1C63B8C171F">
    <w:name w:val="CE255C4674994536853EE1C63B8C171F"/>
    <w:rsid w:val="00095F5B"/>
  </w:style>
  <w:style w:type="paragraph" w:customStyle="1" w:styleId="0A724317A81642E0904CB1A9872C00C5">
    <w:name w:val="0A724317A81642E0904CB1A9872C00C5"/>
    <w:rsid w:val="00095F5B"/>
  </w:style>
  <w:style w:type="paragraph" w:customStyle="1" w:styleId="B923EF2E51EB4FFFA3CDCBA00762DB7A">
    <w:name w:val="B923EF2E51EB4FFFA3CDCBA00762DB7A"/>
    <w:rsid w:val="00095F5B"/>
  </w:style>
  <w:style w:type="paragraph" w:customStyle="1" w:styleId="0C6E55CFECFD4A989E0CA6B9966E91AE">
    <w:name w:val="0C6E55CFECFD4A989E0CA6B9966E91AE"/>
    <w:rsid w:val="00095F5B"/>
  </w:style>
  <w:style w:type="paragraph" w:customStyle="1" w:styleId="3612F154FCC14AF9BE69451C32C56245">
    <w:name w:val="3612F154FCC14AF9BE69451C32C56245"/>
    <w:rsid w:val="00095F5B"/>
  </w:style>
  <w:style w:type="paragraph" w:customStyle="1" w:styleId="2CAD2A344F164985A099A3D40A6BA5B0">
    <w:name w:val="2CAD2A344F164985A099A3D40A6BA5B0"/>
    <w:rsid w:val="00095F5B"/>
  </w:style>
  <w:style w:type="paragraph" w:customStyle="1" w:styleId="9858A2F099594F128D94A703FD5093B4">
    <w:name w:val="9858A2F099594F128D94A703FD5093B4"/>
    <w:rsid w:val="00095F5B"/>
  </w:style>
  <w:style w:type="paragraph" w:customStyle="1" w:styleId="1BB89432DCC44B1C8F7AFD8125CD50F6">
    <w:name w:val="1BB89432DCC44B1C8F7AFD8125CD50F6"/>
    <w:rsid w:val="00095F5B"/>
  </w:style>
  <w:style w:type="paragraph" w:customStyle="1" w:styleId="AC679B8FB3374FA29475703EB7F1A9BE">
    <w:name w:val="AC679B8FB3374FA29475703EB7F1A9BE"/>
    <w:rsid w:val="00095F5B"/>
  </w:style>
  <w:style w:type="paragraph" w:customStyle="1" w:styleId="45849F84CAF74390BB94AFC82E15DE17">
    <w:name w:val="45849F84CAF74390BB94AFC82E15DE17"/>
    <w:rsid w:val="00095F5B"/>
  </w:style>
  <w:style w:type="paragraph" w:customStyle="1" w:styleId="89B8DE63941D437587071D0F9EEA434C">
    <w:name w:val="89B8DE63941D437587071D0F9EEA434C"/>
    <w:rsid w:val="00095F5B"/>
  </w:style>
  <w:style w:type="paragraph" w:customStyle="1" w:styleId="0045EBB138A14189AF36DC6B7F6DA367">
    <w:name w:val="0045EBB138A14189AF36DC6B7F6DA367"/>
    <w:rsid w:val="00095F5B"/>
  </w:style>
  <w:style w:type="paragraph" w:customStyle="1" w:styleId="B0771FCF0895416B8C1FDAB0DEAADCB2">
    <w:name w:val="B0771FCF0895416B8C1FDAB0DEAADCB2"/>
    <w:rsid w:val="00095F5B"/>
  </w:style>
  <w:style w:type="paragraph" w:customStyle="1" w:styleId="79C2A90C54224AE5A220388F282333B0">
    <w:name w:val="79C2A90C54224AE5A220388F282333B0"/>
    <w:rsid w:val="00095F5B"/>
  </w:style>
  <w:style w:type="paragraph" w:customStyle="1" w:styleId="EA39DF8FE22A498D8B57EC518617A4F5">
    <w:name w:val="EA39DF8FE22A498D8B57EC518617A4F5"/>
    <w:rsid w:val="00095F5B"/>
  </w:style>
  <w:style w:type="paragraph" w:customStyle="1" w:styleId="552DCDA9CF93418991794C1FD950FDFC">
    <w:name w:val="552DCDA9CF93418991794C1FD950FDFC"/>
    <w:rsid w:val="00095F5B"/>
  </w:style>
  <w:style w:type="paragraph" w:customStyle="1" w:styleId="752FDC00006F41BEBE110B63634D9B53">
    <w:name w:val="752FDC00006F41BEBE110B63634D9B53"/>
    <w:rsid w:val="00095F5B"/>
  </w:style>
  <w:style w:type="paragraph" w:customStyle="1" w:styleId="F770CC2F953E40678A03493D8A0F5C58">
    <w:name w:val="F770CC2F953E40678A03493D8A0F5C58"/>
    <w:rsid w:val="00095F5B"/>
  </w:style>
  <w:style w:type="paragraph" w:customStyle="1" w:styleId="8B81F76D7CED4460A04A7DE2D5CDCEBB">
    <w:name w:val="8B81F76D7CED4460A04A7DE2D5CDCEBB"/>
    <w:rsid w:val="00095F5B"/>
  </w:style>
  <w:style w:type="paragraph" w:customStyle="1" w:styleId="20E3594E8EDB4766BD6932117C4A2378">
    <w:name w:val="20E3594E8EDB4766BD6932117C4A2378"/>
    <w:rsid w:val="00095F5B"/>
  </w:style>
  <w:style w:type="paragraph" w:customStyle="1" w:styleId="B1472CA9BA3B4C1292A42FE282ED5A36">
    <w:name w:val="B1472CA9BA3B4C1292A42FE282ED5A36"/>
    <w:rsid w:val="00095F5B"/>
  </w:style>
  <w:style w:type="paragraph" w:customStyle="1" w:styleId="368AFF81AFB949B4BB4593DAB5F485FE">
    <w:name w:val="368AFF81AFB949B4BB4593DAB5F485FE"/>
    <w:rsid w:val="00095F5B"/>
  </w:style>
  <w:style w:type="paragraph" w:customStyle="1" w:styleId="5230983A81B640AD8A9608BED817BA34">
    <w:name w:val="5230983A81B640AD8A9608BED817BA34"/>
    <w:rsid w:val="00095F5B"/>
  </w:style>
  <w:style w:type="paragraph" w:customStyle="1" w:styleId="A5FCBC5FB9444BC690537CBED795B1FC">
    <w:name w:val="A5FCBC5FB9444BC690537CBED795B1FC"/>
    <w:rsid w:val="00095F5B"/>
  </w:style>
  <w:style w:type="paragraph" w:customStyle="1" w:styleId="835D300CA51643D9997CB4574E5973F4">
    <w:name w:val="835D300CA51643D9997CB4574E5973F4"/>
    <w:rsid w:val="00095F5B"/>
  </w:style>
  <w:style w:type="paragraph" w:customStyle="1" w:styleId="174C772B741C48ADB10F2F76C7E4E08E">
    <w:name w:val="174C772B741C48ADB10F2F76C7E4E08E"/>
    <w:rsid w:val="00095F5B"/>
  </w:style>
  <w:style w:type="paragraph" w:customStyle="1" w:styleId="27A3C414286D493E8B7F93EFC46CFD4A">
    <w:name w:val="27A3C414286D493E8B7F93EFC46CFD4A"/>
    <w:rsid w:val="00095F5B"/>
  </w:style>
  <w:style w:type="paragraph" w:customStyle="1" w:styleId="52CDD242B60B4E57AC5376D3421220E2">
    <w:name w:val="52CDD242B60B4E57AC5376D3421220E2"/>
    <w:rsid w:val="00095F5B"/>
  </w:style>
  <w:style w:type="paragraph" w:customStyle="1" w:styleId="F1A6EF1938B44E3F94EF419778CA02C5">
    <w:name w:val="F1A6EF1938B44E3F94EF419778CA02C5"/>
    <w:rsid w:val="00095F5B"/>
  </w:style>
  <w:style w:type="paragraph" w:customStyle="1" w:styleId="444634277B3C4E489CE085518A3A8461">
    <w:name w:val="444634277B3C4E489CE085518A3A8461"/>
    <w:rsid w:val="00095F5B"/>
  </w:style>
  <w:style w:type="paragraph" w:customStyle="1" w:styleId="966892D222A246018A52F08415E95067">
    <w:name w:val="966892D222A246018A52F08415E95067"/>
    <w:rsid w:val="00095F5B"/>
  </w:style>
  <w:style w:type="paragraph" w:customStyle="1" w:styleId="F8FD273F722C4AD385FC17A86BE724D6">
    <w:name w:val="F8FD273F722C4AD385FC17A86BE724D6"/>
    <w:rsid w:val="00095F5B"/>
  </w:style>
  <w:style w:type="paragraph" w:customStyle="1" w:styleId="F665E960D5644F058971CD228356C8A5">
    <w:name w:val="F665E960D5644F058971CD228356C8A5"/>
    <w:rsid w:val="00095F5B"/>
  </w:style>
  <w:style w:type="paragraph" w:customStyle="1" w:styleId="40D2D1900E1240909278AF44E9DDCDAD">
    <w:name w:val="40D2D1900E1240909278AF44E9DDCDAD"/>
    <w:rsid w:val="00095F5B"/>
  </w:style>
  <w:style w:type="paragraph" w:customStyle="1" w:styleId="D352449F0A804F70963DD092024B37DE">
    <w:name w:val="D352449F0A804F70963DD092024B37DE"/>
    <w:rsid w:val="00095F5B"/>
  </w:style>
  <w:style w:type="paragraph" w:customStyle="1" w:styleId="0C6376FFE7C7452092ADF8218A471A3A">
    <w:name w:val="0C6376FFE7C7452092ADF8218A471A3A"/>
    <w:rsid w:val="00095F5B"/>
  </w:style>
  <w:style w:type="paragraph" w:customStyle="1" w:styleId="34BB4FE3D78A42EBB4909211EA88AF5A">
    <w:name w:val="34BB4FE3D78A42EBB4909211EA88AF5A"/>
    <w:rsid w:val="00095F5B"/>
  </w:style>
  <w:style w:type="paragraph" w:customStyle="1" w:styleId="65A1040782E44F8E9F75E21A9A047EC4">
    <w:name w:val="65A1040782E44F8E9F75E21A9A047EC4"/>
    <w:rsid w:val="00095F5B"/>
  </w:style>
  <w:style w:type="paragraph" w:customStyle="1" w:styleId="68B5557D718E4F228A97FB36102345C7">
    <w:name w:val="68B5557D718E4F228A97FB36102345C7"/>
    <w:rsid w:val="00095F5B"/>
  </w:style>
  <w:style w:type="paragraph" w:customStyle="1" w:styleId="26FDD159EC0943A59423CEFA2A410036">
    <w:name w:val="26FDD159EC0943A59423CEFA2A410036"/>
    <w:rsid w:val="00095F5B"/>
  </w:style>
  <w:style w:type="paragraph" w:customStyle="1" w:styleId="9F273A16FB314CF785E6EA5A0F00A256">
    <w:name w:val="9F273A16FB314CF785E6EA5A0F00A256"/>
    <w:rsid w:val="00095F5B"/>
  </w:style>
  <w:style w:type="paragraph" w:customStyle="1" w:styleId="01D0A85D58DB495DBC3C0A4F8CC07459">
    <w:name w:val="01D0A85D58DB495DBC3C0A4F8CC07459"/>
    <w:rsid w:val="00095F5B"/>
  </w:style>
  <w:style w:type="paragraph" w:customStyle="1" w:styleId="BB3681D12A2F47009405D2F71EB6A871">
    <w:name w:val="BB3681D12A2F47009405D2F71EB6A871"/>
    <w:rsid w:val="00095F5B"/>
  </w:style>
  <w:style w:type="paragraph" w:customStyle="1" w:styleId="8241495DA5A34591A0E0E3D891A415A8">
    <w:name w:val="8241495DA5A34591A0E0E3D891A415A8"/>
    <w:rsid w:val="00095F5B"/>
  </w:style>
  <w:style w:type="paragraph" w:customStyle="1" w:styleId="6E75F73CDED04AD5BEE882562E6E317C">
    <w:name w:val="6E75F73CDED04AD5BEE882562E6E317C"/>
    <w:rsid w:val="00095F5B"/>
  </w:style>
  <w:style w:type="paragraph" w:customStyle="1" w:styleId="2072DDDF836E4D19AAD722ADADB7E332">
    <w:name w:val="2072DDDF836E4D19AAD722ADADB7E332"/>
    <w:rsid w:val="00095F5B"/>
  </w:style>
  <w:style w:type="paragraph" w:customStyle="1" w:styleId="1F4B037B362C424DAEB7619F53C4629A">
    <w:name w:val="1F4B037B362C424DAEB7619F53C4629A"/>
    <w:rsid w:val="00095F5B"/>
  </w:style>
  <w:style w:type="paragraph" w:customStyle="1" w:styleId="64E094E5E1394AFDB006ED78C8EEB974">
    <w:name w:val="64E094E5E1394AFDB006ED78C8EEB974"/>
    <w:rsid w:val="00095F5B"/>
  </w:style>
  <w:style w:type="paragraph" w:customStyle="1" w:styleId="81FC817095BA466C9CC790F4851683F8">
    <w:name w:val="81FC817095BA466C9CC790F4851683F8"/>
    <w:rsid w:val="00095F5B"/>
  </w:style>
  <w:style w:type="paragraph" w:customStyle="1" w:styleId="2B0DBC67F2D047BB8CBD51A828B764F8">
    <w:name w:val="2B0DBC67F2D047BB8CBD51A828B764F8"/>
    <w:rsid w:val="00095F5B"/>
  </w:style>
  <w:style w:type="paragraph" w:customStyle="1" w:styleId="3E00EFC8A671423FB7421526880E41CA">
    <w:name w:val="3E00EFC8A671423FB7421526880E41CA"/>
    <w:rsid w:val="00095F5B"/>
  </w:style>
  <w:style w:type="paragraph" w:customStyle="1" w:styleId="99E0CB16FAF5466687EAA1762CCD6676">
    <w:name w:val="99E0CB16FAF5466687EAA1762CCD6676"/>
    <w:rsid w:val="00095F5B"/>
  </w:style>
  <w:style w:type="paragraph" w:customStyle="1" w:styleId="987DF9B90D864B7FB13C577BC30AED7E">
    <w:name w:val="987DF9B90D864B7FB13C577BC30AED7E"/>
    <w:rsid w:val="00095F5B"/>
  </w:style>
  <w:style w:type="paragraph" w:customStyle="1" w:styleId="99402AA244CD4748B74073D2A9FFB89A">
    <w:name w:val="99402AA244CD4748B74073D2A9FFB89A"/>
    <w:rsid w:val="00095F5B"/>
  </w:style>
  <w:style w:type="paragraph" w:customStyle="1" w:styleId="986B991450864E13AE803B667A642737">
    <w:name w:val="986B991450864E13AE803B667A642737"/>
    <w:rsid w:val="00095F5B"/>
  </w:style>
  <w:style w:type="paragraph" w:customStyle="1" w:styleId="DA100EDDF33E41478A54C5BDE19D5003">
    <w:name w:val="DA100EDDF33E41478A54C5BDE19D5003"/>
    <w:rsid w:val="00095F5B"/>
  </w:style>
  <w:style w:type="paragraph" w:customStyle="1" w:styleId="A2AC9A686DF34AFC95C47AE4C9165C96">
    <w:name w:val="A2AC9A686DF34AFC95C47AE4C9165C96"/>
    <w:rsid w:val="00095F5B"/>
  </w:style>
  <w:style w:type="paragraph" w:customStyle="1" w:styleId="75234AF9A30445D3A10A248492947D6E">
    <w:name w:val="75234AF9A30445D3A10A248492947D6E"/>
    <w:rsid w:val="00095F5B"/>
  </w:style>
  <w:style w:type="paragraph" w:customStyle="1" w:styleId="773B9BD06575421985E47DE3C03185B0">
    <w:name w:val="773B9BD06575421985E47DE3C03185B0"/>
    <w:rsid w:val="00095F5B"/>
  </w:style>
  <w:style w:type="paragraph" w:customStyle="1" w:styleId="1EC43750A27E4291A6AD612FAF57E2DF">
    <w:name w:val="1EC43750A27E4291A6AD612FAF57E2DF"/>
    <w:rsid w:val="00095F5B"/>
  </w:style>
  <w:style w:type="paragraph" w:customStyle="1" w:styleId="261F90B60F0840EA92B96663156844A5">
    <w:name w:val="261F90B60F0840EA92B96663156844A5"/>
    <w:rsid w:val="00095F5B"/>
  </w:style>
  <w:style w:type="paragraph" w:customStyle="1" w:styleId="B10E6D5D00E6441EB17EE6E0E2EF2229">
    <w:name w:val="B10E6D5D00E6441EB17EE6E0E2EF2229"/>
    <w:rsid w:val="00095F5B"/>
  </w:style>
  <w:style w:type="paragraph" w:customStyle="1" w:styleId="D6ABE8F37D9A4586A4338BD5FCC0A96B">
    <w:name w:val="D6ABE8F37D9A4586A4338BD5FCC0A96B"/>
    <w:rsid w:val="00095F5B"/>
  </w:style>
  <w:style w:type="paragraph" w:customStyle="1" w:styleId="865F824D39904C4A8288C21A7E282F4C">
    <w:name w:val="865F824D39904C4A8288C21A7E282F4C"/>
    <w:rsid w:val="00095F5B"/>
  </w:style>
  <w:style w:type="paragraph" w:customStyle="1" w:styleId="67030CF782EF444F9CBB5B86E585BAFC">
    <w:name w:val="67030CF782EF444F9CBB5B86E585BAFC"/>
    <w:rsid w:val="00095F5B"/>
  </w:style>
  <w:style w:type="paragraph" w:customStyle="1" w:styleId="ECC6E3C9D00149B2AA96F1B85211E24F">
    <w:name w:val="ECC6E3C9D00149B2AA96F1B85211E24F"/>
    <w:rsid w:val="00095F5B"/>
  </w:style>
  <w:style w:type="paragraph" w:customStyle="1" w:styleId="75EFB77E48FB4EB0A7D5B52E9D19A80B">
    <w:name w:val="75EFB77E48FB4EB0A7D5B52E9D19A80B"/>
    <w:rsid w:val="00095F5B"/>
  </w:style>
  <w:style w:type="paragraph" w:customStyle="1" w:styleId="8AA985EDE9C9485DB217E429BE543041">
    <w:name w:val="8AA985EDE9C9485DB217E429BE543041"/>
    <w:rsid w:val="00095F5B"/>
  </w:style>
  <w:style w:type="paragraph" w:customStyle="1" w:styleId="1D53EF27F4FC4A15A622B3CD0A577379">
    <w:name w:val="1D53EF27F4FC4A15A622B3CD0A577379"/>
    <w:rsid w:val="00095F5B"/>
  </w:style>
  <w:style w:type="paragraph" w:customStyle="1" w:styleId="956DBA67595341E9BA894513F1450E44">
    <w:name w:val="956DBA67595341E9BA894513F1450E44"/>
    <w:rsid w:val="00095F5B"/>
  </w:style>
  <w:style w:type="paragraph" w:customStyle="1" w:styleId="71D81471A73B4C199F2B2C69D3883582">
    <w:name w:val="71D81471A73B4C199F2B2C69D3883582"/>
    <w:rsid w:val="00095F5B"/>
  </w:style>
  <w:style w:type="paragraph" w:customStyle="1" w:styleId="970249B646EC4402B868B780F83F04BA">
    <w:name w:val="970249B646EC4402B868B780F83F04BA"/>
    <w:rsid w:val="00095F5B"/>
  </w:style>
  <w:style w:type="paragraph" w:customStyle="1" w:styleId="B27B5DDE52C142BD9885A58ADB9663FD">
    <w:name w:val="B27B5DDE52C142BD9885A58ADB9663FD"/>
    <w:rsid w:val="00095F5B"/>
  </w:style>
  <w:style w:type="paragraph" w:customStyle="1" w:styleId="BAE65B72B71E4DB2A0E57BAB2304732B">
    <w:name w:val="BAE65B72B71E4DB2A0E57BAB2304732B"/>
    <w:rsid w:val="00095F5B"/>
  </w:style>
  <w:style w:type="paragraph" w:customStyle="1" w:styleId="274C1D4C7932453F9C50EAEBAD1F145A">
    <w:name w:val="274C1D4C7932453F9C50EAEBAD1F145A"/>
    <w:rsid w:val="00095F5B"/>
  </w:style>
  <w:style w:type="paragraph" w:customStyle="1" w:styleId="5853B042B9E84D869A5D8485959273DD">
    <w:name w:val="5853B042B9E84D869A5D8485959273DD"/>
    <w:rsid w:val="00095F5B"/>
  </w:style>
  <w:style w:type="paragraph" w:customStyle="1" w:styleId="FA92A1BAEF844578B1C27BA59BED8A35">
    <w:name w:val="FA92A1BAEF844578B1C27BA59BED8A35"/>
    <w:rsid w:val="00095F5B"/>
  </w:style>
  <w:style w:type="paragraph" w:customStyle="1" w:styleId="8E7E1A35C16C42D7A100CAE8C7302907">
    <w:name w:val="8E7E1A35C16C42D7A100CAE8C7302907"/>
    <w:rsid w:val="00095F5B"/>
  </w:style>
  <w:style w:type="paragraph" w:customStyle="1" w:styleId="5935C53443AC447F95BF14E29820A22D">
    <w:name w:val="5935C53443AC447F95BF14E29820A22D"/>
    <w:rsid w:val="00095F5B"/>
  </w:style>
  <w:style w:type="paragraph" w:customStyle="1" w:styleId="2E6DB1E0E1924885A8A22BAAA8C54808">
    <w:name w:val="2E6DB1E0E1924885A8A22BAAA8C54808"/>
    <w:rsid w:val="00095F5B"/>
  </w:style>
  <w:style w:type="paragraph" w:customStyle="1" w:styleId="3CCE10BA030A4166802708377B2A8E1A">
    <w:name w:val="3CCE10BA030A4166802708377B2A8E1A"/>
    <w:rsid w:val="00095F5B"/>
  </w:style>
  <w:style w:type="paragraph" w:customStyle="1" w:styleId="695EBD33B5F04A1D8C49D1DCA7AB73B8">
    <w:name w:val="695EBD33B5F04A1D8C49D1DCA7AB73B8"/>
    <w:rsid w:val="00095F5B"/>
  </w:style>
  <w:style w:type="paragraph" w:customStyle="1" w:styleId="370195B70AD8432A92187CDCA97AD1AE">
    <w:name w:val="370195B70AD8432A92187CDCA97AD1AE"/>
    <w:rsid w:val="00095F5B"/>
  </w:style>
  <w:style w:type="paragraph" w:customStyle="1" w:styleId="996865E846164BEF82D915E2ED81CD54">
    <w:name w:val="996865E846164BEF82D915E2ED81CD54"/>
    <w:rsid w:val="00095F5B"/>
  </w:style>
  <w:style w:type="paragraph" w:customStyle="1" w:styleId="29B8B6D4BBA34A338ED7A6D6E18F4B05">
    <w:name w:val="29B8B6D4BBA34A338ED7A6D6E18F4B05"/>
    <w:rsid w:val="00095F5B"/>
  </w:style>
  <w:style w:type="paragraph" w:customStyle="1" w:styleId="90FBEB87B46749379A73ABBE44FE1103">
    <w:name w:val="90FBEB87B46749379A73ABBE44FE1103"/>
    <w:rsid w:val="00095F5B"/>
  </w:style>
  <w:style w:type="paragraph" w:customStyle="1" w:styleId="5AF4335EB2EC40E095F7E7022444E6DC">
    <w:name w:val="5AF4335EB2EC40E095F7E7022444E6DC"/>
    <w:rsid w:val="00095F5B"/>
  </w:style>
  <w:style w:type="paragraph" w:customStyle="1" w:styleId="382CCDB0FE1F49B78F246D19FDAE0E1B">
    <w:name w:val="382CCDB0FE1F49B78F246D19FDAE0E1B"/>
    <w:rsid w:val="00095F5B"/>
  </w:style>
  <w:style w:type="paragraph" w:customStyle="1" w:styleId="C1245CE4AD1A4B29ACD28B0A8AA6D331">
    <w:name w:val="C1245CE4AD1A4B29ACD28B0A8AA6D331"/>
    <w:rsid w:val="00095F5B"/>
  </w:style>
  <w:style w:type="paragraph" w:customStyle="1" w:styleId="F033F772A2A343AAAC4DA13A773B0C20">
    <w:name w:val="F033F772A2A343AAAC4DA13A773B0C20"/>
    <w:rsid w:val="00095F5B"/>
  </w:style>
  <w:style w:type="paragraph" w:customStyle="1" w:styleId="F6BEBB22A31C4F08A25FC58758524AB8">
    <w:name w:val="F6BEBB22A31C4F08A25FC58758524AB8"/>
    <w:rsid w:val="00095F5B"/>
  </w:style>
  <w:style w:type="paragraph" w:customStyle="1" w:styleId="084051CC62CA44479CBC901285A06AE8">
    <w:name w:val="084051CC62CA44479CBC901285A06AE8"/>
    <w:rsid w:val="00095F5B"/>
  </w:style>
  <w:style w:type="paragraph" w:customStyle="1" w:styleId="F00C5DA1D4CB4693A2C37C081A925EB9">
    <w:name w:val="F00C5DA1D4CB4693A2C37C081A925EB9"/>
    <w:rsid w:val="00095F5B"/>
  </w:style>
  <w:style w:type="paragraph" w:customStyle="1" w:styleId="160513D400CE46D2855E387E86C203E6">
    <w:name w:val="160513D400CE46D2855E387E86C203E6"/>
    <w:rsid w:val="00095F5B"/>
  </w:style>
  <w:style w:type="paragraph" w:customStyle="1" w:styleId="EB1DB24A0789482281CDF4CD35A37894">
    <w:name w:val="EB1DB24A0789482281CDF4CD35A37894"/>
    <w:rsid w:val="00095F5B"/>
  </w:style>
  <w:style w:type="paragraph" w:customStyle="1" w:styleId="AF5B558814B145FF82872A1DF7DED479">
    <w:name w:val="AF5B558814B145FF82872A1DF7DED479"/>
    <w:rsid w:val="00095F5B"/>
  </w:style>
  <w:style w:type="paragraph" w:customStyle="1" w:styleId="6C465723AABE4BD1A494AA6ABB5D8DFB">
    <w:name w:val="6C465723AABE4BD1A494AA6ABB5D8DFB"/>
    <w:rsid w:val="00095F5B"/>
  </w:style>
  <w:style w:type="paragraph" w:customStyle="1" w:styleId="04B79C93D34545F68A6066C86DA789D7">
    <w:name w:val="04B79C93D34545F68A6066C86DA789D7"/>
    <w:rsid w:val="00095F5B"/>
  </w:style>
  <w:style w:type="paragraph" w:customStyle="1" w:styleId="68BA9A0E20A34CE286013260B76E046D">
    <w:name w:val="68BA9A0E20A34CE286013260B76E046D"/>
    <w:rsid w:val="00095F5B"/>
  </w:style>
  <w:style w:type="paragraph" w:customStyle="1" w:styleId="18AC1A95D65D44E6A0F08679B95F5C6B">
    <w:name w:val="18AC1A95D65D44E6A0F08679B95F5C6B"/>
    <w:rsid w:val="00095F5B"/>
  </w:style>
  <w:style w:type="paragraph" w:customStyle="1" w:styleId="18DA6C595BAB48C88B273F16F8225887">
    <w:name w:val="18DA6C595BAB48C88B273F16F8225887"/>
    <w:rsid w:val="00095F5B"/>
  </w:style>
  <w:style w:type="paragraph" w:customStyle="1" w:styleId="50769E3EB8C64992B3632CDA61D9B025">
    <w:name w:val="50769E3EB8C64992B3632CDA61D9B025"/>
    <w:rsid w:val="00095F5B"/>
  </w:style>
  <w:style w:type="paragraph" w:customStyle="1" w:styleId="D41C30598A714DB896ABE8CD548E0726">
    <w:name w:val="D41C30598A714DB896ABE8CD548E0726"/>
    <w:rsid w:val="00095F5B"/>
  </w:style>
  <w:style w:type="paragraph" w:customStyle="1" w:styleId="AF25406FB22C4CBB9D44A1DDE3C92876">
    <w:name w:val="AF25406FB22C4CBB9D44A1DDE3C92876"/>
    <w:rsid w:val="00095F5B"/>
  </w:style>
  <w:style w:type="paragraph" w:customStyle="1" w:styleId="B8C8F6C9EF934C1FA4EF987866CFFF27">
    <w:name w:val="B8C8F6C9EF934C1FA4EF987866CFFF27"/>
    <w:rsid w:val="00095F5B"/>
  </w:style>
  <w:style w:type="paragraph" w:customStyle="1" w:styleId="E5F1106813534E4897614D987D8FBB87">
    <w:name w:val="E5F1106813534E4897614D987D8FBB87"/>
    <w:rsid w:val="00095F5B"/>
  </w:style>
  <w:style w:type="paragraph" w:customStyle="1" w:styleId="7B954A987AB4411DB4AF394CD7620F70">
    <w:name w:val="7B954A987AB4411DB4AF394CD7620F70"/>
    <w:rsid w:val="00095F5B"/>
  </w:style>
  <w:style w:type="paragraph" w:customStyle="1" w:styleId="9C2B640D13BB4EE99CB83AE38FC6C5A8">
    <w:name w:val="9C2B640D13BB4EE99CB83AE38FC6C5A8"/>
    <w:rsid w:val="00095F5B"/>
  </w:style>
  <w:style w:type="paragraph" w:customStyle="1" w:styleId="ECEFA222AA68422889A53D6706D0FF43">
    <w:name w:val="ECEFA222AA68422889A53D6706D0FF43"/>
    <w:rsid w:val="00095F5B"/>
  </w:style>
  <w:style w:type="paragraph" w:customStyle="1" w:styleId="08DACBE3B14B4BA4A752DC7B38C33E42">
    <w:name w:val="08DACBE3B14B4BA4A752DC7B38C33E42"/>
    <w:rsid w:val="00095F5B"/>
  </w:style>
  <w:style w:type="paragraph" w:customStyle="1" w:styleId="90D68E7976B8466C831646D2139C4A8C">
    <w:name w:val="90D68E7976B8466C831646D2139C4A8C"/>
    <w:rsid w:val="00095F5B"/>
  </w:style>
  <w:style w:type="paragraph" w:customStyle="1" w:styleId="4ABC0BB7F4184C32A475896CE99BDCFE">
    <w:name w:val="4ABC0BB7F4184C32A475896CE99BDCFE"/>
    <w:rsid w:val="00095F5B"/>
  </w:style>
  <w:style w:type="paragraph" w:customStyle="1" w:styleId="E08CDAC8457F44028694B7CB83400FB2">
    <w:name w:val="E08CDAC8457F44028694B7CB83400FB2"/>
    <w:rsid w:val="00095F5B"/>
  </w:style>
  <w:style w:type="paragraph" w:customStyle="1" w:styleId="98D272D941C84D1CAC569271014C9DA6">
    <w:name w:val="98D272D941C84D1CAC569271014C9DA6"/>
    <w:rsid w:val="00095F5B"/>
  </w:style>
  <w:style w:type="paragraph" w:customStyle="1" w:styleId="F1526DA8436544B59DE56B29F044ACB1">
    <w:name w:val="F1526DA8436544B59DE56B29F044ACB1"/>
    <w:rsid w:val="00095F5B"/>
  </w:style>
  <w:style w:type="paragraph" w:customStyle="1" w:styleId="460084D18B28428F82865F2F8857B1E4">
    <w:name w:val="460084D18B28428F82865F2F8857B1E4"/>
    <w:rsid w:val="00095F5B"/>
  </w:style>
  <w:style w:type="paragraph" w:customStyle="1" w:styleId="1C02D6B022CB4CDCB42AB6651003D79C">
    <w:name w:val="1C02D6B022CB4CDCB42AB6651003D79C"/>
    <w:rsid w:val="00095F5B"/>
  </w:style>
  <w:style w:type="paragraph" w:customStyle="1" w:styleId="58976D05EA0B4AABA800770D0B26D7D5">
    <w:name w:val="58976D05EA0B4AABA800770D0B26D7D5"/>
    <w:rsid w:val="00095F5B"/>
  </w:style>
  <w:style w:type="paragraph" w:customStyle="1" w:styleId="77DFE0A1E8E643F5AFFE8130E8FAB0F6">
    <w:name w:val="77DFE0A1E8E643F5AFFE8130E8FAB0F6"/>
    <w:rsid w:val="00095F5B"/>
  </w:style>
  <w:style w:type="paragraph" w:customStyle="1" w:styleId="ED786428B8B540C8B7A90F1DE322C484">
    <w:name w:val="ED786428B8B540C8B7A90F1DE322C484"/>
    <w:rsid w:val="00095F5B"/>
  </w:style>
  <w:style w:type="paragraph" w:customStyle="1" w:styleId="5F4037D7553A4EDA9C7D247F6EB93874">
    <w:name w:val="5F4037D7553A4EDA9C7D247F6EB93874"/>
    <w:rsid w:val="00095F5B"/>
  </w:style>
  <w:style w:type="paragraph" w:customStyle="1" w:styleId="59FCA8EC0A60456B9D475453EB0CEEB9">
    <w:name w:val="59FCA8EC0A60456B9D475453EB0CEEB9"/>
    <w:rsid w:val="00095F5B"/>
  </w:style>
  <w:style w:type="paragraph" w:customStyle="1" w:styleId="97336DA1AA6D4EE8A71C7D2F8A00A53D">
    <w:name w:val="97336DA1AA6D4EE8A71C7D2F8A00A53D"/>
    <w:rsid w:val="00095F5B"/>
  </w:style>
  <w:style w:type="paragraph" w:customStyle="1" w:styleId="2EA27DD745F741CEACBB7E4AF28379D6">
    <w:name w:val="2EA27DD745F741CEACBB7E4AF28379D6"/>
    <w:rsid w:val="00095F5B"/>
  </w:style>
  <w:style w:type="paragraph" w:customStyle="1" w:styleId="EB5A20F8AA154AB0976B38FBD3371C3B">
    <w:name w:val="EB5A20F8AA154AB0976B38FBD3371C3B"/>
    <w:rsid w:val="00095F5B"/>
  </w:style>
  <w:style w:type="paragraph" w:customStyle="1" w:styleId="6DBC16BF523142D2BC81A655F533436E">
    <w:name w:val="6DBC16BF523142D2BC81A655F533436E"/>
    <w:rsid w:val="00095F5B"/>
  </w:style>
  <w:style w:type="paragraph" w:customStyle="1" w:styleId="D3F3717636274A118E39E9C636E27886">
    <w:name w:val="D3F3717636274A118E39E9C636E27886"/>
    <w:rsid w:val="00095F5B"/>
  </w:style>
  <w:style w:type="paragraph" w:customStyle="1" w:styleId="0087676FC7A743FEAFE5FEA0364E098B">
    <w:name w:val="0087676FC7A743FEAFE5FEA0364E098B"/>
    <w:rsid w:val="00095F5B"/>
  </w:style>
  <w:style w:type="paragraph" w:customStyle="1" w:styleId="C26BEDE5DDC847C9A98107E3B961A1F0">
    <w:name w:val="C26BEDE5DDC847C9A98107E3B961A1F0"/>
    <w:rsid w:val="00095F5B"/>
  </w:style>
  <w:style w:type="paragraph" w:customStyle="1" w:styleId="F5AB297E6ADA40E3B368C9111A997CEA">
    <w:name w:val="F5AB297E6ADA40E3B368C9111A997CEA"/>
    <w:rsid w:val="00095F5B"/>
  </w:style>
  <w:style w:type="paragraph" w:customStyle="1" w:styleId="6BDE276BAA5241FCA40B25D6E0B336EF">
    <w:name w:val="6BDE276BAA5241FCA40B25D6E0B336EF"/>
    <w:rsid w:val="00095F5B"/>
  </w:style>
  <w:style w:type="paragraph" w:customStyle="1" w:styleId="739561CABAB44F41A791792ABA468ED5">
    <w:name w:val="739561CABAB44F41A791792ABA468ED5"/>
    <w:rsid w:val="00095F5B"/>
  </w:style>
  <w:style w:type="paragraph" w:customStyle="1" w:styleId="CC71FA7362AE4DC6934502778BB783A9">
    <w:name w:val="CC71FA7362AE4DC6934502778BB783A9"/>
    <w:rsid w:val="00095F5B"/>
  </w:style>
  <w:style w:type="paragraph" w:customStyle="1" w:styleId="267AA8C3214041A4B50A8EFB8668A590">
    <w:name w:val="267AA8C3214041A4B50A8EFB8668A590"/>
    <w:rsid w:val="00095F5B"/>
  </w:style>
  <w:style w:type="paragraph" w:customStyle="1" w:styleId="75577405857F46AEB4F614DC292DDAE0">
    <w:name w:val="75577405857F46AEB4F614DC292DDAE0"/>
    <w:rsid w:val="00095F5B"/>
  </w:style>
  <w:style w:type="paragraph" w:customStyle="1" w:styleId="3DC84FA4F4A94172B3535C52EDAC658A">
    <w:name w:val="3DC84FA4F4A94172B3535C52EDAC658A"/>
    <w:rsid w:val="00095F5B"/>
  </w:style>
  <w:style w:type="paragraph" w:customStyle="1" w:styleId="3944035F8B494C03BEE295D24EE76E03">
    <w:name w:val="3944035F8B494C03BEE295D24EE76E03"/>
    <w:rsid w:val="00095F5B"/>
  </w:style>
  <w:style w:type="paragraph" w:customStyle="1" w:styleId="46FBECD3F48846FFAFBD450F05370495">
    <w:name w:val="46FBECD3F48846FFAFBD450F05370495"/>
    <w:rsid w:val="00095F5B"/>
  </w:style>
  <w:style w:type="paragraph" w:customStyle="1" w:styleId="E0E69B26C46948DFA042B5CC59D1571C">
    <w:name w:val="E0E69B26C46948DFA042B5CC59D1571C"/>
    <w:rsid w:val="00095F5B"/>
  </w:style>
  <w:style w:type="paragraph" w:customStyle="1" w:styleId="618EED4245B34828A88C24B36A3CAB06">
    <w:name w:val="618EED4245B34828A88C24B36A3CAB06"/>
    <w:rsid w:val="00095F5B"/>
  </w:style>
  <w:style w:type="paragraph" w:customStyle="1" w:styleId="630EE548D114400ABBDD37D16AAF8D9A">
    <w:name w:val="630EE548D114400ABBDD37D16AAF8D9A"/>
    <w:rsid w:val="00095F5B"/>
  </w:style>
  <w:style w:type="paragraph" w:customStyle="1" w:styleId="75DBD4AD26BD4667A12C26ECCFA78CBF">
    <w:name w:val="75DBD4AD26BD4667A12C26ECCFA78CBF"/>
    <w:rsid w:val="00095F5B"/>
  </w:style>
  <w:style w:type="paragraph" w:customStyle="1" w:styleId="1F465044A7C24A3BAAF1BAA8181A70E0">
    <w:name w:val="1F465044A7C24A3BAAF1BAA8181A70E0"/>
    <w:rsid w:val="00095F5B"/>
  </w:style>
  <w:style w:type="paragraph" w:customStyle="1" w:styleId="2FDDEE9A61D041FCBE9669EDE36D68B5">
    <w:name w:val="2FDDEE9A61D041FCBE9669EDE36D68B5"/>
    <w:rsid w:val="00095F5B"/>
  </w:style>
  <w:style w:type="paragraph" w:customStyle="1" w:styleId="A505B8839E584B65BBB729F2EDD1B70B">
    <w:name w:val="A505B8839E584B65BBB729F2EDD1B70B"/>
    <w:rsid w:val="00095F5B"/>
  </w:style>
  <w:style w:type="paragraph" w:customStyle="1" w:styleId="0ED86680B37E4417BA648D1565594C30">
    <w:name w:val="0ED86680B37E4417BA648D1565594C30"/>
    <w:rsid w:val="00095F5B"/>
  </w:style>
  <w:style w:type="paragraph" w:customStyle="1" w:styleId="93579F368FA04C86B7190CC59279C0B2">
    <w:name w:val="93579F368FA04C86B7190CC59279C0B2"/>
    <w:rsid w:val="00095F5B"/>
  </w:style>
  <w:style w:type="paragraph" w:customStyle="1" w:styleId="863D51C735004E559F201030EEDA73D0">
    <w:name w:val="863D51C735004E559F201030EEDA73D0"/>
    <w:rsid w:val="00095F5B"/>
  </w:style>
  <w:style w:type="paragraph" w:customStyle="1" w:styleId="CE400FED6E024CBFBA309F51316F174A">
    <w:name w:val="CE400FED6E024CBFBA309F51316F174A"/>
    <w:rsid w:val="00095F5B"/>
  </w:style>
  <w:style w:type="paragraph" w:customStyle="1" w:styleId="FB643552DFC74B07B9926AF246ADFBCE">
    <w:name w:val="FB643552DFC74B07B9926AF246ADFBCE"/>
    <w:rsid w:val="00095F5B"/>
  </w:style>
  <w:style w:type="paragraph" w:customStyle="1" w:styleId="A0C0C3BC01164FAC8AAA62D45B8C8BED">
    <w:name w:val="A0C0C3BC01164FAC8AAA62D45B8C8BED"/>
    <w:rsid w:val="00095F5B"/>
  </w:style>
  <w:style w:type="paragraph" w:customStyle="1" w:styleId="3AB86E5652F64A398B96B3AB53E22350">
    <w:name w:val="3AB86E5652F64A398B96B3AB53E22350"/>
    <w:rsid w:val="00095F5B"/>
  </w:style>
  <w:style w:type="paragraph" w:customStyle="1" w:styleId="F883C1CE417C44D692F162AD684C363F">
    <w:name w:val="F883C1CE417C44D692F162AD684C363F"/>
    <w:rsid w:val="00095F5B"/>
  </w:style>
  <w:style w:type="paragraph" w:customStyle="1" w:styleId="73320BC8E75C478BAACCC83A5699E091">
    <w:name w:val="73320BC8E75C478BAACCC83A5699E091"/>
    <w:rsid w:val="00095F5B"/>
  </w:style>
  <w:style w:type="paragraph" w:customStyle="1" w:styleId="2B7B3473FED145AF8486D7DD4E5CB407">
    <w:name w:val="2B7B3473FED145AF8486D7DD4E5CB407"/>
    <w:rsid w:val="00095F5B"/>
  </w:style>
  <w:style w:type="paragraph" w:customStyle="1" w:styleId="B69ABC319F0D486CB028BC97BD182DFB">
    <w:name w:val="B69ABC319F0D486CB028BC97BD182DFB"/>
    <w:rsid w:val="00095F5B"/>
  </w:style>
  <w:style w:type="paragraph" w:customStyle="1" w:styleId="00F61956FF534ABBAB8E13C10C9F86A9">
    <w:name w:val="00F61956FF534ABBAB8E13C10C9F86A9"/>
    <w:rsid w:val="00095F5B"/>
  </w:style>
  <w:style w:type="paragraph" w:customStyle="1" w:styleId="846BB847188F44379F18A5146F7E74B5">
    <w:name w:val="846BB847188F44379F18A5146F7E74B5"/>
    <w:rsid w:val="00095F5B"/>
  </w:style>
  <w:style w:type="paragraph" w:customStyle="1" w:styleId="C8F7ACF86A57473D903E5AB87D2377AF">
    <w:name w:val="C8F7ACF86A57473D903E5AB87D2377AF"/>
    <w:rsid w:val="00095F5B"/>
  </w:style>
  <w:style w:type="paragraph" w:customStyle="1" w:styleId="5C8A8800AC9849AD93990449CA435DF6">
    <w:name w:val="5C8A8800AC9849AD93990449CA435DF6"/>
    <w:rsid w:val="00095F5B"/>
  </w:style>
  <w:style w:type="paragraph" w:customStyle="1" w:styleId="82873EAB49DD4F33A1A5896FDC0040A1">
    <w:name w:val="82873EAB49DD4F33A1A5896FDC0040A1"/>
    <w:rsid w:val="00095F5B"/>
  </w:style>
  <w:style w:type="paragraph" w:customStyle="1" w:styleId="3EBDDA2CAFBE44B98B460DA9ADC74DD9">
    <w:name w:val="3EBDDA2CAFBE44B98B460DA9ADC74DD9"/>
    <w:rsid w:val="00095F5B"/>
  </w:style>
  <w:style w:type="paragraph" w:customStyle="1" w:styleId="8575E4BCBD2C4425BFF705076420217F">
    <w:name w:val="8575E4BCBD2C4425BFF705076420217F"/>
    <w:rsid w:val="00095F5B"/>
  </w:style>
  <w:style w:type="paragraph" w:customStyle="1" w:styleId="DDA89E2EECB947288D7272260350FECE">
    <w:name w:val="DDA89E2EECB947288D7272260350FECE"/>
    <w:rsid w:val="00095F5B"/>
  </w:style>
  <w:style w:type="paragraph" w:customStyle="1" w:styleId="14E740E3483941F096F873EBF7EA8B00">
    <w:name w:val="14E740E3483941F096F873EBF7EA8B00"/>
    <w:rsid w:val="00095F5B"/>
  </w:style>
  <w:style w:type="paragraph" w:customStyle="1" w:styleId="3B36AFB0E8FB46B48AEBC664E1189253">
    <w:name w:val="3B36AFB0E8FB46B48AEBC664E1189253"/>
    <w:rsid w:val="00095F5B"/>
  </w:style>
  <w:style w:type="paragraph" w:customStyle="1" w:styleId="B162C27B97514290802B8B218D9CB088">
    <w:name w:val="B162C27B97514290802B8B218D9CB088"/>
    <w:rsid w:val="00095F5B"/>
  </w:style>
  <w:style w:type="paragraph" w:customStyle="1" w:styleId="AA155D96D6D1420B8AD7F6EC7142FAE8">
    <w:name w:val="AA155D96D6D1420B8AD7F6EC7142FAE8"/>
    <w:rsid w:val="00095F5B"/>
  </w:style>
  <w:style w:type="paragraph" w:customStyle="1" w:styleId="91AAF5133C484225A523BE5683147DFE">
    <w:name w:val="91AAF5133C484225A523BE5683147DFE"/>
    <w:rsid w:val="00095F5B"/>
  </w:style>
  <w:style w:type="paragraph" w:customStyle="1" w:styleId="5ADF52E5C0E74A92908DECDBC34E8493">
    <w:name w:val="5ADF52E5C0E74A92908DECDBC34E8493"/>
    <w:rsid w:val="00095F5B"/>
  </w:style>
  <w:style w:type="paragraph" w:customStyle="1" w:styleId="78B346C0A18B4D298C1E161615F1936A">
    <w:name w:val="78B346C0A18B4D298C1E161615F1936A"/>
    <w:rsid w:val="00095F5B"/>
  </w:style>
  <w:style w:type="paragraph" w:customStyle="1" w:styleId="BFE09AE3389B459F94AB3EA1B4E343DF">
    <w:name w:val="BFE09AE3389B459F94AB3EA1B4E343DF"/>
    <w:rsid w:val="00095F5B"/>
  </w:style>
  <w:style w:type="paragraph" w:customStyle="1" w:styleId="3327AE1495DA47C49ADDC0F0B839F839">
    <w:name w:val="3327AE1495DA47C49ADDC0F0B839F839"/>
    <w:rsid w:val="00095F5B"/>
  </w:style>
  <w:style w:type="paragraph" w:customStyle="1" w:styleId="F43939C2EE5B4C5DAC35ED12FF018F26">
    <w:name w:val="F43939C2EE5B4C5DAC35ED12FF018F26"/>
    <w:rsid w:val="00095F5B"/>
  </w:style>
  <w:style w:type="paragraph" w:customStyle="1" w:styleId="241EEE2AA5E848D69A6F937B30B52902">
    <w:name w:val="241EEE2AA5E848D69A6F937B30B52902"/>
    <w:rsid w:val="00095F5B"/>
  </w:style>
  <w:style w:type="paragraph" w:customStyle="1" w:styleId="800896326FF54E06AA4F465D7DB2F7AE">
    <w:name w:val="800896326FF54E06AA4F465D7DB2F7AE"/>
    <w:rsid w:val="00095F5B"/>
  </w:style>
  <w:style w:type="paragraph" w:customStyle="1" w:styleId="42EC76BF750E4FCDB82EFAD2757CA609">
    <w:name w:val="42EC76BF750E4FCDB82EFAD2757CA609"/>
    <w:rsid w:val="00095F5B"/>
  </w:style>
  <w:style w:type="paragraph" w:customStyle="1" w:styleId="379E9680C3A245979A570E13637ADB8A">
    <w:name w:val="379E9680C3A245979A570E13637ADB8A"/>
    <w:rsid w:val="00095F5B"/>
  </w:style>
  <w:style w:type="paragraph" w:customStyle="1" w:styleId="ADFEB16FF5DE4CEFBFAC3F7995D5477C">
    <w:name w:val="ADFEB16FF5DE4CEFBFAC3F7995D5477C"/>
    <w:rsid w:val="00095F5B"/>
  </w:style>
  <w:style w:type="paragraph" w:customStyle="1" w:styleId="D41E32980F594897B42ABEEF722611D6">
    <w:name w:val="D41E32980F594897B42ABEEF722611D6"/>
    <w:rsid w:val="00095F5B"/>
  </w:style>
  <w:style w:type="paragraph" w:customStyle="1" w:styleId="2BF100E8FF3848639F623472EF4F0D0F">
    <w:name w:val="2BF100E8FF3848639F623472EF4F0D0F"/>
    <w:rsid w:val="00095F5B"/>
  </w:style>
  <w:style w:type="paragraph" w:customStyle="1" w:styleId="B780DBF3FD964215A4C88763EEAAF4FB">
    <w:name w:val="B780DBF3FD964215A4C88763EEAAF4FB"/>
    <w:rsid w:val="00095F5B"/>
  </w:style>
  <w:style w:type="paragraph" w:customStyle="1" w:styleId="5CF6E2FC13054469B6817C0A48E4DC5D">
    <w:name w:val="5CF6E2FC13054469B6817C0A48E4DC5D"/>
    <w:rsid w:val="00095F5B"/>
  </w:style>
  <w:style w:type="paragraph" w:customStyle="1" w:styleId="601B41D04364440A9BE4BD9A7963A93D">
    <w:name w:val="601B41D04364440A9BE4BD9A7963A93D"/>
    <w:rsid w:val="00095F5B"/>
  </w:style>
  <w:style w:type="paragraph" w:customStyle="1" w:styleId="30C81801045F4398956424F42680FA66">
    <w:name w:val="30C81801045F4398956424F42680FA66"/>
    <w:rsid w:val="00095F5B"/>
  </w:style>
  <w:style w:type="paragraph" w:customStyle="1" w:styleId="92B5F880427644EE96949A8A597BDD1C">
    <w:name w:val="92B5F880427644EE96949A8A597BDD1C"/>
    <w:rsid w:val="00095F5B"/>
  </w:style>
  <w:style w:type="paragraph" w:customStyle="1" w:styleId="6930503124BC432796B8499C4F97BE4A">
    <w:name w:val="6930503124BC432796B8499C4F97BE4A"/>
    <w:rsid w:val="00095F5B"/>
  </w:style>
  <w:style w:type="paragraph" w:customStyle="1" w:styleId="42513A880FF04849B1D2E4664900EEC8">
    <w:name w:val="42513A880FF04849B1D2E4664900EEC8"/>
    <w:rsid w:val="00095F5B"/>
  </w:style>
  <w:style w:type="paragraph" w:customStyle="1" w:styleId="D3EF27242F09404CA2C89564F61112DF">
    <w:name w:val="D3EF27242F09404CA2C89564F61112DF"/>
    <w:rsid w:val="00095F5B"/>
  </w:style>
  <w:style w:type="paragraph" w:customStyle="1" w:styleId="69B72985FC7A4DEB860EBFF15D3791EC">
    <w:name w:val="69B72985FC7A4DEB860EBFF15D3791EC"/>
    <w:rsid w:val="00095F5B"/>
  </w:style>
  <w:style w:type="paragraph" w:customStyle="1" w:styleId="99267B140A6D48E1A635837597C69092">
    <w:name w:val="99267B140A6D48E1A635837597C69092"/>
    <w:rsid w:val="00095F5B"/>
  </w:style>
  <w:style w:type="paragraph" w:customStyle="1" w:styleId="F4C1F4C3B1A8425DAAF00C2B81B2BE7F">
    <w:name w:val="F4C1F4C3B1A8425DAAF00C2B81B2BE7F"/>
    <w:rsid w:val="00095F5B"/>
  </w:style>
  <w:style w:type="paragraph" w:customStyle="1" w:styleId="2F8FFC7E89CF48E898D8CB2A0B68ED88">
    <w:name w:val="2F8FFC7E89CF48E898D8CB2A0B68ED88"/>
    <w:rsid w:val="00095F5B"/>
  </w:style>
  <w:style w:type="paragraph" w:customStyle="1" w:styleId="B07450527FD9488D8FE3C54491684C33">
    <w:name w:val="B07450527FD9488D8FE3C54491684C33"/>
    <w:rsid w:val="00095F5B"/>
  </w:style>
  <w:style w:type="paragraph" w:customStyle="1" w:styleId="628FAA1521C94148A6E2E4236A967F9D">
    <w:name w:val="628FAA1521C94148A6E2E4236A967F9D"/>
    <w:rsid w:val="00095F5B"/>
  </w:style>
  <w:style w:type="paragraph" w:customStyle="1" w:styleId="10FEC00E5AFF4746873BFE6DD6F84B12">
    <w:name w:val="10FEC00E5AFF4746873BFE6DD6F84B12"/>
    <w:rsid w:val="00095F5B"/>
  </w:style>
  <w:style w:type="paragraph" w:customStyle="1" w:styleId="BB2F17115F4A4E3E955883EFE20A63BA">
    <w:name w:val="BB2F17115F4A4E3E955883EFE20A63BA"/>
    <w:rsid w:val="00095F5B"/>
  </w:style>
  <w:style w:type="paragraph" w:customStyle="1" w:styleId="BE28FD72ADC74EF8ADC281DB2B501659">
    <w:name w:val="BE28FD72ADC74EF8ADC281DB2B501659"/>
    <w:rsid w:val="00095F5B"/>
  </w:style>
  <w:style w:type="paragraph" w:customStyle="1" w:styleId="B6CB64A3ACA24324B6CB6FD4BD33C2BF">
    <w:name w:val="B6CB64A3ACA24324B6CB6FD4BD33C2BF"/>
    <w:rsid w:val="00095F5B"/>
  </w:style>
  <w:style w:type="paragraph" w:customStyle="1" w:styleId="56FEB17117B64149869EBF18B87434BD">
    <w:name w:val="56FEB17117B64149869EBF18B87434BD"/>
    <w:rsid w:val="00095F5B"/>
  </w:style>
  <w:style w:type="paragraph" w:customStyle="1" w:styleId="3E1143F4F9A24FF497409BD53691ED33">
    <w:name w:val="3E1143F4F9A24FF497409BD53691ED33"/>
    <w:rsid w:val="00095F5B"/>
  </w:style>
  <w:style w:type="paragraph" w:customStyle="1" w:styleId="FD89D985515C4583B7DD88D76AE25CD4">
    <w:name w:val="FD89D985515C4583B7DD88D76AE25CD4"/>
    <w:rsid w:val="00095F5B"/>
  </w:style>
  <w:style w:type="paragraph" w:customStyle="1" w:styleId="0AEAF85FAF61429E9E8B38CAC23ED0B7">
    <w:name w:val="0AEAF85FAF61429E9E8B38CAC23ED0B7"/>
    <w:rsid w:val="00095F5B"/>
  </w:style>
  <w:style w:type="paragraph" w:customStyle="1" w:styleId="AF658BF1EE3048FEA25C73E8200BB19E">
    <w:name w:val="AF658BF1EE3048FEA25C73E8200BB19E"/>
    <w:rsid w:val="00095F5B"/>
  </w:style>
  <w:style w:type="paragraph" w:customStyle="1" w:styleId="47A86EE6A40C47E78135CAB3119C51E1">
    <w:name w:val="47A86EE6A40C47E78135CAB3119C51E1"/>
    <w:rsid w:val="00095F5B"/>
  </w:style>
  <w:style w:type="paragraph" w:customStyle="1" w:styleId="7CF3950704844F74B9204DC6608481A3">
    <w:name w:val="7CF3950704844F74B9204DC6608481A3"/>
    <w:rsid w:val="00095F5B"/>
  </w:style>
  <w:style w:type="paragraph" w:customStyle="1" w:styleId="5813E975ACD946B1AA6D2C1A45935630">
    <w:name w:val="5813E975ACD946B1AA6D2C1A45935630"/>
    <w:rsid w:val="00095F5B"/>
  </w:style>
  <w:style w:type="paragraph" w:customStyle="1" w:styleId="377DEC22E2F943269F305FA0FD6517D8">
    <w:name w:val="377DEC22E2F943269F305FA0FD6517D8"/>
    <w:rsid w:val="00095F5B"/>
  </w:style>
  <w:style w:type="paragraph" w:customStyle="1" w:styleId="44DB09928DED40F087D19FD82921308E">
    <w:name w:val="44DB09928DED40F087D19FD82921308E"/>
    <w:rsid w:val="00095F5B"/>
  </w:style>
  <w:style w:type="paragraph" w:customStyle="1" w:styleId="C1A695A8ACB344A09B223A361E1B9D06">
    <w:name w:val="C1A695A8ACB344A09B223A361E1B9D06"/>
    <w:rsid w:val="00095F5B"/>
  </w:style>
  <w:style w:type="paragraph" w:customStyle="1" w:styleId="FA84764F3D6B4B11A79160B83BE22423">
    <w:name w:val="FA84764F3D6B4B11A79160B83BE22423"/>
    <w:rsid w:val="00095F5B"/>
  </w:style>
  <w:style w:type="paragraph" w:customStyle="1" w:styleId="34BA950507404E0C8C404A0C921CFB6C">
    <w:name w:val="34BA950507404E0C8C404A0C921CFB6C"/>
    <w:rsid w:val="00095F5B"/>
  </w:style>
  <w:style w:type="paragraph" w:customStyle="1" w:styleId="3A5788E790FF44F09280170EB175C857">
    <w:name w:val="3A5788E790FF44F09280170EB175C857"/>
    <w:rsid w:val="00095F5B"/>
  </w:style>
  <w:style w:type="paragraph" w:customStyle="1" w:styleId="AD88FB13FC0A459AA299EE06B900C720">
    <w:name w:val="AD88FB13FC0A459AA299EE06B900C720"/>
    <w:rsid w:val="00095F5B"/>
  </w:style>
  <w:style w:type="paragraph" w:customStyle="1" w:styleId="6A4CF4B1FD4F4F5B99452806C3E4E1B6">
    <w:name w:val="6A4CF4B1FD4F4F5B99452806C3E4E1B6"/>
    <w:rsid w:val="00095F5B"/>
  </w:style>
  <w:style w:type="paragraph" w:customStyle="1" w:styleId="BD13F3FA88B24E1EB27B94DE0EEC471B">
    <w:name w:val="BD13F3FA88B24E1EB27B94DE0EEC471B"/>
    <w:rsid w:val="00095F5B"/>
  </w:style>
  <w:style w:type="paragraph" w:customStyle="1" w:styleId="8E911AB798764A639AF3FA840EEBE1BC">
    <w:name w:val="8E911AB798764A639AF3FA840EEBE1BC"/>
    <w:rsid w:val="00095F5B"/>
  </w:style>
  <w:style w:type="paragraph" w:customStyle="1" w:styleId="5368F0A75B2C412DB435F4A99E727635">
    <w:name w:val="5368F0A75B2C412DB435F4A99E727635"/>
    <w:rsid w:val="00095F5B"/>
  </w:style>
  <w:style w:type="paragraph" w:customStyle="1" w:styleId="26C1CEAE49A34538843836EC0B3B1943">
    <w:name w:val="26C1CEAE49A34538843836EC0B3B1943"/>
    <w:rsid w:val="00095F5B"/>
  </w:style>
  <w:style w:type="paragraph" w:customStyle="1" w:styleId="A4890112631A4A17BC98483DF7937E8B">
    <w:name w:val="A4890112631A4A17BC98483DF7937E8B"/>
    <w:rsid w:val="00095F5B"/>
  </w:style>
  <w:style w:type="paragraph" w:customStyle="1" w:styleId="DCDE8C6C9079421CA254C450B9E37112">
    <w:name w:val="DCDE8C6C9079421CA254C450B9E37112"/>
    <w:rsid w:val="00095F5B"/>
  </w:style>
  <w:style w:type="paragraph" w:customStyle="1" w:styleId="762270E3101B45D2940BE1B6B42FC248">
    <w:name w:val="762270E3101B45D2940BE1B6B42FC248"/>
    <w:rsid w:val="00095F5B"/>
  </w:style>
  <w:style w:type="paragraph" w:customStyle="1" w:styleId="8A4B77E902A54AA595EE7E11188DDD9F">
    <w:name w:val="8A4B77E902A54AA595EE7E11188DDD9F"/>
    <w:rsid w:val="00095F5B"/>
  </w:style>
  <w:style w:type="paragraph" w:customStyle="1" w:styleId="5C2AFACA57A346D783B7CA0D77DD926C">
    <w:name w:val="5C2AFACA57A346D783B7CA0D77DD926C"/>
    <w:rsid w:val="00095F5B"/>
  </w:style>
  <w:style w:type="paragraph" w:customStyle="1" w:styleId="824D48E9B4C94AB9A4F30DA36B3C469E">
    <w:name w:val="824D48E9B4C94AB9A4F30DA36B3C469E"/>
    <w:rsid w:val="00095F5B"/>
  </w:style>
  <w:style w:type="paragraph" w:customStyle="1" w:styleId="007FCAF45D344586AAC8959207A3D576">
    <w:name w:val="007FCAF45D344586AAC8959207A3D576"/>
    <w:rsid w:val="00095F5B"/>
  </w:style>
  <w:style w:type="paragraph" w:customStyle="1" w:styleId="D4E01FECC07A41B881896E19045450D9">
    <w:name w:val="D4E01FECC07A41B881896E19045450D9"/>
    <w:rsid w:val="00095F5B"/>
  </w:style>
  <w:style w:type="paragraph" w:customStyle="1" w:styleId="1E4629BA251444FAA857C71C21533A34">
    <w:name w:val="1E4629BA251444FAA857C71C21533A34"/>
    <w:rsid w:val="00095F5B"/>
  </w:style>
  <w:style w:type="paragraph" w:customStyle="1" w:styleId="7BC8E9869DDF402C9E47338FBBCE3962">
    <w:name w:val="7BC8E9869DDF402C9E47338FBBCE3962"/>
    <w:rsid w:val="00095F5B"/>
  </w:style>
  <w:style w:type="paragraph" w:customStyle="1" w:styleId="62B770F3DCBC414CB6D443AE56FEB82C">
    <w:name w:val="62B770F3DCBC414CB6D443AE56FEB82C"/>
    <w:rsid w:val="00095F5B"/>
  </w:style>
  <w:style w:type="paragraph" w:customStyle="1" w:styleId="000E2D1AE92A4F5688CE9A92D2862454">
    <w:name w:val="000E2D1AE92A4F5688CE9A92D2862454"/>
    <w:rsid w:val="00095F5B"/>
  </w:style>
  <w:style w:type="paragraph" w:customStyle="1" w:styleId="6CDB03DE68C94897ACB498F0D66CAC8B">
    <w:name w:val="6CDB03DE68C94897ACB498F0D66CAC8B"/>
    <w:rsid w:val="00095F5B"/>
  </w:style>
  <w:style w:type="paragraph" w:customStyle="1" w:styleId="3E618ED3A1FB4B5DBDBE34F6455677ED">
    <w:name w:val="3E618ED3A1FB4B5DBDBE34F6455677ED"/>
    <w:rsid w:val="00095F5B"/>
  </w:style>
  <w:style w:type="paragraph" w:customStyle="1" w:styleId="3355EC80446A4E54AD7FCEC49C99E50C">
    <w:name w:val="3355EC80446A4E54AD7FCEC49C99E50C"/>
    <w:rsid w:val="00095F5B"/>
  </w:style>
  <w:style w:type="paragraph" w:customStyle="1" w:styleId="3C8279EFC6B34127B8FC0802BDA5706A">
    <w:name w:val="3C8279EFC6B34127B8FC0802BDA5706A"/>
    <w:rsid w:val="00095F5B"/>
  </w:style>
  <w:style w:type="paragraph" w:customStyle="1" w:styleId="26B94E5A5F1D4B34BF166E453AEE401F">
    <w:name w:val="26B94E5A5F1D4B34BF166E453AEE401F"/>
    <w:rsid w:val="00095F5B"/>
  </w:style>
  <w:style w:type="paragraph" w:customStyle="1" w:styleId="027404F937A34FCA801FDC6543CA684B">
    <w:name w:val="027404F937A34FCA801FDC6543CA684B"/>
    <w:rsid w:val="00095F5B"/>
  </w:style>
  <w:style w:type="paragraph" w:customStyle="1" w:styleId="591962B27A0E429E8DB834D7AC132D3E">
    <w:name w:val="591962B27A0E429E8DB834D7AC132D3E"/>
    <w:rsid w:val="00095F5B"/>
  </w:style>
  <w:style w:type="paragraph" w:customStyle="1" w:styleId="FCDDD19ACC814C168713702A7AA8707A">
    <w:name w:val="FCDDD19ACC814C168713702A7AA8707A"/>
    <w:rsid w:val="00095F5B"/>
  </w:style>
  <w:style w:type="paragraph" w:customStyle="1" w:styleId="F93A29FBE4AF42B683D50D9760D4311D">
    <w:name w:val="F93A29FBE4AF42B683D50D9760D4311D"/>
    <w:rsid w:val="00095F5B"/>
  </w:style>
  <w:style w:type="paragraph" w:customStyle="1" w:styleId="537245E6D8BA4A8D8F790EBBDAB58EBE">
    <w:name w:val="537245E6D8BA4A8D8F790EBBDAB58EBE"/>
    <w:rsid w:val="00095F5B"/>
  </w:style>
  <w:style w:type="paragraph" w:customStyle="1" w:styleId="9067456F769F4F0EB782ECCFE2B0EC18">
    <w:name w:val="9067456F769F4F0EB782ECCFE2B0EC18"/>
    <w:rsid w:val="00095F5B"/>
  </w:style>
  <w:style w:type="paragraph" w:customStyle="1" w:styleId="A954BB5E5D7045DCA43830FACD8B7E87">
    <w:name w:val="A954BB5E5D7045DCA43830FACD8B7E87"/>
    <w:rsid w:val="00095F5B"/>
  </w:style>
  <w:style w:type="paragraph" w:customStyle="1" w:styleId="373F2F54F6824C41A58ABF68EBE2B512">
    <w:name w:val="373F2F54F6824C41A58ABF68EBE2B512"/>
    <w:rsid w:val="00095F5B"/>
  </w:style>
  <w:style w:type="paragraph" w:customStyle="1" w:styleId="0CBFD60E55F64BE7848AE824C33A5E38">
    <w:name w:val="0CBFD60E55F64BE7848AE824C33A5E38"/>
    <w:rsid w:val="00095F5B"/>
  </w:style>
  <w:style w:type="paragraph" w:customStyle="1" w:styleId="B451314DB43840F5BBF2B7226AB0E8AB">
    <w:name w:val="B451314DB43840F5BBF2B7226AB0E8AB"/>
    <w:rsid w:val="00095F5B"/>
  </w:style>
  <w:style w:type="paragraph" w:customStyle="1" w:styleId="8632561D4B9B4BE094B187327547DC20">
    <w:name w:val="8632561D4B9B4BE094B187327547DC20"/>
    <w:rsid w:val="00095F5B"/>
  </w:style>
  <w:style w:type="paragraph" w:customStyle="1" w:styleId="39A29693DD96470A995219722EBC4B16">
    <w:name w:val="39A29693DD96470A995219722EBC4B16"/>
    <w:rsid w:val="00095F5B"/>
  </w:style>
  <w:style w:type="paragraph" w:customStyle="1" w:styleId="D9725118C3484902B27CC3897E6E0FC4">
    <w:name w:val="D9725118C3484902B27CC3897E6E0FC4"/>
    <w:rsid w:val="00095F5B"/>
  </w:style>
  <w:style w:type="paragraph" w:customStyle="1" w:styleId="5C17D7A5E55741C79BC6F721318F4D13">
    <w:name w:val="5C17D7A5E55741C79BC6F721318F4D13"/>
    <w:rsid w:val="00095F5B"/>
  </w:style>
  <w:style w:type="paragraph" w:customStyle="1" w:styleId="13AA2A6EB02140339DF1B0E0EE3E91A7">
    <w:name w:val="13AA2A6EB02140339DF1B0E0EE3E91A7"/>
    <w:rsid w:val="00095F5B"/>
  </w:style>
  <w:style w:type="paragraph" w:customStyle="1" w:styleId="83A32DE7B8744AECA7026616366E43C5">
    <w:name w:val="83A32DE7B8744AECA7026616366E43C5"/>
    <w:rsid w:val="00095F5B"/>
  </w:style>
  <w:style w:type="paragraph" w:customStyle="1" w:styleId="DC0D057C836B4F08A042ABC53C8A08BF">
    <w:name w:val="DC0D057C836B4F08A042ABC53C8A08BF"/>
    <w:rsid w:val="00095F5B"/>
  </w:style>
  <w:style w:type="paragraph" w:customStyle="1" w:styleId="BC94878C98BA44A399CD6BB95412A0F6">
    <w:name w:val="BC94878C98BA44A399CD6BB95412A0F6"/>
    <w:rsid w:val="00095F5B"/>
  </w:style>
  <w:style w:type="paragraph" w:customStyle="1" w:styleId="D85F1E6894F443AD99B41A329F9AC099">
    <w:name w:val="D85F1E6894F443AD99B41A329F9AC099"/>
    <w:rsid w:val="00095F5B"/>
  </w:style>
  <w:style w:type="paragraph" w:customStyle="1" w:styleId="22090BDAC31E47108E97508419CF5480">
    <w:name w:val="22090BDAC31E47108E97508419CF5480"/>
    <w:rsid w:val="00095F5B"/>
  </w:style>
  <w:style w:type="paragraph" w:customStyle="1" w:styleId="FA80E528AA014626B4EF5411D78E35DA">
    <w:name w:val="FA80E528AA014626B4EF5411D78E35DA"/>
    <w:rsid w:val="00095F5B"/>
  </w:style>
  <w:style w:type="paragraph" w:customStyle="1" w:styleId="0C096457AE2747ABBA8A94E1E2DE7688">
    <w:name w:val="0C096457AE2747ABBA8A94E1E2DE7688"/>
    <w:rsid w:val="00095F5B"/>
  </w:style>
  <w:style w:type="paragraph" w:customStyle="1" w:styleId="B1D7DB3C9B2143859A0A07E261E7C67A">
    <w:name w:val="B1D7DB3C9B2143859A0A07E261E7C67A"/>
    <w:rsid w:val="00095F5B"/>
  </w:style>
  <w:style w:type="paragraph" w:customStyle="1" w:styleId="0430ABCA1C9D43E3B601F0683DE84D1E">
    <w:name w:val="0430ABCA1C9D43E3B601F0683DE84D1E"/>
    <w:rsid w:val="00095F5B"/>
  </w:style>
  <w:style w:type="paragraph" w:customStyle="1" w:styleId="D7AECA77469D47069C345BBD6CA8D030">
    <w:name w:val="D7AECA77469D47069C345BBD6CA8D030"/>
    <w:rsid w:val="00095F5B"/>
  </w:style>
  <w:style w:type="paragraph" w:customStyle="1" w:styleId="46B63917EEE54BC7BB4C5B0370024143">
    <w:name w:val="46B63917EEE54BC7BB4C5B0370024143"/>
    <w:rsid w:val="00095F5B"/>
  </w:style>
  <w:style w:type="paragraph" w:customStyle="1" w:styleId="6768B46563E4488BAF91D62CCC1E7731">
    <w:name w:val="6768B46563E4488BAF91D62CCC1E7731"/>
    <w:rsid w:val="00095F5B"/>
  </w:style>
  <w:style w:type="paragraph" w:customStyle="1" w:styleId="F126870E7D26481D80F752BB3E5DC7F9">
    <w:name w:val="F126870E7D26481D80F752BB3E5DC7F9"/>
    <w:rsid w:val="00095F5B"/>
  </w:style>
  <w:style w:type="paragraph" w:customStyle="1" w:styleId="9C03692F2A8044F5828E4173832E3E1E">
    <w:name w:val="9C03692F2A8044F5828E4173832E3E1E"/>
    <w:rsid w:val="00095F5B"/>
  </w:style>
  <w:style w:type="paragraph" w:customStyle="1" w:styleId="0CAA0B7B02224B46A7DAA98922831342">
    <w:name w:val="0CAA0B7B02224B46A7DAA98922831342"/>
    <w:rsid w:val="00095F5B"/>
  </w:style>
  <w:style w:type="paragraph" w:customStyle="1" w:styleId="451E1E88F3294100843F484766964227">
    <w:name w:val="451E1E88F3294100843F484766964227"/>
    <w:rsid w:val="00095F5B"/>
  </w:style>
  <w:style w:type="paragraph" w:customStyle="1" w:styleId="1C1A5DD8D850494BB6C8C141501EF0B9">
    <w:name w:val="1C1A5DD8D850494BB6C8C141501EF0B9"/>
    <w:rsid w:val="00095F5B"/>
  </w:style>
  <w:style w:type="paragraph" w:customStyle="1" w:styleId="B095DE202053456892A58CBC60DB5AF1">
    <w:name w:val="B095DE202053456892A58CBC60DB5AF1"/>
    <w:rsid w:val="00095F5B"/>
  </w:style>
  <w:style w:type="paragraph" w:customStyle="1" w:styleId="9CBE012224354BACB484E8A9D70F86E7">
    <w:name w:val="9CBE012224354BACB484E8A9D70F86E7"/>
    <w:rsid w:val="00095F5B"/>
  </w:style>
  <w:style w:type="paragraph" w:customStyle="1" w:styleId="87367AA4D66E49C0A754013AE5BAE4AB">
    <w:name w:val="87367AA4D66E49C0A754013AE5BAE4AB"/>
    <w:rsid w:val="00095F5B"/>
  </w:style>
  <w:style w:type="paragraph" w:customStyle="1" w:styleId="BC1D0E92034A4E2F85131A19B4A1FF84">
    <w:name w:val="BC1D0E92034A4E2F85131A19B4A1FF84"/>
    <w:rsid w:val="00095F5B"/>
  </w:style>
  <w:style w:type="paragraph" w:customStyle="1" w:styleId="2B8E1D0208CF4B308C13362F78C64175">
    <w:name w:val="2B8E1D0208CF4B308C13362F78C64175"/>
    <w:rsid w:val="00095F5B"/>
  </w:style>
  <w:style w:type="paragraph" w:customStyle="1" w:styleId="6DBC675D98EA40A7874C84FCE59F70A1">
    <w:name w:val="6DBC675D98EA40A7874C84FCE59F70A1"/>
    <w:rsid w:val="00095F5B"/>
  </w:style>
  <w:style w:type="paragraph" w:customStyle="1" w:styleId="F96793494DB2444A924DB1E10D5B0D4F">
    <w:name w:val="F96793494DB2444A924DB1E10D5B0D4F"/>
    <w:rsid w:val="00095F5B"/>
  </w:style>
  <w:style w:type="paragraph" w:customStyle="1" w:styleId="3D5B371DAE8B4B0999664EAF2FE2B979">
    <w:name w:val="3D5B371DAE8B4B0999664EAF2FE2B979"/>
    <w:rsid w:val="00095F5B"/>
  </w:style>
  <w:style w:type="paragraph" w:customStyle="1" w:styleId="DF35866E37824423A2B873D1A8094AE5">
    <w:name w:val="DF35866E37824423A2B873D1A8094AE5"/>
    <w:rsid w:val="00095F5B"/>
  </w:style>
  <w:style w:type="paragraph" w:customStyle="1" w:styleId="8D532322391249838EA20F56B6C90BAE">
    <w:name w:val="8D532322391249838EA20F56B6C90BAE"/>
    <w:rsid w:val="00095F5B"/>
  </w:style>
  <w:style w:type="paragraph" w:customStyle="1" w:styleId="079D35EC232749A1B7C032FC87850598">
    <w:name w:val="079D35EC232749A1B7C032FC87850598"/>
    <w:rsid w:val="00095F5B"/>
  </w:style>
  <w:style w:type="paragraph" w:customStyle="1" w:styleId="DD8FC92213D24A59B2CFFCA1F5E18887">
    <w:name w:val="DD8FC92213D24A59B2CFFCA1F5E18887"/>
    <w:rsid w:val="00095F5B"/>
  </w:style>
  <w:style w:type="paragraph" w:customStyle="1" w:styleId="1FBE6EDF29D8466E8A0C66A89172AA24">
    <w:name w:val="1FBE6EDF29D8466E8A0C66A89172AA24"/>
    <w:rsid w:val="00095F5B"/>
  </w:style>
  <w:style w:type="paragraph" w:customStyle="1" w:styleId="23A3EA93DD5444C2966EB2F2021B3915">
    <w:name w:val="23A3EA93DD5444C2966EB2F2021B3915"/>
    <w:rsid w:val="00095F5B"/>
  </w:style>
  <w:style w:type="paragraph" w:customStyle="1" w:styleId="8B7D5837E6FD45FAA837D7FC3E2027E5">
    <w:name w:val="8B7D5837E6FD45FAA837D7FC3E2027E5"/>
    <w:rsid w:val="00095F5B"/>
  </w:style>
  <w:style w:type="paragraph" w:customStyle="1" w:styleId="0B1BCCD2903D4510B2E3F57D8A9D2FF4">
    <w:name w:val="0B1BCCD2903D4510B2E3F57D8A9D2FF4"/>
    <w:rsid w:val="00095F5B"/>
  </w:style>
  <w:style w:type="paragraph" w:customStyle="1" w:styleId="A6A276ADA0A841F88E2A255F9B723F30">
    <w:name w:val="A6A276ADA0A841F88E2A255F9B723F30"/>
    <w:rsid w:val="00095F5B"/>
  </w:style>
  <w:style w:type="paragraph" w:customStyle="1" w:styleId="6C2F720089384863A3E9F522705970AB">
    <w:name w:val="6C2F720089384863A3E9F522705970AB"/>
    <w:rsid w:val="00095F5B"/>
  </w:style>
  <w:style w:type="paragraph" w:customStyle="1" w:styleId="9F3CE84475B74477891EA14BC0CB3FB5">
    <w:name w:val="9F3CE84475B74477891EA14BC0CB3FB5"/>
    <w:rsid w:val="00095F5B"/>
  </w:style>
  <w:style w:type="paragraph" w:customStyle="1" w:styleId="CF265EF3819E4266AA99A806F7227551">
    <w:name w:val="CF265EF3819E4266AA99A806F7227551"/>
    <w:rsid w:val="00095F5B"/>
  </w:style>
  <w:style w:type="paragraph" w:customStyle="1" w:styleId="93E626B69A554D8D918C008F65CEAB14">
    <w:name w:val="93E626B69A554D8D918C008F65CEAB14"/>
    <w:rsid w:val="00095F5B"/>
  </w:style>
  <w:style w:type="paragraph" w:customStyle="1" w:styleId="34817BF35F974018BCB7716B407FAD74">
    <w:name w:val="34817BF35F974018BCB7716B407FAD74"/>
    <w:rsid w:val="00095F5B"/>
  </w:style>
  <w:style w:type="paragraph" w:customStyle="1" w:styleId="69277EF95BED4DD28605E1601FD4C68E">
    <w:name w:val="69277EF95BED4DD28605E1601FD4C68E"/>
    <w:rsid w:val="00095F5B"/>
  </w:style>
  <w:style w:type="paragraph" w:customStyle="1" w:styleId="B5B2FEDD530C450AA8996D5F53ED0F62">
    <w:name w:val="B5B2FEDD530C450AA8996D5F53ED0F62"/>
    <w:rsid w:val="00095F5B"/>
  </w:style>
  <w:style w:type="paragraph" w:customStyle="1" w:styleId="243208BCFE8748C3931E3F80487883CE">
    <w:name w:val="243208BCFE8748C3931E3F80487883CE"/>
    <w:rsid w:val="00095F5B"/>
  </w:style>
  <w:style w:type="paragraph" w:customStyle="1" w:styleId="3050866EC3454323B6EEEEDDB04C07C3">
    <w:name w:val="3050866EC3454323B6EEEEDDB04C07C3"/>
    <w:rsid w:val="00095F5B"/>
  </w:style>
  <w:style w:type="paragraph" w:customStyle="1" w:styleId="217F48A0A2574EAA9BEA5CC503B6DFFF">
    <w:name w:val="217F48A0A2574EAA9BEA5CC503B6DFFF"/>
    <w:rsid w:val="00095F5B"/>
  </w:style>
  <w:style w:type="paragraph" w:customStyle="1" w:styleId="2EAF98F649A7470D8C67A45BEABAA9F6">
    <w:name w:val="2EAF98F649A7470D8C67A45BEABAA9F6"/>
    <w:rsid w:val="00095F5B"/>
  </w:style>
  <w:style w:type="paragraph" w:customStyle="1" w:styleId="4DB00E01ADDB424798FE6706C11FBE51">
    <w:name w:val="4DB00E01ADDB424798FE6706C11FBE51"/>
    <w:rsid w:val="00095F5B"/>
  </w:style>
  <w:style w:type="paragraph" w:customStyle="1" w:styleId="CECD5A8266E646C4BF2D4E3D2AB55C51">
    <w:name w:val="CECD5A8266E646C4BF2D4E3D2AB55C51"/>
    <w:rsid w:val="00095F5B"/>
  </w:style>
  <w:style w:type="paragraph" w:customStyle="1" w:styleId="65AB22CEB1F6441E8A14F30B5D310D6B">
    <w:name w:val="65AB22CEB1F6441E8A14F30B5D310D6B"/>
    <w:rsid w:val="00095F5B"/>
  </w:style>
  <w:style w:type="paragraph" w:customStyle="1" w:styleId="FABF7AD4712B46A190FB4BD3C4A4A19D">
    <w:name w:val="FABF7AD4712B46A190FB4BD3C4A4A19D"/>
    <w:rsid w:val="00095F5B"/>
  </w:style>
  <w:style w:type="paragraph" w:customStyle="1" w:styleId="FA4BC8B6EA3149E8A239CF8B68951623">
    <w:name w:val="FA4BC8B6EA3149E8A239CF8B68951623"/>
    <w:rsid w:val="00095F5B"/>
  </w:style>
  <w:style w:type="paragraph" w:customStyle="1" w:styleId="43EB77C0BE9D4B4194921AE27BEC7E28">
    <w:name w:val="43EB77C0BE9D4B4194921AE27BEC7E28"/>
    <w:rsid w:val="00095F5B"/>
  </w:style>
  <w:style w:type="paragraph" w:customStyle="1" w:styleId="E62A1FE2CC3E41779742B6CCF60AA025">
    <w:name w:val="E62A1FE2CC3E41779742B6CCF60AA025"/>
    <w:rsid w:val="00095F5B"/>
  </w:style>
  <w:style w:type="paragraph" w:customStyle="1" w:styleId="097959A3B0DC43459E3E87BDCBD92F19">
    <w:name w:val="097959A3B0DC43459E3E87BDCBD92F19"/>
    <w:rsid w:val="00095F5B"/>
  </w:style>
  <w:style w:type="paragraph" w:customStyle="1" w:styleId="D5234C42FDC14B68A4327FC56A186EF8">
    <w:name w:val="D5234C42FDC14B68A4327FC56A186EF8"/>
    <w:rsid w:val="00095F5B"/>
  </w:style>
  <w:style w:type="paragraph" w:customStyle="1" w:styleId="2F46570EFB2548C8A8BBFBF760C10CDD">
    <w:name w:val="2F46570EFB2548C8A8BBFBF760C10CDD"/>
    <w:rsid w:val="00095F5B"/>
  </w:style>
  <w:style w:type="paragraph" w:customStyle="1" w:styleId="84AD524FC1314CC1843BC7DD4C99C67B">
    <w:name w:val="84AD524FC1314CC1843BC7DD4C99C67B"/>
    <w:rsid w:val="00095F5B"/>
  </w:style>
  <w:style w:type="paragraph" w:customStyle="1" w:styleId="FFA6088E21154711A1B17F6E2D0062A3">
    <w:name w:val="FFA6088E21154711A1B17F6E2D0062A3"/>
    <w:rsid w:val="00095F5B"/>
  </w:style>
  <w:style w:type="paragraph" w:customStyle="1" w:styleId="0CCAC540F9F94ECA9DFECD8AE13C89DA">
    <w:name w:val="0CCAC540F9F94ECA9DFECD8AE13C89DA"/>
    <w:rsid w:val="00095F5B"/>
  </w:style>
  <w:style w:type="paragraph" w:customStyle="1" w:styleId="54EA45E5459342BBAD3BCCB23C1560F2">
    <w:name w:val="54EA45E5459342BBAD3BCCB23C1560F2"/>
    <w:rsid w:val="00095F5B"/>
  </w:style>
  <w:style w:type="paragraph" w:customStyle="1" w:styleId="326486D9936F43BBAA807778D44AF1D3">
    <w:name w:val="326486D9936F43BBAA807778D44AF1D3"/>
    <w:rsid w:val="00095F5B"/>
  </w:style>
  <w:style w:type="paragraph" w:customStyle="1" w:styleId="F938D6F7AD5F4630AB3227D471ADD063">
    <w:name w:val="F938D6F7AD5F4630AB3227D471ADD063"/>
    <w:rsid w:val="00095F5B"/>
  </w:style>
  <w:style w:type="paragraph" w:customStyle="1" w:styleId="3AE2DCF864614ACFBF3C3036A6DAD9D3">
    <w:name w:val="3AE2DCF864614ACFBF3C3036A6DAD9D3"/>
    <w:rsid w:val="00095F5B"/>
  </w:style>
  <w:style w:type="paragraph" w:customStyle="1" w:styleId="4B3D7129A789415F931DA38BC48267A8">
    <w:name w:val="4B3D7129A789415F931DA38BC48267A8"/>
    <w:rsid w:val="00095F5B"/>
  </w:style>
  <w:style w:type="paragraph" w:customStyle="1" w:styleId="2F7CEE447A834F45A3AE220A49719D6E">
    <w:name w:val="2F7CEE447A834F45A3AE220A49719D6E"/>
    <w:rsid w:val="00095F5B"/>
  </w:style>
  <w:style w:type="paragraph" w:customStyle="1" w:styleId="1C17E1D99686422C8F30E62E4E2CF81A">
    <w:name w:val="1C17E1D99686422C8F30E62E4E2CF81A"/>
    <w:rsid w:val="00095F5B"/>
  </w:style>
  <w:style w:type="paragraph" w:customStyle="1" w:styleId="559EA7A0DA43431A975DBCE2164F2B82">
    <w:name w:val="559EA7A0DA43431A975DBCE2164F2B82"/>
    <w:rsid w:val="00095F5B"/>
  </w:style>
  <w:style w:type="paragraph" w:customStyle="1" w:styleId="2FC4A17B2AD045D38B5EE9CF82C2F05C">
    <w:name w:val="2FC4A17B2AD045D38B5EE9CF82C2F05C"/>
    <w:rsid w:val="00095F5B"/>
  </w:style>
  <w:style w:type="paragraph" w:customStyle="1" w:styleId="1D6BF25BF108471BA91333DB40DF779E">
    <w:name w:val="1D6BF25BF108471BA91333DB40DF779E"/>
    <w:rsid w:val="00095F5B"/>
  </w:style>
  <w:style w:type="paragraph" w:customStyle="1" w:styleId="E6F7850D7D3B4A719523B19D0EB10408">
    <w:name w:val="E6F7850D7D3B4A719523B19D0EB10408"/>
    <w:rsid w:val="00095F5B"/>
  </w:style>
  <w:style w:type="paragraph" w:customStyle="1" w:styleId="B6012FE3BC184705BC8AEF7880E7AD45">
    <w:name w:val="B6012FE3BC184705BC8AEF7880E7AD45"/>
    <w:rsid w:val="00095F5B"/>
  </w:style>
  <w:style w:type="paragraph" w:customStyle="1" w:styleId="865DC9BF53B640C2903838DC16F648E3">
    <w:name w:val="865DC9BF53B640C2903838DC16F648E3"/>
    <w:rsid w:val="00095F5B"/>
  </w:style>
  <w:style w:type="paragraph" w:customStyle="1" w:styleId="035B1AF388B14E42966CCC4B60D6E14F">
    <w:name w:val="035B1AF388B14E42966CCC4B60D6E14F"/>
    <w:rsid w:val="00095F5B"/>
  </w:style>
  <w:style w:type="paragraph" w:customStyle="1" w:styleId="5E6EFE31F347434DAC4A4D14EAABEED2">
    <w:name w:val="5E6EFE31F347434DAC4A4D14EAABEED2"/>
    <w:rsid w:val="00095F5B"/>
  </w:style>
  <w:style w:type="paragraph" w:customStyle="1" w:styleId="B2E2DCE74CA54DDF8AB5573A3F9B12DF">
    <w:name w:val="B2E2DCE74CA54DDF8AB5573A3F9B12DF"/>
    <w:rsid w:val="00C849EC"/>
  </w:style>
  <w:style w:type="paragraph" w:customStyle="1" w:styleId="DE2DDED6E7E84287998B8624DE1629B7">
    <w:name w:val="DE2DDED6E7E84287998B8624DE1629B7"/>
    <w:rsid w:val="00C849EC"/>
  </w:style>
  <w:style w:type="paragraph" w:customStyle="1" w:styleId="1BD4A7E42DDA44969BE71921F7519DC2">
    <w:name w:val="1BD4A7E42DDA44969BE71921F7519DC2"/>
    <w:rsid w:val="00C849EC"/>
  </w:style>
  <w:style w:type="paragraph" w:customStyle="1" w:styleId="70B9B1D1AAD2444AA35E72EE08A2FFA0">
    <w:name w:val="70B9B1D1AAD2444AA35E72EE08A2FFA0"/>
    <w:rsid w:val="00C849EC"/>
  </w:style>
  <w:style w:type="paragraph" w:customStyle="1" w:styleId="A0CDDD5830CD4885A83BAF89B6E1902F">
    <w:name w:val="A0CDDD5830CD4885A83BAF89B6E1902F"/>
    <w:rsid w:val="00C849EC"/>
  </w:style>
  <w:style w:type="paragraph" w:customStyle="1" w:styleId="B70EADAF144B460989D4B9988FE08D88">
    <w:name w:val="B70EADAF144B460989D4B9988FE08D88"/>
    <w:rsid w:val="00C849EC"/>
  </w:style>
  <w:style w:type="paragraph" w:customStyle="1" w:styleId="CDDFAAF0D8B44775B18F711D4977FA2F">
    <w:name w:val="CDDFAAF0D8B44775B18F711D4977FA2F"/>
    <w:rsid w:val="00C849EC"/>
  </w:style>
  <w:style w:type="paragraph" w:customStyle="1" w:styleId="0D49774CBAC14711984793584ACEB770">
    <w:name w:val="0D49774CBAC14711984793584ACEB770"/>
    <w:rsid w:val="00C849EC"/>
  </w:style>
  <w:style w:type="paragraph" w:customStyle="1" w:styleId="546FFB9E0F0D41ABB7A298270154391C">
    <w:name w:val="546FFB9E0F0D41ABB7A298270154391C"/>
    <w:rsid w:val="00C849EC"/>
  </w:style>
  <w:style w:type="paragraph" w:customStyle="1" w:styleId="26A52421740F4FF8A291BF66A00673DE">
    <w:name w:val="26A52421740F4FF8A291BF66A00673DE"/>
    <w:rsid w:val="00C849EC"/>
  </w:style>
  <w:style w:type="paragraph" w:customStyle="1" w:styleId="8BB883DA73F64B26AAAA93EC3D4E8C60">
    <w:name w:val="8BB883DA73F64B26AAAA93EC3D4E8C60"/>
    <w:rsid w:val="00C849EC"/>
  </w:style>
  <w:style w:type="paragraph" w:customStyle="1" w:styleId="32B728C95C2D4417815F8B597B3AF128">
    <w:name w:val="32B728C95C2D4417815F8B597B3AF128"/>
    <w:rsid w:val="00C849EC"/>
  </w:style>
  <w:style w:type="paragraph" w:customStyle="1" w:styleId="561A652915DF4BFAA2E075CA35A5D191">
    <w:name w:val="561A652915DF4BFAA2E075CA35A5D191"/>
    <w:rsid w:val="00C849EC"/>
  </w:style>
  <w:style w:type="paragraph" w:customStyle="1" w:styleId="38988CA4BBB4449FAE98E308B0823D7C">
    <w:name w:val="38988CA4BBB4449FAE98E308B0823D7C"/>
    <w:rsid w:val="00C849EC"/>
  </w:style>
  <w:style w:type="paragraph" w:customStyle="1" w:styleId="06DCCFAC5CEC43EBA8827C46AFC2E2CF">
    <w:name w:val="06DCCFAC5CEC43EBA8827C46AFC2E2CF"/>
    <w:rsid w:val="00C849EC"/>
  </w:style>
  <w:style w:type="paragraph" w:customStyle="1" w:styleId="92B06B0881194DDBA21F47A727739001">
    <w:name w:val="92B06B0881194DDBA21F47A727739001"/>
    <w:rsid w:val="00C849EC"/>
  </w:style>
  <w:style w:type="paragraph" w:customStyle="1" w:styleId="86078AFA00E3491B95505C14C8C085C6">
    <w:name w:val="86078AFA00E3491B95505C14C8C085C6"/>
    <w:rsid w:val="00C849EC"/>
  </w:style>
  <w:style w:type="paragraph" w:customStyle="1" w:styleId="99804B296AB84255A5F09F49528409C7">
    <w:name w:val="99804B296AB84255A5F09F49528409C7"/>
    <w:rsid w:val="00C849EC"/>
  </w:style>
  <w:style w:type="paragraph" w:customStyle="1" w:styleId="856A147F581D46F7BEEF3CF735206A53">
    <w:name w:val="856A147F581D46F7BEEF3CF735206A53"/>
    <w:rsid w:val="00C849EC"/>
  </w:style>
  <w:style w:type="paragraph" w:customStyle="1" w:styleId="CF0E12B9472A4458AFBED0C699C370B9">
    <w:name w:val="CF0E12B9472A4458AFBED0C699C370B9"/>
    <w:rsid w:val="00C849EC"/>
  </w:style>
  <w:style w:type="paragraph" w:customStyle="1" w:styleId="A97F755AA80545B4A8F661404AF12533">
    <w:name w:val="A97F755AA80545B4A8F661404AF12533"/>
    <w:rsid w:val="00C849EC"/>
  </w:style>
  <w:style w:type="paragraph" w:customStyle="1" w:styleId="E438C2916902480C9117EB7F9B57749B">
    <w:name w:val="E438C2916902480C9117EB7F9B57749B"/>
    <w:rsid w:val="00C849EC"/>
  </w:style>
  <w:style w:type="paragraph" w:customStyle="1" w:styleId="559FB02EAE704EF6956A261A850E5B68">
    <w:name w:val="559FB02EAE704EF6956A261A850E5B68"/>
    <w:rsid w:val="00C849EC"/>
  </w:style>
  <w:style w:type="paragraph" w:customStyle="1" w:styleId="A758CE2CC1434ABF93C772506783B2C4">
    <w:name w:val="A758CE2CC1434ABF93C772506783B2C4"/>
    <w:rsid w:val="00C849EC"/>
  </w:style>
  <w:style w:type="paragraph" w:customStyle="1" w:styleId="6759AAFFA9D34E78BB64B692E7081630">
    <w:name w:val="6759AAFFA9D34E78BB64B692E7081630"/>
    <w:rsid w:val="00C849EC"/>
  </w:style>
  <w:style w:type="paragraph" w:customStyle="1" w:styleId="D0733CDE85584267977DCF92EAC53B0E">
    <w:name w:val="D0733CDE85584267977DCF92EAC53B0E"/>
    <w:rsid w:val="00C849EC"/>
  </w:style>
  <w:style w:type="paragraph" w:customStyle="1" w:styleId="BA103F79BC134895B5D162D1BB5CC02C">
    <w:name w:val="BA103F79BC134895B5D162D1BB5CC02C"/>
    <w:rsid w:val="00C849EC"/>
  </w:style>
  <w:style w:type="paragraph" w:customStyle="1" w:styleId="03759F15443B487F97919A26EB26FE5E">
    <w:name w:val="03759F15443B487F97919A26EB26FE5E"/>
    <w:rsid w:val="00C849EC"/>
  </w:style>
  <w:style w:type="paragraph" w:customStyle="1" w:styleId="E3AB0E7A748141588942BDF7935E9392">
    <w:name w:val="E3AB0E7A748141588942BDF7935E9392"/>
    <w:rsid w:val="00C849EC"/>
  </w:style>
  <w:style w:type="paragraph" w:customStyle="1" w:styleId="525E42A7C6F9481BBE55FA69A247D0BD">
    <w:name w:val="525E42A7C6F9481BBE55FA69A247D0BD"/>
    <w:rsid w:val="00C849EC"/>
  </w:style>
  <w:style w:type="paragraph" w:customStyle="1" w:styleId="487BF49B00B7482D98E0DD7F2CD2F2B8">
    <w:name w:val="487BF49B00B7482D98E0DD7F2CD2F2B8"/>
    <w:rsid w:val="00C849EC"/>
  </w:style>
  <w:style w:type="paragraph" w:customStyle="1" w:styleId="CD7978200C9A44DDA7BF667FF521465F">
    <w:name w:val="CD7978200C9A44DDA7BF667FF521465F"/>
    <w:rsid w:val="00C849EC"/>
  </w:style>
  <w:style w:type="paragraph" w:customStyle="1" w:styleId="DB276F6146BC4B369B8241601E1AAFF3">
    <w:name w:val="DB276F6146BC4B369B8241601E1AAFF3"/>
    <w:rsid w:val="00C849EC"/>
  </w:style>
  <w:style w:type="paragraph" w:customStyle="1" w:styleId="8DDF330C82474FEDA04E27112E936927">
    <w:name w:val="8DDF330C82474FEDA04E27112E936927"/>
    <w:rsid w:val="00C849EC"/>
  </w:style>
  <w:style w:type="paragraph" w:customStyle="1" w:styleId="178730066E794399845157597B8585F9">
    <w:name w:val="178730066E794399845157597B8585F9"/>
    <w:rsid w:val="00C849EC"/>
  </w:style>
  <w:style w:type="paragraph" w:customStyle="1" w:styleId="B5389E9634114BC3AEC5B2C9AC35D48B">
    <w:name w:val="B5389E9634114BC3AEC5B2C9AC35D48B"/>
    <w:rsid w:val="00C849EC"/>
  </w:style>
  <w:style w:type="paragraph" w:customStyle="1" w:styleId="FF26A3139EAD452C9AAFC82439E5556D">
    <w:name w:val="FF26A3139EAD452C9AAFC82439E5556D"/>
    <w:rsid w:val="00C849EC"/>
  </w:style>
  <w:style w:type="paragraph" w:customStyle="1" w:styleId="87FEC2B540A1487480EA6C308850EF7A">
    <w:name w:val="87FEC2B540A1487480EA6C308850EF7A"/>
    <w:rsid w:val="00C849EC"/>
  </w:style>
  <w:style w:type="paragraph" w:customStyle="1" w:styleId="0E59D801A7F441F7B4D7596863EF6A6B">
    <w:name w:val="0E59D801A7F441F7B4D7596863EF6A6B"/>
    <w:rsid w:val="00C849EC"/>
  </w:style>
  <w:style w:type="paragraph" w:customStyle="1" w:styleId="7267DE6C8871423192727FDD5A75CC50">
    <w:name w:val="7267DE6C8871423192727FDD5A75CC50"/>
    <w:rsid w:val="00C849EC"/>
  </w:style>
  <w:style w:type="paragraph" w:customStyle="1" w:styleId="4EF6AB9829734E2D8A0C94BE0D783BAE">
    <w:name w:val="4EF6AB9829734E2D8A0C94BE0D783BAE"/>
    <w:rsid w:val="00C849EC"/>
  </w:style>
  <w:style w:type="paragraph" w:customStyle="1" w:styleId="F6AECF75758D45FC82C223AE23ADCA7F">
    <w:name w:val="F6AECF75758D45FC82C223AE23ADCA7F"/>
    <w:rsid w:val="00C849EC"/>
  </w:style>
  <w:style w:type="paragraph" w:customStyle="1" w:styleId="6ED4E68691CA4415B57DC96567784F34">
    <w:name w:val="6ED4E68691CA4415B57DC96567784F34"/>
    <w:rsid w:val="00C849EC"/>
  </w:style>
  <w:style w:type="paragraph" w:customStyle="1" w:styleId="ACAF0B1A86B64F7C93CBC91512871823">
    <w:name w:val="ACAF0B1A86B64F7C93CBC91512871823"/>
    <w:rsid w:val="00C849EC"/>
  </w:style>
  <w:style w:type="paragraph" w:customStyle="1" w:styleId="4C9D1A4BED5144B49F7DAFE660C08AB8">
    <w:name w:val="4C9D1A4BED5144B49F7DAFE660C08AB8"/>
    <w:rsid w:val="00C849EC"/>
  </w:style>
  <w:style w:type="paragraph" w:customStyle="1" w:styleId="7B08E732A2BC4FEF826B54D552F0D719">
    <w:name w:val="7B08E732A2BC4FEF826B54D552F0D719"/>
    <w:rsid w:val="00C849EC"/>
  </w:style>
  <w:style w:type="paragraph" w:customStyle="1" w:styleId="2AE32CEB40464264B893B19F70DDFD15">
    <w:name w:val="2AE32CEB40464264B893B19F70DDFD15"/>
    <w:rsid w:val="00C849EC"/>
  </w:style>
  <w:style w:type="paragraph" w:customStyle="1" w:styleId="7987D11E97F74546898C0E45BA713B43">
    <w:name w:val="7987D11E97F74546898C0E45BA713B43"/>
    <w:rsid w:val="00C849EC"/>
  </w:style>
  <w:style w:type="paragraph" w:customStyle="1" w:styleId="7EC15298C65148E096F58707B0487FA1">
    <w:name w:val="7EC15298C65148E096F58707B0487FA1"/>
    <w:rsid w:val="00C849EC"/>
  </w:style>
  <w:style w:type="paragraph" w:customStyle="1" w:styleId="D855C5CB70C44AA2A724495BB3B2D3D7">
    <w:name w:val="D855C5CB70C44AA2A724495BB3B2D3D7"/>
    <w:rsid w:val="00C849EC"/>
  </w:style>
  <w:style w:type="paragraph" w:customStyle="1" w:styleId="EDB8558B42F241BE880BC8E3C530B511">
    <w:name w:val="EDB8558B42F241BE880BC8E3C530B511"/>
    <w:rsid w:val="00C849EC"/>
  </w:style>
  <w:style w:type="paragraph" w:customStyle="1" w:styleId="8F961FD65BD3452EA1FB7BD9C41CED72">
    <w:name w:val="8F961FD65BD3452EA1FB7BD9C41CED72"/>
    <w:rsid w:val="00C849EC"/>
  </w:style>
  <w:style w:type="paragraph" w:customStyle="1" w:styleId="FB8C0AC7ECE54503A12DF6423BB0A3BE">
    <w:name w:val="FB8C0AC7ECE54503A12DF6423BB0A3BE"/>
    <w:rsid w:val="00C849EC"/>
  </w:style>
  <w:style w:type="paragraph" w:customStyle="1" w:styleId="59B51C79F4A84672AFF9F6104983D6FA">
    <w:name w:val="59B51C79F4A84672AFF9F6104983D6FA"/>
    <w:rsid w:val="00C849EC"/>
  </w:style>
  <w:style w:type="paragraph" w:customStyle="1" w:styleId="E4F0E9D971774488A3DC98E41792E022">
    <w:name w:val="E4F0E9D971774488A3DC98E41792E022"/>
    <w:rsid w:val="00C849EC"/>
  </w:style>
  <w:style w:type="paragraph" w:customStyle="1" w:styleId="3A02C034F88D4A4CBD07CE5B8FEE24E9">
    <w:name w:val="3A02C034F88D4A4CBD07CE5B8FEE24E9"/>
    <w:rsid w:val="00C849EC"/>
  </w:style>
  <w:style w:type="paragraph" w:customStyle="1" w:styleId="99DA2CF86EEA40888398B1ED70B1C6F1">
    <w:name w:val="99DA2CF86EEA40888398B1ED70B1C6F1"/>
    <w:rsid w:val="00C849EC"/>
  </w:style>
  <w:style w:type="paragraph" w:customStyle="1" w:styleId="D01A79E61C3F4CD88B04698C1A7F41A0">
    <w:name w:val="D01A79E61C3F4CD88B04698C1A7F41A0"/>
    <w:rsid w:val="00C849EC"/>
  </w:style>
  <w:style w:type="paragraph" w:customStyle="1" w:styleId="63A8775BEF39494AAA579499D41701EB">
    <w:name w:val="63A8775BEF39494AAA579499D41701EB"/>
    <w:rsid w:val="00C849EC"/>
  </w:style>
  <w:style w:type="paragraph" w:customStyle="1" w:styleId="F18D20AEF6FC4B33BAB4DAF4BADB0C1A">
    <w:name w:val="F18D20AEF6FC4B33BAB4DAF4BADB0C1A"/>
    <w:rsid w:val="00C849EC"/>
  </w:style>
  <w:style w:type="paragraph" w:customStyle="1" w:styleId="65B7BC3D606B4AF7B527B2AD291B6B4D">
    <w:name w:val="65B7BC3D606B4AF7B527B2AD291B6B4D"/>
    <w:rsid w:val="00C849EC"/>
  </w:style>
  <w:style w:type="paragraph" w:customStyle="1" w:styleId="4E9BC4E1FF9349ED822F27E1889523B8">
    <w:name w:val="4E9BC4E1FF9349ED822F27E1889523B8"/>
    <w:rsid w:val="00C849EC"/>
  </w:style>
  <w:style w:type="paragraph" w:customStyle="1" w:styleId="EFEDA760CACF4906AA5260CF9E9823CA">
    <w:name w:val="EFEDA760CACF4906AA5260CF9E9823CA"/>
    <w:rsid w:val="00C849EC"/>
  </w:style>
  <w:style w:type="paragraph" w:customStyle="1" w:styleId="142E1265F4414622B8AFFED27DBD9800">
    <w:name w:val="142E1265F4414622B8AFFED27DBD9800"/>
    <w:rsid w:val="00C849EC"/>
  </w:style>
  <w:style w:type="paragraph" w:customStyle="1" w:styleId="0E8B6E3BE8914EAD983D238B3623CB3D">
    <w:name w:val="0E8B6E3BE8914EAD983D238B3623CB3D"/>
    <w:rsid w:val="00C849EC"/>
  </w:style>
  <w:style w:type="paragraph" w:customStyle="1" w:styleId="21F780BA953E48EA836C3715A9F4FE47">
    <w:name w:val="21F780BA953E48EA836C3715A9F4FE47"/>
    <w:rsid w:val="00C849EC"/>
  </w:style>
  <w:style w:type="paragraph" w:customStyle="1" w:styleId="96F03B1CAEA0404B8FF16FD7212EBF5F">
    <w:name w:val="96F03B1CAEA0404B8FF16FD7212EBF5F"/>
    <w:rsid w:val="00C849EC"/>
  </w:style>
  <w:style w:type="paragraph" w:customStyle="1" w:styleId="F25D85A01042450CA07F4B80B4D1EE8E">
    <w:name w:val="F25D85A01042450CA07F4B80B4D1EE8E"/>
    <w:rsid w:val="00C849EC"/>
  </w:style>
  <w:style w:type="paragraph" w:customStyle="1" w:styleId="277C02C270AE48A89DD394F59A62F812">
    <w:name w:val="277C02C270AE48A89DD394F59A62F812"/>
    <w:rsid w:val="00C849EC"/>
  </w:style>
  <w:style w:type="paragraph" w:customStyle="1" w:styleId="22DE8E1229814C4998CECDFB6E4AF2C7">
    <w:name w:val="22DE8E1229814C4998CECDFB6E4AF2C7"/>
    <w:rsid w:val="00C849EC"/>
  </w:style>
  <w:style w:type="paragraph" w:customStyle="1" w:styleId="8C8A9DB6D50C4CD58084E6036A8FF3E3">
    <w:name w:val="8C8A9DB6D50C4CD58084E6036A8FF3E3"/>
    <w:rsid w:val="00C849EC"/>
  </w:style>
  <w:style w:type="paragraph" w:customStyle="1" w:styleId="F4DC49C9510E47FD840EC97CC77143DF">
    <w:name w:val="F4DC49C9510E47FD840EC97CC77143DF"/>
    <w:rsid w:val="00C849EC"/>
  </w:style>
  <w:style w:type="paragraph" w:customStyle="1" w:styleId="EC5A4D6BC3004396824D0B1B02E19E42">
    <w:name w:val="EC5A4D6BC3004396824D0B1B02E19E42"/>
    <w:rsid w:val="00C849EC"/>
  </w:style>
  <w:style w:type="paragraph" w:customStyle="1" w:styleId="DFAC2929F3094B5899C4842230D241A6">
    <w:name w:val="DFAC2929F3094B5899C4842230D241A6"/>
    <w:rsid w:val="00C849EC"/>
  </w:style>
  <w:style w:type="paragraph" w:customStyle="1" w:styleId="7D6C77818A2849F588AC701D681F6469">
    <w:name w:val="7D6C77818A2849F588AC701D681F6469"/>
    <w:rsid w:val="00C849EC"/>
  </w:style>
  <w:style w:type="paragraph" w:customStyle="1" w:styleId="F9FEAF2314C74DB6BE7D95A4701ACB00">
    <w:name w:val="F9FEAF2314C74DB6BE7D95A4701ACB00"/>
    <w:rsid w:val="00C849EC"/>
  </w:style>
  <w:style w:type="paragraph" w:customStyle="1" w:styleId="0F3F94C960324326BD558975DA446970">
    <w:name w:val="0F3F94C960324326BD558975DA446970"/>
    <w:rsid w:val="00C849EC"/>
  </w:style>
  <w:style w:type="paragraph" w:customStyle="1" w:styleId="BAB8B45E8D7A4CF9BF57598F3D70D01B">
    <w:name w:val="BAB8B45E8D7A4CF9BF57598F3D70D01B"/>
    <w:rsid w:val="00C849EC"/>
  </w:style>
  <w:style w:type="paragraph" w:customStyle="1" w:styleId="8C0A2954C8524E14A6E30DB871F7B90E">
    <w:name w:val="8C0A2954C8524E14A6E30DB871F7B90E"/>
    <w:rsid w:val="00C849EC"/>
  </w:style>
  <w:style w:type="paragraph" w:customStyle="1" w:styleId="925D5DF72F3841678B47135BDD3D8387">
    <w:name w:val="925D5DF72F3841678B47135BDD3D8387"/>
    <w:rsid w:val="00C849EC"/>
  </w:style>
  <w:style w:type="paragraph" w:customStyle="1" w:styleId="AE0DF97EA4C34F68AFBCA32FD7D94C7A">
    <w:name w:val="AE0DF97EA4C34F68AFBCA32FD7D94C7A"/>
    <w:rsid w:val="00C849EC"/>
  </w:style>
  <w:style w:type="paragraph" w:customStyle="1" w:styleId="EFFBEBF6BE514DD1A248694F3C011B90">
    <w:name w:val="EFFBEBF6BE514DD1A248694F3C011B90"/>
    <w:rsid w:val="00C849EC"/>
  </w:style>
  <w:style w:type="paragraph" w:customStyle="1" w:styleId="256A1DEBD7554F61BD2B7E219BB994F6">
    <w:name w:val="256A1DEBD7554F61BD2B7E219BB994F6"/>
    <w:rsid w:val="00C849EC"/>
  </w:style>
  <w:style w:type="paragraph" w:customStyle="1" w:styleId="7C60F79423DC4C6D8779D9E87FE75311">
    <w:name w:val="7C60F79423DC4C6D8779D9E87FE75311"/>
    <w:rsid w:val="00C849EC"/>
  </w:style>
  <w:style w:type="paragraph" w:customStyle="1" w:styleId="D7A134E842BD4DFAB2C3F87FA914E74A">
    <w:name w:val="D7A134E842BD4DFAB2C3F87FA914E74A"/>
    <w:rsid w:val="00C849EC"/>
  </w:style>
  <w:style w:type="paragraph" w:customStyle="1" w:styleId="ED1641AACAC34188990F99C53C8A04C0">
    <w:name w:val="ED1641AACAC34188990F99C53C8A04C0"/>
    <w:rsid w:val="00C849EC"/>
  </w:style>
  <w:style w:type="paragraph" w:customStyle="1" w:styleId="92AD2AB0029040949C961D9329835888">
    <w:name w:val="92AD2AB0029040949C961D9329835888"/>
    <w:rsid w:val="00C849EC"/>
  </w:style>
  <w:style w:type="paragraph" w:customStyle="1" w:styleId="7A1F77E2F4DB4AD8BD08884685E8BC5F">
    <w:name w:val="7A1F77E2F4DB4AD8BD08884685E8BC5F"/>
    <w:rsid w:val="00C849EC"/>
  </w:style>
  <w:style w:type="paragraph" w:customStyle="1" w:styleId="3ACF83988BF6461F907B67AD015948B3">
    <w:name w:val="3ACF83988BF6461F907B67AD015948B3"/>
    <w:rsid w:val="00C849EC"/>
  </w:style>
  <w:style w:type="paragraph" w:customStyle="1" w:styleId="A138EAB0656644608D900C1C48CF92E6">
    <w:name w:val="A138EAB0656644608D900C1C48CF92E6"/>
    <w:rsid w:val="00C849EC"/>
  </w:style>
  <w:style w:type="paragraph" w:customStyle="1" w:styleId="2DCC577FD0CA4BA99416130B1004BF1D">
    <w:name w:val="2DCC577FD0CA4BA99416130B1004BF1D"/>
    <w:rsid w:val="00C849EC"/>
  </w:style>
  <w:style w:type="paragraph" w:customStyle="1" w:styleId="7E7ABB2EF6E64B26BCEE1872A2C6D744">
    <w:name w:val="7E7ABB2EF6E64B26BCEE1872A2C6D744"/>
    <w:rsid w:val="00C849EC"/>
  </w:style>
  <w:style w:type="paragraph" w:customStyle="1" w:styleId="1656909CF79944869604B8228642A5CE">
    <w:name w:val="1656909CF79944869604B8228642A5CE"/>
    <w:rsid w:val="00C849EC"/>
  </w:style>
  <w:style w:type="paragraph" w:customStyle="1" w:styleId="C20E77C8034E413EAE8CF2BA5C6E5E36">
    <w:name w:val="C20E77C8034E413EAE8CF2BA5C6E5E36"/>
    <w:rsid w:val="00C849EC"/>
  </w:style>
  <w:style w:type="paragraph" w:customStyle="1" w:styleId="C3F263D9CDDF49CDAFCFDCA32A782D7B">
    <w:name w:val="C3F263D9CDDF49CDAFCFDCA32A782D7B"/>
    <w:rsid w:val="00C849EC"/>
  </w:style>
  <w:style w:type="paragraph" w:customStyle="1" w:styleId="40A190BBF939463E8D3BDF1DCE05FA44">
    <w:name w:val="40A190BBF939463E8D3BDF1DCE05FA44"/>
    <w:rsid w:val="00C849EC"/>
  </w:style>
  <w:style w:type="paragraph" w:customStyle="1" w:styleId="99A4C317EC59448AA5CF6E9943F10E3C">
    <w:name w:val="99A4C317EC59448AA5CF6E9943F10E3C"/>
    <w:rsid w:val="00C849EC"/>
  </w:style>
  <w:style w:type="paragraph" w:customStyle="1" w:styleId="3B58707F26E8402DA6B8D7760B4CDA04">
    <w:name w:val="3B58707F26E8402DA6B8D7760B4CDA04"/>
    <w:rsid w:val="00C849EC"/>
  </w:style>
  <w:style w:type="paragraph" w:customStyle="1" w:styleId="34B1055EDAA44A0AB602B73F36A2326E">
    <w:name w:val="34B1055EDAA44A0AB602B73F36A2326E"/>
    <w:rsid w:val="00C849EC"/>
  </w:style>
  <w:style w:type="paragraph" w:customStyle="1" w:styleId="E3A8123550FF4AB9BB97F3D54CE4D391">
    <w:name w:val="E3A8123550FF4AB9BB97F3D54CE4D391"/>
    <w:rsid w:val="00C849EC"/>
  </w:style>
  <w:style w:type="paragraph" w:customStyle="1" w:styleId="442657660CB34324AFE89B3BED7CDCA9">
    <w:name w:val="442657660CB34324AFE89B3BED7CDCA9"/>
    <w:rsid w:val="00C849EC"/>
  </w:style>
  <w:style w:type="paragraph" w:customStyle="1" w:styleId="A1421B499F264891A9AF9B05758FC243">
    <w:name w:val="A1421B499F264891A9AF9B05758FC243"/>
    <w:rsid w:val="00C849EC"/>
  </w:style>
  <w:style w:type="paragraph" w:customStyle="1" w:styleId="4337E95F359845E6BE28B69A3C78AB7E">
    <w:name w:val="4337E95F359845E6BE28B69A3C78AB7E"/>
    <w:rsid w:val="00C849EC"/>
  </w:style>
  <w:style w:type="paragraph" w:customStyle="1" w:styleId="9483AB40B0D6458EB17207D1A3F9594A">
    <w:name w:val="9483AB40B0D6458EB17207D1A3F9594A"/>
    <w:rsid w:val="00C849EC"/>
  </w:style>
  <w:style w:type="paragraph" w:customStyle="1" w:styleId="E8CC782C44604140A3D64E2FA67BC644">
    <w:name w:val="E8CC782C44604140A3D64E2FA67BC644"/>
    <w:rsid w:val="00C849EC"/>
  </w:style>
  <w:style w:type="paragraph" w:customStyle="1" w:styleId="BDF5AB40C5F7426683DB369763FFE98B">
    <w:name w:val="BDF5AB40C5F7426683DB369763FFE98B"/>
    <w:rsid w:val="00C849EC"/>
  </w:style>
  <w:style w:type="paragraph" w:customStyle="1" w:styleId="C07CB20429C044329BACCE47B533697E">
    <w:name w:val="C07CB20429C044329BACCE47B533697E"/>
    <w:rsid w:val="00C849EC"/>
  </w:style>
  <w:style w:type="paragraph" w:customStyle="1" w:styleId="54ABF05EB7BF4535953324F403B3482C">
    <w:name w:val="54ABF05EB7BF4535953324F403B3482C"/>
    <w:rsid w:val="00C849EC"/>
  </w:style>
  <w:style w:type="paragraph" w:customStyle="1" w:styleId="BF1C3324535F49DFBD02DE19B692BD0F">
    <w:name w:val="BF1C3324535F49DFBD02DE19B692BD0F"/>
    <w:rsid w:val="00C849EC"/>
  </w:style>
  <w:style w:type="paragraph" w:customStyle="1" w:styleId="2308221A8C294554BD6FA2F0B241D9B2">
    <w:name w:val="2308221A8C294554BD6FA2F0B241D9B2"/>
    <w:rsid w:val="00C849EC"/>
  </w:style>
  <w:style w:type="paragraph" w:customStyle="1" w:styleId="C709891149AF496EA87F8E743852524E">
    <w:name w:val="C709891149AF496EA87F8E743852524E"/>
    <w:rsid w:val="00C849EC"/>
  </w:style>
  <w:style w:type="paragraph" w:customStyle="1" w:styleId="A7F6CE4721804257878CBBA4CA4AF3CC">
    <w:name w:val="A7F6CE4721804257878CBBA4CA4AF3CC"/>
    <w:rsid w:val="00C849EC"/>
  </w:style>
  <w:style w:type="paragraph" w:customStyle="1" w:styleId="838B813B872C44478A84D846758676A3">
    <w:name w:val="838B813B872C44478A84D846758676A3"/>
    <w:rsid w:val="00C849EC"/>
  </w:style>
  <w:style w:type="paragraph" w:customStyle="1" w:styleId="6D138E277167414FBD58B9DEAF9259CD">
    <w:name w:val="6D138E277167414FBD58B9DEAF9259CD"/>
    <w:rsid w:val="00C849EC"/>
  </w:style>
  <w:style w:type="paragraph" w:customStyle="1" w:styleId="0D3469A175F246D48DEB5DB39EABC99E">
    <w:name w:val="0D3469A175F246D48DEB5DB39EABC99E"/>
    <w:rsid w:val="00C849EC"/>
  </w:style>
  <w:style w:type="paragraph" w:customStyle="1" w:styleId="8A9860C72BDB48019F7B1E5B911BD228">
    <w:name w:val="8A9860C72BDB48019F7B1E5B911BD228"/>
    <w:rsid w:val="00C849EC"/>
  </w:style>
  <w:style w:type="paragraph" w:customStyle="1" w:styleId="EADF9FF06F5545F98C4A39372E461A00">
    <w:name w:val="EADF9FF06F5545F98C4A39372E461A00"/>
    <w:rsid w:val="00C849EC"/>
  </w:style>
  <w:style w:type="paragraph" w:customStyle="1" w:styleId="BC3D595CF34049879A909371D8652262">
    <w:name w:val="BC3D595CF34049879A909371D8652262"/>
    <w:rsid w:val="00C849EC"/>
  </w:style>
  <w:style w:type="paragraph" w:customStyle="1" w:styleId="BF42A18C6E024494AD8360A86577D66C">
    <w:name w:val="BF42A18C6E024494AD8360A86577D66C"/>
    <w:rsid w:val="00C849EC"/>
  </w:style>
  <w:style w:type="paragraph" w:customStyle="1" w:styleId="A2DCE53D23074D4EA5A3D1BA5DBCD548">
    <w:name w:val="A2DCE53D23074D4EA5A3D1BA5DBCD548"/>
    <w:rsid w:val="00C849EC"/>
  </w:style>
  <w:style w:type="paragraph" w:customStyle="1" w:styleId="64EB486ABF5D47ABBB7C5EEDC382D91E">
    <w:name w:val="64EB486ABF5D47ABBB7C5EEDC382D91E"/>
    <w:rsid w:val="00C849EC"/>
  </w:style>
  <w:style w:type="paragraph" w:customStyle="1" w:styleId="442BBB2D8F0648449EEC06268A37AC21">
    <w:name w:val="442BBB2D8F0648449EEC06268A37AC21"/>
    <w:rsid w:val="00C849EC"/>
  </w:style>
  <w:style w:type="paragraph" w:customStyle="1" w:styleId="9D7048508A2C4F6BB6B58658A7F81793">
    <w:name w:val="9D7048508A2C4F6BB6B58658A7F81793"/>
    <w:rsid w:val="00C849EC"/>
  </w:style>
  <w:style w:type="paragraph" w:customStyle="1" w:styleId="0E965D75200944DEAA5C7A57CF1BE669">
    <w:name w:val="0E965D75200944DEAA5C7A57CF1BE669"/>
    <w:rsid w:val="00C849EC"/>
  </w:style>
  <w:style w:type="paragraph" w:customStyle="1" w:styleId="BDC576DFB92D4453AFA8ACAC829AF922">
    <w:name w:val="BDC576DFB92D4453AFA8ACAC829AF922"/>
    <w:rsid w:val="00C849EC"/>
  </w:style>
  <w:style w:type="paragraph" w:customStyle="1" w:styleId="DA2C764D2ECA4795A32901B2739E1F26">
    <w:name w:val="DA2C764D2ECA4795A32901B2739E1F26"/>
    <w:rsid w:val="00C849EC"/>
  </w:style>
  <w:style w:type="paragraph" w:customStyle="1" w:styleId="EF5D956BDA224A6FB72D3A1C81FACFB5">
    <w:name w:val="EF5D956BDA224A6FB72D3A1C81FACFB5"/>
    <w:rsid w:val="00C849EC"/>
  </w:style>
  <w:style w:type="paragraph" w:customStyle="1" w:styleId="B91203D4BE80497598AA1CBBFD30D41C">
    <w:name w:val="B91203D4BE80497598AA1CBBFD30D41C"/>
    <w:rsid w:val="00C849EC"/>
  </w:style>
  <w:style w:type="paragraph" w:customStyle="1" w:styleId="1B018A735F5D4726A6727A1832123BD9">
    <w:name w:val="1B018A735F5D4726A6727A1832123BD9"/>
    <w:rsid w:val="00C849EC"/>
  </w:style>
  <w:style w:type="paragraph" w:customStyle="1" w:styleId="7A38491CBCE741A882B218E962F20830">
    <w:name w:val="7A38491CBCE741A882B218E962F20830"/>
    <w:rsid w:val="00C849EC"/>
  </w:style>
  <w:style w:type="paragraph" w:customStyle="1" w:styleId="749B6C2BACCC4C008496BF53D3A9A96D">
    <w:name w:val="749B6C2BACCC4C008496BF53D3A9A96D"/>
    <w:rsid w:val="00C849EC"/>
  </w:style>
  <w:style w:type="paragraph" w:customStyle="1" w:styleId="32A5773EE5C948B09F37BDD2062E2F10">
    <w:name w:val="32A5773EE5C948B09F37BDD2062E2F10"/>
    <w:rsid w:val="00C849EC"/>
  </w:style>
  <w:style w:type="paragraph" w:customStyle="1" w:styleId="3D33CA53AB0540FE9371213FC1324B77">
    <w:name w:val="3D33CA53AB0540FE9371213FC1324B77"/>
    <w:rsid w:val="00C849EC"/>
  </w:style>
  <w:style w:type="paragraph" w:customStyle="1" w:styleId="7C65DE33F0DA4C2DBAD791D488AC10B3">
    <w:name w:val="7C65DE33F0DA4C2DBAD791D488AC10B3"/>
    <w:rsid w:val="00C849EC"/>
  </w:style>
  <w:style w:type="paragraph" w:customStyle="1" w:styleId="270217464A3E4420821A646921E3B9D1">
    <w:name w:val="270217464A3E4420821A646921E3B9D1"/>
    <w:rsid w:val="00C849EC"/>
  </w:style>
  <w:style w:type="paragraph" w:customStyle="1" w:styleId="98400FF9F78D45059731BA6A4583E284">
    <w:name w:val="98400FF9F78D45059731BA6A4583E284"/>
    <w:rsid w:val="00C849EC"/>
  </w:style>
  <w:style w:type="paragraph" w:customStyle="1" w:styleId="7F1D0C4494924B5784ADFB9ED2726361">
    <w:name w:val="7F1D0C4494924B5784ADFB9ED2726361"/>
    <w:rsid w:val="00C849EC"/>
  </w:style>
  <w:style w:type="paragraph" w:customStyle="1" w:styleId="9A24D31981844DF2A8986A9821844CB8">
    <w:name w:val="9A24D31981844DF2A8986A9821844CB8"/>
    <w:rsid w:val="00C849EC"/>
  </w:style>
  <w:style w:type="paragraph" w:customStyle="1" w:styleId="B472908CAE06432BA14F7DAA5B9BA1D8">
    <w:name w:val="B472908CAE06432BA14F7DAA5B9BA1D8"/>
    <w:rsid w:val="00C849EC"/>
  </w:style>
  <w:style w:type="paragraph" w:customStyle="1" w:styleId="147925460C81496EBDD5FC0E65593DD3">
    <w:name w:val="147925460C81496EBDD5FC0E65593DD3"/>
    <w:rsid w:val="00C849EC"/>
  </w:style>
  <w:style w:type="paragraph" w:customStyle="1" w:styleId="9320070D01AE47D09BF64516CC080FC4">
    <w:name w:val="9320070D01AE47D09BF64516CC080FC4"/>
    <w:rsid w:val="00C849EC"/>
  </w:style>
  <w:style w:type="paragraph" w:customStyle="1" w:styleId="5620FE85EEDF4F888799C16C22722AA2">
    <w:name w:val="5620FE85EEDF4F888799C16C22722AA2"/>
    <w:rsid w:val="00C849EC"/>
  </w:style>
  <w:style w:type="paragraph" w:customStyle="1" w:styleId="31D712E089994FD08BFE77A8D09FF812">
    <w:name w:val="31D712E089994FD08BFE77A8D09FF812"/>
    <w:rsid w:val="00C849EC"/>
  </w:style>
  <w:style w:type="paragraph" w:customStyle="1" w:styleId="2008F5D014184953A157B9DF9E7D33BE">
    <w:name w:val="2008F5D014184953A157B9DF9E7D33BE"/>
    <w:rsid w:val="00C849EC"/>
  </w:style>
  <w:style w:type="paragraph" w:customStyle="1" w:styleId="2DAC54FAC6D84D849936DF2F23673419">
    <w:name w:val="2DAC54FAC6D84D849936DF2F23673419"/>
    <w:rsid w:val="00C849EC"/>
  </w:style>
  <w:style w:type="paragraph" w:customStyle="1" w:styleId="DCFE64948AE44AA89498F2E22A0E070C">
    <w:name w:val="DCFE64948AE44AA89498F2E22A0E070C"/>
    <w:rsid w:val="00C849EC"/>
  </w:style>
  <w:style w:type="paragraph" w:customStyle="1" w:styleId="A5DBFEBB71054DEA82572F63B3FC861C">
    <w:name w:val="A5DBFEBB71054DEA82572F63B3FC861C"/>
    <w:rsid w:val="00C849EC"/>
  </w:style>
  <w:style w:type="paragraph" w:customStyle="1" w:styleId="D76D2B6F6ADE4A889F019D739BDB08C4">
    <w:name w:val="D76D2B6F6ADE4A889F019D739BDB08C4"/>
    <w:rsid w:val="00C849EC"/>
  </w:style>
  <w:style w:type="paragraph" w:customStyle="1" w:styleId="9A0A7861FB1E4F0D98D02433730D44DB">
    <w:name w:val="9A0A7861FB1E4F0D98D02433730D44DB"/>
    <w:rsid w:val="00C849EC"/>
  </w:style>
  <w:style w:type="paragraph" w:customStyle="1" w:styleId="32EA4F3819E94AF39927909F94FF5C73">
    <w:name w:val="32EA4F3819E94AF39927909F94FF5C73"/>
    <w:rsid w:val="00C849EC"/>
  </w:style>
  <w:style w:type="paragraph" w:customStyle="1" w:styleId="C787213D56DD4D20835760FB73DCE46B">
    <w:name w:val="C787213D56DD4D20835760FB73DCE46B"/>
    <w:rsid w:val="00C849EC"/>
  </w:style>
  <w:style w:type="paragraph" w:customStyle="1" w:styleId="34002D6C63F24D918932798A7478681A">
    <w:name w:val="34002D6C63F24D918932798A7478681A"/>
    <w:rsid w:val="00C849EC"/>
  </w:style>
  <w:style w:type="paragraph" w:customStyle="1" w:styleId="BF403E5D6D434A2D8431E0184D990809">
    <w:name w:val="BF403E5D6D434A2D8431E0184D990809"/>
    <w:rsid w:val="00C849EC"/>
  </w:style>
  <w:style w:type="paragraph" w:customStyle="1" w:styleId="AE072910A2FD4AAC90CB4CC89057FB11">
    <w:name w:val="AE072910A2FD4AAC90CB4CC89057FB11"/>
    <w:rsid w:val="00C849EC"/>
  </w:style>
  <w:style w:type="paragraph" w:customStyle="1" w:styleId="F6460375C8B14DD9B96C0E3BD2B5793C">
    <w:name w:val="F6460375C8B14DD9B96C0E3BD2B5793C"/>
    <w:rsid w:val="00C849EC"/>
  </w:style>
  <w:style w:type="paragraph" w:customStyle="1" w:styleId="4C0672302736497EB66D0DA51686CD7A">
    <w:name w:val="4C0672302736497EB66D0DA51686CD7A"/>
    <w:rsid w:val="00C849EC"/>
  </w:style>
  <w:style w:type="paragraph" w:customStyle="1" w:styleId="D58F6E2DE43947E591DA453D006675F1">
    <w:name w:val="D58F6E2DE43947E591DA453D006675F1"/>
    <w:rsid w:val="00C849EC"/>
  </w:style>
  <w:style w:type="paragraph" w:customStyle="1" w:styleId="40D41D9E717E48368DB36B14D0E71079">
    <w:name w:val="40D41D9E717E48368DB36B14D0E71079"/>
    <w:rsid w:val="00C849EC"/>
  </w:style>
  <w:style w:type="paragraph" w:customStyle="1" w:styleId="736212918C8C445AA27AF041A04B8C1B">
    <w:name w:val="736212918C8C445AA27AF041A04B8C1B"/>
    <w:rsid w:val="00C849EC"/>
  </w:style>
  <w:style w:type="paragraph" w:customStyle="1" w:styleId="B858CB5D0EF048AAB877D9338195182B">
    <w:name w:val="B858CB5D0EF048AAB877D9338195182B"/>
    <w:rsid w:val="00C849EC"/>
  </w:style>
  <w:style w:type="paragraph" w:customStyle="1" w:styleId="F2D86149443C46FF9D1074A3653A6232">
    <w:name w:val="F2D86149443C46FF9D1074A3653A6232"/>
    <w:rsid w:val="00C849EC"/>
  </w:style>
  <w:style w:type="paragraph" w:customStyle="1" w:styleId="619336D974494FF3A19957076DA263BC">
    <w:name w:val="619336D974494FF3A19957076DA263BC"/>
    <w:rsid w:val="00C849EC"/>
  </w:style>
  <w:style w:type="paragraph" w:customStyle="1" w:styleId="05DD3348B9624FF48256F1D2B6A0F2E4">
    <w:name w:val="05DD3348B9624FF48256F1D2B6A0F2E4"/>
    <w:rsid w:val="00C849EC"/>
  </w:style>
  <w:style w:type="paragraph" w:customStyle="1" w:styleId="BEB7BAB2D23D431BB930F4BB13A14233">
    <w:name w:val="BEB7BAB2D23D431BB930F4BB13A14233"/>
    <w:rsid w:val="00C849EC"/>
  </w:style>
  <w:style w:type="paragraph" w:customStyle="1" w:styleId="A9F30AE9411247DF9EC95F9FF88E70E9">
    <w:name w:val="A9F30AE9411247DF9EC95F9FF88E70E9"/>
    <w:rsid w:val="00C849EC"/>
  </w:style>
  <w:style w:type="paragraph" w:customStyle="1" w:styleId="8755C9DED1B5475192F8FF2C83E7EAC7">
    <w:name w:val="8755C9DED1B5475192F8FF2C83E7EAC7"/>
    <w:rsid w:val="00C849EC"/>
  </w:style>
  <w:style w:type="paragraph" w:customStyle="1" w:styleId="240EB904917D430498CD1018ADC40198">
    <w:name w:val="240EB904917D430498CD1018ADC40198"/>
    <w:rsid w:val="00C849EC"/>
  </w:style>
  <w:style w:type="paragraph" w:customStyle="1" w:styleId="D4589A66412044C2BF17598200B10F2F">
    <w:name w:val="D4589A66412044C2BF17598200B10F2F"/>
    <w:rsid w:val="00C849EC"/>
  </w:style>
  <w:style w:type="paragraph" w:customStyle="1" w:styleId="B8797CBD44F949BCBFA0CD949B10392F">
    <w:name w:val="B8797CBD44F949BCBFA0CD949B10392F"/>
    <w:rsid w:val="00C849EC"/>
  </w:style>
  <w:style w:type="paragraph" w:customStyle="1" w:styleId="2E9A2FAC7B0746AC8AB5448ABFAACBA2">
    <w:name w:val="2E9A2FAC7B0746AC8AB5448ABFAACBA2"/>
    <w:rsid w:val="00C849EC"/>
  </w:style>
  <w:style w:type="paragraph" w:customStyle="1" w:styleId="46A0AD0D3C7A46F9AB36D0157D0AFA2B">
    <w:name w:val="46A0AD0D3C7A46F9AB36D0157D0AFA2B"/>
    <w:rsid w:val="00C849EC"/>
  </w:style>
  <w:style w:type="paragraph" w:customStyle="1" w:styleId="C592D8FC045F4D38A86D16A1BA4E4F9C">
    <w:name w:val="C592D8FC045F4D38A86D16A1BA4E4F9C"/>
    <w:rsid w:val="00C849EC"/>
  </w:style>
  <w:style w:type="paragraph" w:customStyle="1" w:styleId="11EC025A28B64D8BAC77C5A29C1A512B">
    <w:name w:val="11EC025A28B64D8BAC77C5A29C1A512B"/>
    <w:rsid w:val="00C849EC"/>
  </w:style>
  <w:style w:type="paragraph" w:customStyle="1" w:styleId="371AC0C49DF54622ABFD71AC7D799539">
    <w:name w:val="371AC0C49DF54622ABFD71AC7D799539"/>
    <w:rsid w:val="00C849EC"/>
  </w:style>
  <w:style w:type="paragraph" w:customStyle="1" w:styleId="8DE5D5D42A98402CB1BC9B31721597DF">
    <w:name w:val="8DE5D5D42A98402CB1BC9B31721597DF"/>
    <w:rsid w:val="00C849EC"/>
  </w:style>
  <w:style w:type="paragraph" w:customStyle="1" w:styleId="15BA4BC8D9FF4D1A93D5C26B9923DCE8">
    <w:name w:val="15BA4BC8D9FF4D1A93D5C26B9923DCE8"/>
    <w:rsid w:val="00C849EC"/>
  </w:style>
  <w:style w:type="paragraph" w:customStyle="1" w:styleId="1E13BBE2650C47A3A728D31F690B4AFE">
    <w:name w:val="1E13BBE2650C47A3A728D31F690B4AFE"/>
    <w:rsid w:val="00C849EC"/>
  </w:style>
  <w:style w:type="paragraph" w:customStyle="1" w:styleId="E3BA7B1257D04E85B1B630CCA80B4477">
    <w:name w:val="E3BA7B1257D04E85B1B630CCA80B4477"/>
    <w:rsid w:val="00C849EC"/>
  </w:style>
  <w:style w:type="paragraph" w:customStyle="1" w:styleId="DE99615065394151A51C2BCB48778252">
    <w:name w:val="DE99615065394151A51C2BCB48778252"/>
    <w:rsid w:val="00C849EC"/>
  </w:style>
  <w:style w:type="paragraph" w:customStyle="1" w:styleId="D7EBA05AA0004D24BF3CE9296EF27B6B">
    <w:name w:val="D7EBA05AA0004D24BF3CE9296EF27B6B"/>
    <w:rsid w:val="00C849EC"/>
  </w:style>
  <w:style w:type="paragraph" w:customStyle="1" w:styleId="2614D2984CA14550A9B1146766C78293">
    <w:name w:val="2614D2984CA14550A9B1146766C78293"/>
    <w:rsid w:val="00C849EC"/>
  </w:style>
  <w:style w:type="paragraph" w:customStyle="1" w:styleId="AD50CC2DA9684B5BAD6A000FA3BEED0C">
    <w:name w:val="AD50CC2DA9684B5BAD6A000FA3BEED0C"/>
    <w:rsid w:val="00C849EC"/>
  </w:style>
  <w:style w:type="paragraph" w:customStyle="1" w:styleId="2E9F4F5E0D9C44BA8BE6A9B9DF30B9B6">
    <w:name w:val="2E9F4F5E0D9C44BA8BE6A9B9DF30B9B6"/>
    <w:rsid w:val="00C849EC"/>
  </w:style>
  <w:style w:type="paragraph" w:customStyle="1" w:styleId="DA298507DDDA4041959F2A80EE81E09D">
    <w:name w:val="DA298507DDDA4041959F2A80EE81E09D"/>
    <w:rsid w:val="00C849EC"/>
  </w:style>
  <w:style w:type="paragraph" w:customStyle="1" w:styleId="63162A82AB4844D2A7732B2CEE596575">
    <w:name w:val="63162A82AB4844D2A7732B2CEE596575"/>
    <w:rsid w:val="00C849EC"/>
  </w:style>
  <w:style w:type="paragraph" w:customStyle="1" w:styleId="F6B652AE335943CFB75B1682ACB9BE9C">
    <w:name w:val="F6B652AE335943CFB75B1682ACB9BE9C"/>
    <w:rsid w:val="00C849EC"/>
  </w:style>
  <w:style w:type="paragraph" w:customStyle="1" w:styleId="118357361C2644B4AD20AD455877E827">
    <w:name w:val="118357361C2644B4AD20AD455877E827"/>
    <w:rsid w:val="00C849EC"/>
  </w:style>
  <w:style w:type="paragraph" w:customStyle="1" w:styleId="9702D250FB8044FAB1F7742B80CD81FD">
    <w:name w:val="9702D250FB8044FAB1F7742B80CD81FD"/>
    <w:rsid w:val="00C849EC"/>
  </w:style>
  <w:style w:type="paragraph" w:customStyle="1" w:styleId="2136FBEA23D8435A99B50B033EC1622F">
    <w:name w:val="2136FBEA23D8435A99B50B033EC1622F"/>
    <w:rsid w:val="00C849EC"/>
  </w:style>
  <w:style w:type="paragraph" w:customStyle="1" w:styleId="A57B22D055C3465F9A0B60C2C074182A">
    <w:name w:val="A57B22D055C3465F9A0B60C2C074182A"/>
    <w:rsid w:val="00C849EC"/>
  </w:style>
  <w:style w:type="paragraph" w:customStyle="1" w:styleId="34967FBBAEB14AB3902576B5348FEBDA">
    <w:name w:val="34967FBBAEB14AB3902576B5348FEBDA"/>
    <w:rsid w:val="00C849EC"/>
  </w:style>
  <w:style w:type="paragraph" w:customStyle="1" w:styleId="F91B74AC41EC4320BCCBE94A9E125AD8">
    <w:name w:val="F91B74AC41EC4320BCCBE94A9E125AD8"/>
    <w:rsid w:val="00C849EC"/>
  </w:style>
  <w:style w:type="paragraph" w:customStyle="1" w:styleId="FAB37A50D5544A0F810225C464B7FE4B">
    <w:name w:val="FAB37A50D5544A0F810225C464B7FE4B"/>
    <w:rsid w:val="00C849EC"/>
  </w:style>
  <w:style w:type="paragraph" w:customStyle="1" w:styleId="128B0C5BE5FA4E1F9035EAB0B2CC6895">
    <w:name w:val="128B0C5BE5FA4E1F9035EAB0B2CC6895"/>
    <w:rsid w:val="00C849EC"/>
  </w:style>
  <w:style w:type="paragraph" w:customStyle="1" w:styleId="D81E1C260FB242B2A725605A126F7EAE">
    <w:name w:val="D81E1C260FB242B2A725605A126F7EAE"/>
    <w:rsid w:val="00C849EC"/>
  </w:style>
  <w:style w:type="paragraph" w:customStyle="1" w:styleId="B457BC1434304E71B2FEBCC30C323222">
    <w:name w:val="B457BC1434304E71B2FEBCC30C323222"/>
    <w:rsid w:val="00C849EC"/>
  </w:style>
  <w:style w:type="paragraph" w:customStyle="1" w:styleId="F202051430EF411DBB223B63AC4E40D8">
    <w:name w:val="F202051430EF411DBB223B63AC4E40D8"/>
    <w:rsid w:val="00C849EC"/>
  </w:style>
  <w:style w:type="paragraph" w:customStyle="1" w:styleId="FFD58E6A008A4F498014FBB0730A53F3">
    <w:name w:val="FFD58E6A008A4F498014FBB0730A53F3"/>
    <w:rsid w:val="00C849EC"/>
  </w:style>
  <w:style w:type="paragraph" w:customStyle="1" w:styleId="C4B939F66D0A4569AD8C25BF5A1F3EDB">
    <w:name w:val="C4B939F66D0A4569AD8C25BF5A1F3EDB"/>
    <w:rsid w:val="00C849EC"/>
  </w:style>
  <w:style w:type="paragraph" w:customStyle="1" w:styleId="1C1A8DCE2B704419B4DDE69CB127E68B">
    <w:name w:val="1C1A8DCE2B704419B4DDE69CB127E68B"/>
    <w:rsid w:val="00C849EC"/>
  </w:style>
  <w:style w:type="paragraph" w:customStyle="1" w:styleId="9A55878D2C884184A38C9CD1BC9E8E5D">
    <w:name w:val="9A55878D2C884184A38C9CD1BC9E8E5D"/>
    <w:rsid w:val="00C849EC"/>
  </w:style>
  <w:style w:type="paragraph" w:customStyle="1" w:styleId="761D0A9707C746599A619C5E9CB6BA9A">
    <w:name w:val="761D0A9707C746599A619C5E9CB6BA9A"/>
    <w:rsid w:val="00C849EC"/>
  </w:style>
  <w:style w:type="paragraph" w:customStyle="1" w:styleId="061278587A1E467CB8B24C9D14F75D5B">
    <w:name w:val="061278587A1E467CB8B24C9D14F75D5B"/>
    <w:rsid w:val="00C849EC"/>
  </w:style>
  <w:style w:type="paragraph" w:customStyle="1" w:styleId="B3214F48B7BD4FD38F51F5A8376EE19E">
    <w:name w:val="B3214F48B7BD4FD38F51F5A8376EE19E"/>
    <w:rsid w:val="00C849EC"/>
  </w:style>
  <w:style w:type="paragraph" w:customStyle="1" w:styleId="6000FA2B60AE4151B987A4F254FB7A23">
    <w:name w:val="6000FA2B60AE4151B987A4F254FB7A23"/>
    <w:rsid w:val="00C849EC"/>
  </w:style>
  <w:style w:type="paragraph" w:customStyle="1" w:styleId="BD719FB9F71147ACA7A21E551304CC27">
    <w:name w:val="BD719FB9F71147ACA7A21E551304CC27"/>
    <w:rsid w:val="00C849EC"/>
  </w:style>
  <w:style w:type="paragraph" w:customStyle="1" w:styleId="BFD6A4103DED45C58DCF5E895E449E85">
    <w:name w:val="BFD6A4103DED45C58DCF5E895E449E85"/>
    <w:rsid w:val="00C849EC"/>
  </w:style>
  <w:style w:type="paragraph" w:customStyle="1" w:styleId="9C682C766FCD41F3A1105DAC7FC6841E">
    <w:name w:val="9C682C766FCD41F3A1105DAC7FC6841E"/>
    <w:rsid w:val="00C849EC"/>
  </w:style>
  <w:style w:type="paragraph" w:customStyle="1" w:styleId="6F1622B0D5C747198D76791A453E3F6E">
    <w:name w:val="6F1622B0D5C747198D76791A453E3F6E"/>
    <w:rsid w:val="00C849EC"/>
  </w:style>
  <w:style w:type="paragraph" w:customStyle="1" w:styleId="5FBE09A5901D4076800DBD16FAE2E14C">
    <w:name w:val="5FBE09A5901D4076800DBD16FAE2E14C"/>
    <w:rsid w:val="00C849EC"/>
  </w:style>
  <w:style w:type="paragraph" w:customStyle="1" w:styleId="2161C58812374574A2224CAF01EC1242">
    <w:name w:val="2161C58812374574A2224CAF01EC1242"/>
    <w:rsid w:val="00C849EC"/>
  </w:style>
  <w:style w:type="paragraph" w:customStyle="1" w:styleId="670BA819D30545928B9EA04DD28D2F07">
    <w:name w:val="670BA819D30545928B9EA04DD28D2F07"/>
    <w:rsid w:val="00C849EC"/>
  </w:style>
  <w:style w:type="paragraph" w:customStyle="1" w:styleId="A3960A45C09347BE99DB413F535CF6A4">
    <w:name w:val="A3960A45C09347BE99DB413F535CF6A4"/>
    <w:rsid w:val="00C849EC"/>
  </w:style>
  <w:style w:type="paragraph" w:customStyle="1" w:styleId="08D785888004482081E605A74DB8E5AD">
    <w:name w:val="08D785888004482081E605A74DB8E5AD"/>
    <w:rsid w:val="00C849EC"/>
  </w:style>
  <w:style w:type="paragraph" w:customStyle="1" w:styleId="C6BE19096BA842B3BBB4967DF2E06631">
    <w:name w:val="C6BE19096BA842B3BBB4967DF2E06631"/>
    <w:rsid w:val="00C849EC"/>
  </w:style>
  <w:style w:type="paragraph" w:customStyle="1" w:styleId="8ACCFD29BBA74FD9909A44111A7E2522">
    <w:name w:val="8ACCFD29BBA74FD9909A44111A7E2522"/>
    <w:rsid w:val="00C849EC"/>
  </w:style>
  <w:style w:type="paragraph" w:customStyle="1" w:styleId="CEC207E0C99A456E92FF8A73ACE461DB">
    <w:name w:val="CEC207E0C99A456E92FF8A73ACE461DB"/>
    <w:rsid w:val="00C849EC"/>
  </w:style>
  <w:style w:type="paragraph" w:customStyle="1" w:styleId="67D2E1E657FF479C94624710B1D752A3">
    <w:name w:val="67D2E1E657FF479C94624710B1D752A3"/>
    <w:rsid w:val="00C849EC"/>
  </w:style>
  <w:style w:type="paragraph" w:customStyle="1" w:styleId="0CDBE795DA574C54984B192F57FE6B26">
    <w:name w:val="0CDBE795DA574C54984B192F57FE6B26"/>
    <w:rsid w:val="00C849EC"/>
  </w:style>
  <w:style w:type="paragraph" w:customStyle="1" w:styleId="1BC602496AE94496BB8E6CEAB93D3819">
    <w:name w:val="1BC602496AE94496BB8E6CEAB93D3819"/>
    <w:rsid w:val="00C849EC"/>
  </w:style>
  <w:style w:type="paragraph" w:customStyle="1" w:styleId="151A1A1022224F4CB6756EF102BCD920">
    <w:name w:val="151A1A1022224F4CB6756EF102BCD920"/>
    <w:rsid w:val="00C849EC"/>
  </w:style>
  <w:style w:type="paragraph" w:customStyle="1" w:styleId="804AA48254C2495FBD237F6B88633A60">
    <w:name w:val="804AA48254C2495FBD237F6B88633A60"/>
    <w:rsid w:val="00C849EC"/>
  </w:style>
  <w:style w:type="paragraph" w:customStyle="1" w:styleId="FF1B72699C2A4A71861210E51638BA1F">
    <w:name w:val="FF1B72699C2A4A71861210E51638BA1F"/>
    <w:rsid w:val="00C849EC"/>
  </w:style>
  <w:style w:type="paragraph" w:customStyle="1" w:styleId="1CEBBE21D9A84C8886CDC78534E4310B">
    <w:name w:val="1CEBBE21D9A84C8886CDC78534E4310B"/>
    <w:rsid w:val="00C849EC"/>
  </w:style>
  <w:style w:type="paragraph" w:customStyle="1" w:styleId="9611778D05F040B2BAB91BDBAF3ABC88">
    <w:name w:val="9611778D05F040B2BAB91BDBAF3ABC88"/>
    <w:rsid w:val="00C849EC"/>
  </w:style>
  <w:style w:type="paragraph" w:customStyle="1" w:styleId="8271751093084655BD7B396CD810A305">
    <w:name w:val="8271751093084655BD7B396CD810A305"/>
    <w:rsid w:val="00C849EC"/>
  </w:style>
  <w:style w:type="paragraph" w:customStyle="1" w:styleId="2AE58547876B4CEB98FD20D3F48FDCEA">
    <w:name w:val="2AE58547876B4CEB98FD20D3F48FDCEA"/>
    <w:rsid w:val="00C849EC"/>
  </w:style>
  <w:style w:type="paragraph" w:customStyle="1" w:styleId="8239780CC387442B9844935735434A3B">
    <w:name w:val="8239780CC387442B9844935735434A3B"/>
    <w:rsid w:val="00C849EC"/>
  </w:style>
  <w:style w:type="paragraph" w:customStyle="1" w:styleId="230B22D725F943728E4470FDE22C5648">
    <w:name w:val="230B22D725F943728E4470FDE22C5648"/>
    <w:rsid w:val="00C849EC"/>
  </w:style>
  <w:style w:type="paragraph" w:customStyle="1" w:styleId="4F6787D69D4349528BF688E3820DFCC2">
    <w:name w:val="4F6787D69D4349528BF688E3820DFCC2"/>
    <w:rsid w:val="00C849EC"/>
  </w:style>
  <w:style w:type="paragraph" w:customStyle="1" w:styleId="C62A5C8AD60F4EBB81C90EE0F5D4E9AA">
    <w:name w:val="C62A5C8AD60F4EBB81C90EE0F5D4E9AA"/>
    <w:rsid w:val="00C849EC"/>
  </w:style>
  <w:style w:type="paragraph" w:customStyle="1" w:styleId="A46DC8788E604D389F7BAD0E294FD7F2">
    <w:name w:val="A46DC8788E604D389F7BAD0E294FD7F2"/>
    <w:rsid w:val="00C849EC"/>
  </w:style>
  <w:style w:type="paragraph" w:customStyle="1" w:styleId="89A21571B0364E659C3C1EF20586BF12">
    <w:name w:val="89A21571B0364E659C3C1EF20586BF12"/>
    <w:rsid w:val="00C849EC"/>
  </w:style>
  <w:style w:type="paragraph" w:customStyle="1" w:styleId="89DC33BF7A3A41C9894DFF394496D0F2">
    <w:name w:val="89DC33BF7A3A41C9894DFF394496D0F2"/>
    <w:rsid w:val="00C849EC"/>
  </w:style>
  <w:style w:type="paragraph" w:customStyle="1" w:styleId="EE3A2429055F4F37A3550A56091D7F3E">
    <w:name w:val="EE3A2429055F4F37A3550A56091D7F3E"/>
    <w:rsid w:val="00C849EC"/>
  </w:style>
  <w:style w:type="paragraph" w:customStyle="1" w:styleId="AEE0C16C8FB14DD39EFD83BB155C609F">
    <w:name w:val="AEE0C16C8FB14DD39EFD83BB155C609F"/>
    <w:rsid w:val="00C849EC"/>
  </w:style>
  <w:style w:type="paragraph" w:customStyle="1" w:styleId="11D27469D6F04F949F954F6729DA0380">
    <w:name w:val="11D27469D6F04F949F954F6729DA0380"/>
    <w:rsid w:val="00C849EC"/>
  </w:style>
  <w:style w:type="paragraph" w:customStyle="1" w:styleId="B4413DF147084502891039AD584EE7AB">
    <w:name w:val="B4413DF147084502891039AD584EE7AB"/>
    <w:rsid w:val="00C849EC"/>
  </w:style>
  <w:style w:type="paragraph" w:customStyle="1" w:styleId="41350A04AF60440AB99A2FD4F6E8E984">
    <w:name w:val="41350A04AF60440AB99A2FD4F6E8E984"/>
    <w:rsid w:val="00C849EC"/>
  </w:style>
  <w:style w:type="paragraph" w:customStyle="1" w:styleId="9D55D48B06924FC89FFD5A85DA5B6699">
    <w:name w:val="9D55D48B06924FC89FFD5A85DA5B6699"/>
    <w:rsid w:val="00C849EC"/>
  </w:style>
  <w:style w:type="paragraph" w:customStyle="1" w:styleId="188BF47D73F94743B2F1819C1A9C94D4">
    <w:name w:val="188BF47D73F94743B2F1819C1A9C94D4"/>
    <w:rsid w:val="00C849EC"/>
  </w:style>
  <w:style w:type="paragraph" w:customStyle="1" w:styleId="CCE961A4532443AFA85F16ACF2A4DC4F">
    <w:name w:val="CCE961A4532443AFA85F16ACF2A4DC4F"/>
    <w:rsid w:val="00C849EC"/>
  </w:style>
  <w:style w:type="paragraph" w:customStyle="1" w:styleId="6B9AEAD0A6ED477982CC0FCE187F08BB">
    <w:name w:val="6B9AEAD0A6ED477982CC0FCE187F08BB"/>
    <w:rsid w:val="00C849EC"/>
  </w:style>
  <w:style w:type="paragraph" w:customStyle="1" w:styleId="E64F85DBC5854769A91A65D972A49FBA">
    <w:name w:val="E64F85DBC5854769A91A65D972A49FBA"/>
    <w:rsid w:val="00C849EC"/>
  </w:style>
  <w:style w:type="paragraph" w:customStyle="1" w:styleId="1E5F2E2BAF9346EE9D8CEF2EB7ADAB7B">
    <w:name w:val="1E5F2E2BAF9346EE9D8CEF2EB7ADAB7B"/>
    <w:rsid w:val="00C849EC"/>
  </w:style>
  <w:style w:type="paragraph" w:customStyle="1" w:styleId="04CFE4354AD24924A1838FAACF87ED11">
    <w:name w:val="04CFE4354AD24924A1838FAACF87ED11"/>
    <w:rsid w:val="00C849EC"/>
  </w:style>
  <w:style w:type="paragraph" w:customStyle="1" w:styleId="1FB2AE0B829C4A4189337A9A2F3BB907">
    <w:name w:val="1FB2AE0B829C4A4189337A9A2F3BB907"/>
    <w:rsid w:val="00C849EC"/>
  </w:style>
  <w:style w:type="paragraph" w:customStyle="1" w:styleId="EC3A4C3C11984BA0BEEFF3B4AB9B33C2">
    <w:name w:val="EC3A4C3C11984BA0BEEFF3B4AB9B33C2"/>
    <w:rsid w:val="00C849EC"/>
  </w:style>
  <w:style w:type="paragraph" w:customStyle="1" w:styleId="7FCF039130944F99AC22EED7BB22BA58">
    <w:name w:val="7FCF039130944F99AC22EED7BB22BA58"/>
    <w:rsid w:val="00C849EC"/>
  </w:style>
  <w:style w:type="paragraph" w:customStyle="1" w:styleId="228162E689C949B8A8C7107B5CC94723">
    <w:name w:val="228162E689C949B8A8C7107B5CC94723"/>
    <w:rsid w:val="00C849EC"/>
  </w:style>
  <w:style w:type="paragraph" w:customStyle="1" w:styleId="1BC245DEB7E14EBAA4C99027CD45CCB7">
    <w:name w:val="1BC245DEB7E14EBAA4C99027CD45CCB7"/>
    <w:rsid w:val="00C849EC"/>
  </w:style>
  <w:style w:type="paragraph" w:customStyle="1" w:styleId="F4B1A455FBC442F7BC04AEE01BC20CEE">
    <w:name w:val="F4B1A455FBC442F7BC04AEE01BC20CEE"/>
    <w:rsid w:val="00C849EC"/>
  </w:style>
  <w:style w:type="paragraph" w:customStyle="1" w:styleId="4B8CB427098140E491BC593C19A5E637">
    <w:name w:val="4B8CB427098140E491BC593C19A5E637"/>
    <w:rsid w:val="00C849EC"/>
  </w:style>
  <w:style w:type="paragraph" w:customStyle="1" w:styleId="DC2F93122647454590AE0ECA4468FFC7">
    <w:name w:val="DC2F93122647454590AE0ECA4468FFC7"/>
    <w:rsid w:val="00C849EC"/>
  </w:style>
  <w:style w:type="paragraph" w:customStyle="1" w:styleId="A9D348FDA84943539054791F9FE5FD7B">
    <w:name w:val="A9D348FDA84943539054791F9FE5FD7B"/>
    <w:rsid w:val="00C849EC"/>
  </w:style>
  <w:style w:type="paragraph" w:customStyle="1" w:styleId="EC6070883633499CB0679F77528239B4">
    <w:name w:val="EC6070883633499CB0679F77528239B4"/>
    <w:rsid w:val="00C849EC"/>
  </w:style>
  <w:style w:type="paragraph" w:customStyle="1" w:styleId="329D572B948B401384ABC0CA1F43815E">
    <w:name w:val="329D572B948B401384ABC0CA1F43815E"/>
    <w:rsid w:val="00C849EC"/>
  </w:style>
  <w:style w:type="paragraph" w:customStyle="1" w:styleId="7492C6252AE246F9A55D358C29FFC216">
    <w:name w:val="7492C6252AE246F9A55D358C29FFC216"/>
    <w:rsid w:val="00C849EC"/>
  </w:style>
  <w:style w:type="paragraph" w:customStyle="1" w:styleId="B39BC3C86AA9412AA72ECC007FC33D17">
    <w:name w:val="B39BC3C86AA9412AA72ECC007FC33D17"/>
    <w:rsid w:val="00C849EC"/>
  </w:style>
  <w:style w:type="paragraph" w:customStyle="1" w:styleId="A5FC47E30D614265838322707DC07A7B">
    <w:name w:val="A5FC47E30D614265838322707DC07A7B"/>
    <w:rsid w:val="00C849EC"/>
  </w:style>
  <w:style w:type="paragraph" w:customStyle="1" w:styleId="F73544F4EC184035B6F8FDC0EAC98487">
    <w:name w:val="F73544F4EC184035B6F8FDC0EAC98487"/>
    <w:rsid w:val="00C849EC"/>
  </w:style>
  <w:style w:type="paragraph" w:customStyle="1" w:styleId="AE2E0BAEA4244C63B2048E0A584BE79A">
    <w:name w:val="AE2E0BAEA4244C63B2048E0A584BE79A"/>
    <w:rsid w:val="00C849EC"/>
  </w:style>
  <w:style w:type="paragraph" w:customStyle="1" w:styleId="DA6F655B94094FF6A3048258B8AAE9D9">
    <w:name w:val="DA6F655B94094FF6A3048258B8AAE9D9"/>
    <w:rsid w:val="00C849EC"/>
  </w:style>
  <w:style w:type="paragraph" w:customStyle="1" w:styleId="6A58687C932F423FB2C7143991524BCF">
    <w:name w:val="6A58687C932F423FB2C7143991524BCF"/>
    <w:rsid w:val="00C849EC"/>
  </w:style>
  <w:style w:type="paragraph" w:customStyle="1" w:styleId="79005FB52A21419D8C866A9F14C461EE">
    <w:name w:val="79005FB52A21419D8C866A9F14C461EE"/>
    <w:rsid w:val="00C849EC"/>
  </w:style>
  <w:style w:type="paragraph" w:customStyle="1" w:styleId="5AA7BA27B7CA4734AA6F51EAF657EB8F">
    <w:name w:val="5AA7BA27B7CA4734AA6F51EAF657EB8F"/>
    <w:rsid w:val="00C849EC"/>
  </w:style>
  <w:style w:type="paragraph" w:customStyle="1" w:styleId="035C24E7E4E44553920140A44E91AFBC">
    <w:name w:val="035C24E7E4E44553920140A44E91AFBC"/>
    <w:rsid w:val="00C849EC"/>
  </w:style>
  <w:style w:type="paragraph" w:customStyle="1" w:styleId="E1083BC782C04C9399D4FB80CB8DE528">
    <w:name w:val="E1083BC782C04C9399D4FB80CB8DE528"/>
    <w:rsid w:val="00C849EC"/>
  </w:style>
  <w:style w:type="paragraph" w:customStyle="1" w:styleId="96EE8415D3A640E9BC64E77B70980911">
    <w:name w:val="96EE8415D3A640E9BC64E77B70980911"/>
    <w:rsid w:val="00C849EC"/>
  </w:style>
  <w:style w:type="paragraph" w:customStyle="1" w:styleId="82E9C428B95547B7949916D56D6E5A68">
    <w:name w:val="82E9C428B95547B7949916D56D6E5A68"/>
    <w:rsid w:val="00C849EC"/>
  </w:style>
  <w:style w:type="paragraph" w:customStyle="1" w:styleId="EA3C8753BDEA4480B22B112942620F92">
    <w:name w:val="EA3C8753BDEA4480B22B112942620F92"/>
    <w:rsid w:val="00C849EC"/>
  </w:style>
  <w:style w:type="paragraph" w:customStyle="1" w:styleId="085A98DE0A8F46BA99921C093641EFB3">
    <w:name w:val="085A98DE0A8F46BA99921C093641EFB3"/>
    <w:rsid w:val="00C849EC"/>
  </w:style>
  <w:style w:type="paragraph" w:customStyle="1" w:styleId="997C2725B5BD4CF0A0FEA0B9D3059295">
    <w:name w:val="997C2725B5BD4CF0A0FEA0B9D3059295"/>
    <w:rsid w:val="00C849EC"/>
  </w:style>
  <w:style w:type="paragraph" w:customStyle="1" w:styleId="C6D0E5B0448B46CABBEBE3E910C8D402">
    <w:name w:val="C6D0E5B0448B46CABBEBE3E910C8D402"/>
    <w:rsid w:val="00C849EC"/>
  </w:style>
  <w:style w:type="paragraph" w:customStyle="1" w:styleId="133B2810E2AB4E12A6DDAC99F91D6816">
    <w:name w:val="133B2810E2AB4E12A6DDAC99F91D6816"/>
    <w:rsid w:val="00C849EC"/>
  </w:style>
  <w:style w:type="paragraph" w:customStyle="1" w:styleId="3A7FB640A95D47B99EF6FBCEF9C939F3">
    <w:name w:val="3A7FB640A95D47B99EF6FBCEF9C939F3"/>
    <w:rsid w:val="00C849EC"/>
  </w:style>
  <w:style w:type="paragraph" w:customStyle="1" w:styleId="12F3F6DB96C441F5BD7FD569721DAED1">
    <w:name w:val="12F3F6DB96C441F5BD7FD569721DAED1"/>
    <w:rsid w:val="00C60556"/>
  </w:style>
  <w:style w:type="paragraph" w:customStyle="1" w:styleId="962BEFEDFF4D410B974FBD4A82B14D52">
    <w:name w:val="962BEFEDFF4D410B974FBD4A82B14D52"/>
    <w:rsid w:val="00C60556"/>
  </w:style>
  <w:style w:type="paragraph" w:customStyle="1" w:styleId="329A435DF1C6405E8BACBE71BA53B20B">
    <w:name w:val="329A435DF1C6405E8BACBE71BA53B20B"/>
    <w:rsid w:val="00C60556"/>
  </w:style>
  <w:style w:type="paragraph" w:customStyle="1" w:styleId="086ECB79F3604C4091D88A560085DB07">
    <w:name w:val="086ECB79F3604C4091D88A560085DB07"/>
    <w:rsid w:val="00C60556"/>
  </w:style>
  <w:style w:type="paragraph" w:customStyle="1" w:styleId="0F067ACA4EE042D5B2072DB737A9BCC7">
    <w:name w:val="0F067ACA4EE042D5B2072DB737A9BCC7"/>
    <w:rsid w:val="00C60556"/>
  </w:style>
  <w:style w:type="paragraph" w:customStyle="1" w:styleId="5D17DA6BAE5E43CDA8B2021D05527AC9">
    <w:name w:val="5D17DA6BAE5E43CDA8B2021D05527AC9"/>
    <w:rsid w:val="00C60556"/>
  </w:style>
  <w:style w:type="paragraph" w:customStyle="1" w:styleId="0842CD71C9E94474AB914EBFB41654DB">
    <w:name w:val="0842CD71C9E94474AB914EBFB41654DB"/>
    <w:rsid w:val="00C60556"/>
  </w:style>
  <w:style w:type="paragraph" w:customStyle="1" w:styleId="B65AFCA5262346089ACA6CBF2B8C6EE6">
    <w:name w:val="B65AFCA5262346089ACA6CBF2B8C6EE6"/>
    <w:rsid w:val="00C60556"/>
  </w:style>
  <w:style w:type="paragraph" w:customStyle="1" w:styleId="EE028593D7004476901836CDF427FCB4">
    <w:name w:val="EE028593D7004476901836CDF427FCB4"/>
    <w:rsid w:val="00C60556"/>
  </w:style>
  <w:style w:type="paragraph" w:customStyle="1" w:styleId="799DDCE9D4D841D1926CF52A59631BE4">
    <w:name w:val="799DDCE9D4D841D1926CF52A59631BE4"/>
    <w:rsid w:val="00C60556"/>
  </w:style>
  <w:style w:type="paragraph" w:customStyle="1" w:styleId="011523CB9F81421FAD1E94BD7B007C70">
    <w:name w:val="011523CB9F81421FAD1E94BD7B007C70"/>
    <w:rsid w:val="00C60556"/>
  </w:style>
  <w:style w:type="paragraph" w:customStyle="1" w:styleId="EEDF7BDC311A454D8B4EAA849F6869C6">
    <w:name w:val="EEDF7BDC311A454D8B4EAA849F6869C6"/>
    <w:rsid w:val="00C60556"/>
  </w:style>
  <w:style w:type="paragraph" w:customStyle="1" w:styleId="A5B936AC95614DF99BAF057D9EAD8BC6">
    <w:name w:val="A5B936AC95614DF99BAF057D9EAD8BC6"/>
    <w:rsid w:val="00C60556"/>
  </w:style>
  <w:style w:type="paragraph" w:customStyle="1" w:styleId="4D53D04B9796451FAB17F9FBAF59E371">
    <w:name w:val="4D53D04B9796451FAB17F9FBAF59E371"/>
    <w:rsid w:val="00C60556"/>
  </w:style>
  <w:style w:type="paragraph" w:customStyle="1" w:styleId="1DA22387B8BB4126B46DD830805444BB">
    <w:name w:val="1DA22387B8BB4126B46DD830805444BB"/>
    <w:rsid w:val="00C60556"/>
  </w:style>
  <w:style w:type="paragraph" w:customStyle="1" w:styleId="8CE39C1FFAFF48F8837DC1E909CB2D1F">
    <w:name w:val="8CE39C1FFAFF48F8837DC1E909CB2D1F"/>
    <w:rsid w:val="006274C6"/>
  </w:style>
  <w:style w:type="paragraph" w:customStyle="1" w:styleId="3AF1786F59804C589746C512BF4E4139">
    <w:name w:val="3AF1786F59804C589746C512BF4E4139"/>
    <w:rsid w:val="006274C6"/>
  </w:style>
  <w:style w:type="paragraph" w:customStyle="1" w:styleId="AF15C88AFB1B4221937DC5CADE92C50E">
    <w:name w:val="AF15C88AFB1B4221937DC5CADE92C50E"/>
    <w:rsid w:val="00A97ACE"/>
  </w:style>
  <w:style w:type="paragraph" w:customStyle="1" w:styleId="1DD051E00BF348B4A09EF5BA514C0769">
    <w:name w:val="1DD051E00BF348B4A09EF5BA514C0769"/>
    <w:rsid w:val="00A97ACE"/>
  </w:style>
  <w:style w:type="paragraph" w:customStyle="1" w:styleId="08ACAB050DC24B15897B31E82FCF3CE4">
    <w:name w:val="08ACAB050DC24B15897B31E82FCF3CE4"/>
    <w:rsid w:val="00A97ACE"/>
  </w:style>
  <w:style w:type="paragraph" w:customStyle="1" w:styleId="0393BD76E8374BAB8A185D0C1156F582">
    <w:name w:val="0393BD76E8374BAB8A185D0C1156F582"/>
    <w:rsid w:val="00A97ACE"/>
  </w:style>
  <w:style w:type="paragraph" w:customStyle="1" w:styleId="5EE51DC5E59D4BAEAEDA32F6A602E5C8">
    <w:name w:val="5EE51DC5E59D4BAEAEDA32F6A602E5C8"/>
    <w:rsid w:val="00A97ACE"/>
  </w:style>
  <w:style w:type="paragraph" w:customStyle="1" w:styleId="EB743E8259A14D37964202B6FA58337B">
    <w:name w:val="EB743E8259A14D37964202B6FA58337B"/>
    <w:rsid w:val="00A97ACE"/>
  </w:style>
  <w:style w:type="paragraph" w:customStyle="1" w:styleId="567488EE2A2A473487D257F156E6FCC3">
    <w:name w:val="567488EE2A2A473487D257F156E6FCC3"/>
    <w:rsid w:val="00A97ACE"/>
  </w:style>
  <w:style w:type="paragraph" w:customStyle="1" w:styleId="B9C788A622A24741B49EA3085DD8EC3E">
    <w:name w:val="B9C788A622A24741B49EA3085DD8EC3E"/>
    <w:rsid w:val="00A97ACE"/>
  </w:style>
  <w:style w:type="paragraph" w:customStyle="1" w:styleId="692C81B158CC4C5F9AD169CC2BB43BFD">
    <w:name w:val="692C81B158CC4C5F9AD169CC2BB43BFD"/>
    <w:rsid w:val="00A97ACE"/>
  </w:style>
  <w:style w:type="paragraph" w:customStyle="1" w:styleId="DB6A7D54C07D4504BDCBFFA19789E364">
    <w:name w:val="DB6A7D54C07D4504BDCBFFA19789E364"/>
    <w:rsid w:val="00A97ACE"/>
  </w:style>
  <w:style w:type="paragraph" w:customStyle="1" w:styleId="E476AE5B3D804D7D82DEEC9002FFE78B">
    <w:name w:val="E476AE5B3D804D7D82DEEC9002FFE78B"/>
    <w:rsid w:val="00833ADC"/>
  </w:style>
  <w:style w:type="paragraph" w:customStyle="1" w:styleId="8098809FF41149CB8DAB5EEA8557E2CC">
    <w:name w:val="8098809FF41149CB8DAB5EEA8557E2CC"/>
    <w:rsid w:val="00833ADC"/>
  </w:style>
  <w:style w:type="paragraph" w:customStyle="1" w:styleId="559EA7A0DA43431A975DBCE2164F2B821">
    <w:name w:val="559EA7A0DA43431A975DBCE2164F2B8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FC4A17B2AD045D38B5EE9CF82C2F05C1">
    <w:name w:val="2FC4A17B2AD045D38B5EE9CF82C2F05C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D6BF25BF108471BA91333DB40DF779E1">
    <w:name w:val="1D6BF25BF108471BA91333DB40DF779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476AE5B3D804D7D82DEEC9002FFE78B1">
    <w:name w:val="E476AE5B3D804D7D82DEEC9002FFE78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82C74393E44B76B24D849B96F50133">
    <w:name w:val="2582C74393E44B76B24D849B96F50133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E40322F89E540A2A3333A4A54E06C77">
    <w:name w:val="7E40322F89E540A2A3333A4A54E06C7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4F5152BCD6A494594E84678D5AE7A18">
    <w:name w:val="B4F5152BCD6A494594E84678D5AE7A18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885DCDBB553469CA7871A1D09FD1C2E">
    <w:name w:val="2885DCDBB553469CA7871A1D09FD1C2E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6ECB79F3604C4091D88A560085DB071">
    <w:name w:val="086ECB79F3604C4091D88A560085DB07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F067ACA4EE042D5B2072DB737A9BCC71">
    <w:name w:val="0F067ACA4EE042D5B2072DB737A9BCC7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17DA6BAE5E43CDA8B2021D05527AC91">
    <w:name w:val="5D17DA6BAE5E43CDA8B2021D05527AC9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202DE95A9048128FD71733CFC57F5A">
    <w:name w:val="2D202DE95A9048128FD71733CFC57F5A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E741B0572CD42C4AF597DFF9E35D3C51">
    <w:name w:val="DE741B0572CD42C4AF597DFF9E35D3C5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1B9A2E873114071AA1C67E928A4FF86">
    <w:name w:val="B1B9A2E873114071AA1C67E928A4FF86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5657463C0C84097800A37305F29D72A">
    <w:name w:val="55657463C0C84097800A37305F29D72A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2FDA0D2292745FF95A3FB3B263755E6">
    <w:name w:val="F2FDA0D2292745FF95A3FB3B263755E6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9AAC7E742645CF921E506DB8BC3317">
    <w:name w:val="E99AAC7E742645CF921E506DB8BC331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1A13B325FE0435BB7DB5CACD5EA46D31">
    <w:name w:val="E1A13B325FE0435BB7DB5CACD5EA46D3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E9B6FEED95349A29F3EF3954240C2FE1">
    <w:name w:val="6E9B6FEED95349A29F3EF3954240C2F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0B65C7244B64DA59E673AF39BE2E6A61">
    <w:name w:val="70B65C7244B64DA59E673AF39BE2E6A6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DA9CF57106645EAB05040205AB5778D1">
    <w:name w:val="0DA9CF57106645EAB05040205AB5778D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D17BDF298ED479CB60D71077CB20E241">
    <w:name w:val="BD17BDF298ED479CB60D71077CB20E2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58254AB9E46425EBB8828D4BBBC6C641">
    <w:name w:val="D58254AB9E46425EBB8828D4BBBC6C6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3B4D59AA9424F41A966C6F12B2DF9051">
    <w:name w:val="F3B4D59AA9424F41A966C6F12B2DF905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8567149922B442E9D01F5BBB71B3A411">
    <w:name w:val="98567149922B442E9D01F5BBB71B3A41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21F91166944B808F539255C70E98C21">
    <w:name w:val="0321F91166944B808F539255C70E98C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137E148D8874109A3E6CFE75B7AB2DB1">
    <w:name w:val="3137E148D8874109A3E6CFE75B7AB2D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2062C0729EF47D6ADADDEEFC44290B91">
    <w:name w:val="72062C0729EF47D6ADADDEEFC44290B9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52D2A6898994C30A91CE121933C6AE61">
    <w:name w:val="352D2A6898994C30A91CE121933C6AE6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21B09AE5A484DEEB0951F7DA7516A6E1">
    <w:name w:val="C21B09AE5A484DEEB0951F7DA7516A6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5B7BC3D606B4AF7B527B2AD291B6B4D1">
    <w:name w:val="65B7BC3D606B4AF7B527B2AD291B6B4D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E9BC4E1FF9349ED822F27E1889523B81">
    <w:name w:val="4E9BC4E1FF9349ED822F27E1889523B8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FEDA760CACF4906AA5260CF9E9823CA1">
    <w:name w:val="EFEDA760CACF4906AA5260CF9E9823CA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42E1265F4414622B8AFFED27DBD98001">
    <w:name w:val="142E1265F4414622B8AFFED27DBD980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E8B6E3BE8914EAD983D238B3623CB3D1">
    <w:name w:val="0E8B6E3BE8914EAD983D238B3623CB3D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1F780BA953E48EA836C3715A9F4FE471">
    <w:name w:val="21F780BA953E48EA836C3715A9F4FE47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F03B1CAEA0404B8FF16FD7212EBF5F1">
    <w:name w:val="96F03B1CAEA0404B8FF16FD7212EBF5F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25D85A01042450CA07F4B80B4D1EE8E1">
    <w:name w:val="F25D85A01042450CA07F4B80B4D1EE8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77C02C270AE48A89DD394F59A62F8121">
    <w:name w:val="277C02C270AE48A89DD394F59A62F81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9FEAF2314C74DB6BE7D95A4701ACB001">
    <w:name w:val="F9FEAF2314C74DB6BE7D95A4701ACB0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2DE8E1229814C4998CECDFB6E4AF2C71">
    <w:name w:val="22DE8E1229814C4998CECDFB6E4AF2C7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F3F94C960324326BD558975DA4469701">
    <w:name w:val="0F3F94C960324326BD558975DA44697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C5A4D6BC3004396824D0B1B02E19E421">
    <w:name w:val="EC5A4D6BC3004396824D0B1B02E19E4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AB8B45E8D7A4CF9BF57598F3D70D01B1">
    <w:name w:val="BAB8B45E8D7A4CF9BF57598F3D70D01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C0A2954C8524E14A6E30DB871F7B90E1">
    <w:name w:val="8C0A2954C8524E14A6E30DB871F7B90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FAC2929F3094B5899C4842230D241A61">
    <w:name w:val="DFAC2929F3094B5899C4842230D241A6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0DF97EA4C34F68AFBCA32FD7D94C7A1">
    <w:name w:val="AE0DF97EA4C34F68AFBCA32FD7D94C7A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D6C77818A2849F588AC701D681F64691">
    <w:name w:val="7D6C77818A2849F588AC701D681F6469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FFBEBF6BE514DD1A248694F3C011B901">
    <w:name w:val="EFFBEBF6BE514DD1A248694F3C011B9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50C6766902E443D8DAFFE7771A136F61">
    <w:name w:val="050C6766902E443D8DAFFE7771A136F6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483AB40B0D6458EB17207D1A3F9594A1">
    <w:name w:val="9483AB40B0D6458EB17207D1A3F9594A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8CC782C44604140A3D64E2FA67BC6441">
    <w:name w:val="E8CC782C44604140A3D64E2FA67BC64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DF5AB40C5F7426683DB369763FFE98B1">
    <w:name w:val="BDF5AB40C5F7426683DB369763FFE98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07CB20429C044329BACCE47B533697E1">
    <w:name w:val="C07CB20429C044329BACCE47B533697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4ABF05EB7BF4535953324F403B3482C1">
    <w:name w:val="54ABF05EB7BF4535953324F403B3482C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F1C3324535F49DFBD02DE19B692BD0F1">
    <w:name w:val="BF1C3324535F49DFBD02DE19B692BD0F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08221A8C294554BD6FA2F0B241D9B21">
    <w:name w:val="2308221A8C294554BD6FA2F0B241D9B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709891149AF496EA87F8E743852524E1">
    <w:name w:val="C709891149AF496EA87F8E743852524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7F6CE4721804257878CBBA4CA4AF3CC1">
    <w:name w:val="A7F6CE4721804257878CBBA4CA4AF3CC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9A21571B0364E659C3C1EF20586BF121">
    <w:name w:val="89A21571B0364E659C3C1EF20586BF1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D27469D6F04F949F954F6729DA03801">
    <w:name w:val="11D27469D6F04F949F954F6729DA038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88BF47D73F94743B2F1819C1A9C94D41">
    <w:name w:val="188BF47D73F94743B2F1819C1A9C94D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F15C88AFB1B4221937DC5CADE92C50E1">
    <w:name w:val="AF15C88AFB1B4221937DC5CADE92C50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CE961A4532443AFA85F16ACF2A4DC4F1">
    <w:name w:val="CCE961A4532443AFA85F16ACF2A4DC4F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9DC33BF7A3A41C9894DFF394496D0F21">
    <w:name w:val="89DC33BF7A3A41C9894DFF394496D0F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4413DF147084502891039AD584EE7AB1">
    <w:name w:val="B4413DF147084502891039AD584EE7A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B9AEAD0A6ED477982CC0FCE187F08BB1">
    <w:name w:val="6B9AEAD0A6ED477982CC0FCE187F08B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DD051E00BF348B4A09EF5BA514C07691">
    <w:name w:val="1DD051E00BF348B4A09EF5BA514C0769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64F85DBC5854769A91A65D972A49FBA1">
    <w:name w:val="E64F85DBC5854769A91A65D972A49FBA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E3A2429055F4F37A3550A56091D7F3E1">
    <w:name w:val="EE3A2429055F4F37A3550A56091D7F3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1350A04AF60440AB99A2FD4F6E8E9841">
    <w:name w:val="41350A04AF60440AB99A2FD4F6E8E98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E5F2E2BAF9346EE9D8CEF2EB7ADAB7B1">
    <w:name w:val="1E5F2E2BAF9346EE9D8CEF2EB7ADAB7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ACAB050DC24B15897B31E82FCF3CE41">
    <w:name w:val="08ACAB050DC24B15897B31E82FCF3CE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4CFE4354AD24924A1838FAACF87ED111">
    <w:name w:val="04CFE4354AD24924A1838FAACF87ED11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E0C16C8FB14DD39EFD83BB155C609F1">
    <w:name w:val="AEE0C16C8FB14DD39EFD83BB155C609F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55D48B06924FC89FFD5A85DA5B66991">
    <w:name w:val="9D55D48B06924FC89FFD5A85DA5B6699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F4C67631CA445A19A5F5EFB426FF795">
    <w:name w:val="7F4C67631CA445A19A5F5EFB426FF795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763E9E436714CBBBAA5314EF4FB2007">
    <w:name w:val="0763E9E436714CBBBAA5314EF4FB200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E468037501436381E62D884A186533">
    <w:name w:val="E9E468037501436381E62D884A186533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DC70BA3FA16489D9FB761C31AEABF21">
    <w:name w:val="FDC70BA3FA16489D9FB761C31AEABF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475774A6E9B410BBC6E072B1A73F5D9">
    <w:name w:val="E475774A6E9B410BBC6E072B1A73F5D9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145EA51A36456EA1168A77080E76BF">
    <w:name w:val="A3145EA51A36456EA1168A77080E76BF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940C28F137A4454967F9A9C1DD06C8B">
    <w:name w:val="8940C28F137A4454967F9A9C1DD06C8B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F6E8D920F42476F86CC342AFE67007B">
    <w:name w:val="2F6E8D920F42476F86CC342AFE67007B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B7126833A4114B3EC0D215F3EACD1">
    <w:name w:val="9DFB7126833A4114B3EC0D215F3EACD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8F39AE717464C049BB9D447170AACD8">
    <w:name w:val="C8F39AE717464C049BB9D447170AACD8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B076BD686DE4BBFA3AA2F2586CEE885">
    <w:name w:val="6B076BD686DE4BBFA3AA2F2586CEE885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BB57FE5FBD440BAB7C728F8A9091F60">
    <w:name w:val="DBB57FE5FBD440BAB7C728F8A9091F60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BA7DFB2EFC54E458F7EADB6613AB43B">
    <w:name w:val="ABA7DFB2EFC54E458F7EADB6613AB43B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22227FD0A9427E985627A95D226D7E">
    <w:name w:val="0322227FD0A9427E985627A95D226D7E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844D09E8FFF4BDAADAED96DC827863C">
    <w:name w:val="7844D09E8FFF4BDAADAED96DC827863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9036072F94465292E4C36786286EB5">
    <w:name w:val="579036072F94465292E4C36786286EB5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DC8DC6E7FA45B7879D928DD4B8B040">
    <w:name w:val="77DC8DC6E7FA45B7879D928DD4B8B040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AC5320B4A4542F9AA22ED3D4AE97D47">
    <w:name w:val="CAC5320B4A4542F9AA22ED3D4AE97D4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0AEF6415EA466BA0B65BDA92F39978">
    <w:name w:val="690AEF6415EA466BA0B65BDA92F39978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953CC6BAE904CF09D334E912F3CEEFA">
    <w:name w:val="F953CC6BAE904CF09D334E912F3CEEFA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E7BE3EA35584F52A7BD076C306B3514">
    <w:name w:val="5E7BE3EA35584F52A7BD076C306B3514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3E00181C29A40C180E9645EE76B7FAD">
    <w:name w:val="83E00181C29A40C180E9645EE76B7FAD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3B4EA8E2C0F46C4903D71E80732C73C">
    <w:name w:val="E3B4EA8E2C0F46C4903D71E80732C73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C0883CA297D4ACCA184A7A373DB9610">
    <w:name w:val="2C0883CA297D4ACCA184A7A373DB9610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02F13023FA448059CEE0DFBA546E7A1">
    <w:name w:val="E02F13023FA448059CEE0DFBA546E7A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DF7D5B479A140B089C78377429DD1B2">
    <w:name w:val="DDF7D5B479A140B089C78377429DD1B2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496CECD149D48908791129D30C3EDF7">
    <w:name w:val="E496CECD149D48908791129D30C3EDF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11DF1D030E841DBB75831F6230F10CC">
    <w:name w:val="211DF1D030E841DBB75831F6230F10C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21D4EBA67154A04AB243F5129FFA21B">
    <w:name w:val="F21D4EBA67154A04AB243F5129FFA21B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89774D3FE374DC096995DF77C1ADC8D">
    <w:name w:val="B89774D3FE374DC096995DF77C1ADC8D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5D05A5DBE8A4F4E8339449A5387F3FC">
    <w:name w:val="F5D05A5DBE8A4F4E8339449A5387F3F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FF53AA82308439285A6101D52082C8D">
    <w:name w:val="3FF53AA82308439285A6101D52082C8D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11C97FFCAC54697947082879831850A">
    <w:name w:val="811C97FFCAC54697947082879831850A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0E53B9E03240CBA4C44C33FCD4CCF4">
    <w:name w:val="080E53B9E03240CBA4C44C33FCD4CCF4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AC0D6BDBCA140FEBBA31D7BE108E3EF">
    <w:name w:val="DAC0D6BDBCA140FEBBA31D7BE108E3EF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DEC53A72CB1489C919DD29EA5E6BEC8">
    <w:name w:val="8DEC53A72CB1489C919DD29EA5E6BEC8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75F2B850BC1454E91B1A35A2D1D0E2F">
    <w:name w:val="375F2B850BC1454E91B1A35A2D1D0E2F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A3CD82FFAAA44CAB99F3DD24A75EC25">
    <w:name w:val="7A3CD82FFAAA44CAB99F3DD24A75EC25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FAF40659B22466BACB83CD407F03319">
    <w:name w:val="5FAF40659B22466BACB83CD407F03319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1C0641C94E64AC084C07B94A910687C">
    <w:name w:val="B1C0641C94E64AC084C07B94A910687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945EF65EA184E0BADF1ABE3FAF43C81">
    <w:name w:val="5945EF65EA184E0BADF1ABE3FAF43C8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86D2AB36D154FF7AC5A2477B86722BA">
    <w:name w:val="D86D2AB36D154FF7AC5A2477B86722BA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0F912FAC5E04E08A0ADF52B505C19AF">
    <w:name w:val="00F912FAC5E04E08A0ADF52B505C19AF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93284192C6E440FA37259E433A3167E">
    <w:name w:val="293284192C6E440FA37259E433A3167E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EE54347D99743619E04D90D0B7987F1">
    <w:name w:val="BEE54347D99743619E04D90D0B7987F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634B04BFD574B1EAF0AEAB9637FB9A9">
    <w:name w:val="B634B04BFD574B1EAF0AEAB9637FB9A9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56765A5008D48448C9537281D779455">
    <w:name w:val="E56765A5008D48448C9537281D779455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3EE0ADD804C4865A075C6E2E0E8AF42">
    <w:name w:val="43EE0ADD804C4865A075C6E2E0E8AF42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3C15C1AD36B494698711B5C5F924A36">
    <w:name w:val="B3C15C1AD36B494698711B5C5F924A36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4BA9F384BDA40BA9388E66A4D226001">
    <w:name w:val="A4BA9F384BDA40BA9388E66A4D2260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EC4337A708C4F959F0D0853D15EB576">
    <w:name w:val="0EC4337A708C4F959F0D0853D15EB576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077E0D8908E4858814CC5D240602D06">
    <w:name w:val="5077E0D8908E4858814CC5D240602D06"/>
    <w:rsid w:val="00833ADC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F12A45037394DCEB98187C1DA472D02">
    <w:name w:val="4F12A45037394DCEB98187C1DA472D02"/>
    <w:rsid w:val="00833ADC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9E1299AFB834798B28A7897AAB02C82">
    <w:name w:val="99E1299AFB834798B28A7897AAB02C82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A0BB7EF245F4777AB8FA5A0833A17DC">
    <w:name w:val="BA0BB7EF245F4777AB8FA5A0833A17D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C5E1E47FBD840B4A4A63BFC47A6D523">
    <w:name w:val="8C5E1E47FBD840B4A4A63BFC47A6D523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EF7B7B818464870A6D01FE3A792F473">
    <w:name w:val="6EF7B7B818464870A6D01FE3A792F473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7E083DA0AB84248928F7FCF248D74AB">
    <w:name w:val="17E083DA0AB84248928F7FCF248D74AB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BF2EC35AE574DC3B678D708428B18D7">
    <w:name w:val="0BF2EC35AE574DC3B678D708428B18D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A8C4AB18231461A822124135CFB3697">
    <w:name w:val="3A8C4AB18231461A822124135CFB369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5904B0ACCDB45599497BA6A1AEBF27D">
    <w:name w:val="35904B0ACCDB45599497BA6A1AEBF27D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45726F95614B51A8F69FFE3260C6B2">
    <w:name w:val="0345726F95614B51A8F69FFE3260C6B2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E560068E2BA47759E3E37BD3F69421F">
    <w:name w:val="EE560068E2BA47759E3E37BD3F69421F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BDF22F30031450DA9698AA3C2BAB58B">
    <w:name w:val="3BDF22F30031450DA9698AA3C2BAB58B"/>
    <w:rsid w:val="00833ADC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FDE907BE43450EB9063897E3E8B867">
    <w:name w:val="45FDE907BE43450EB9063897E3E8B867"/>
    <w:rsid w:val="00833ADC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E0050E4E7C240F68CAF6CEAC151BDE4">
    <w:name w:val="2E0050E4E7C240F68CAF6CEAC151BDE4"/>
    <w:rsid w:val="00833ADC"/>
  </w:style>
  <w:style w:type="paragraph" w:customStyle="1" w:styleId="D9D894532216404DA1DD5F714EBF9024">
    <w:name w:val="D9D894532216404DA1DD5F714EBF9024"/>
    <w:rsid w:val="00833ADC"/>
  </w:style>
  <w:style w:type="paragraph" w:customStyle="1" w:styleId="B868D3C28D384621BB5336009BC02587">
    <w:name w:val="B868D3C28D384621BB5336009BC02587"/>
    <w:rsid w:val="00833ADC"/>
  </w:style>
  <w:style w:type="paragraph" w:customStyle="1" w:styleId="4012E320A99F45B6805EE14C82100A49">
    <w:name w:val="4012E320A99F45B6805EE14C82100A49"/>
    <w:rsid w:val="00833ADC"/>
  </w:style>
  <w:style w:type="paragraph" w:customStyle="1" w:styleId="789BBEABBE3C43339536BF5B2D31A53B">
    <w:name w:val="789BBEABBE3C43339536BF5B2D31A53B"/>
    <w:rsid w:val="00833ADC"/>
  </w:style>
  <w:style w:type="paragraph" w:customStyle="1" w:styleId="AA99E97234C7485B8EB4DB8845738F26">
    <w:name w:val="AA99E97234C7485B8EB4DB8845738F26"/>
    <w:rsid w:val="00833ADC"/>
  </w:style>
  <w:style w:type="paragraph" w:customStyle="1" w:styleId="116CE36A84BB4F91B56094AC63B1B392">
    <w:name w:val="116CE36A84BB4F91B56094AC63B1B392"/>
    <w:rsid w:val="00833ADC"/>
  </w:style>
  <w:style w:type="paragraph" w:customStyle="1" w:styleId="6B76A752D25C4B39AD9BA78C246EE282">
    <w:name w:val="6B76A752D25C4B39AD9BA78C246EE282"/>
    <w:rsid w:val="00833ADC"/>
  </w:style>
  <w:style w:type="paragraph" w:customStyle="1" w:styleId="2EB91D2C87DD481EA3344C9999A56D79">
    <w:name w:val="2EB91D2C87DD481EA3344C9999A56D79"/>
    <w:rsid w:val="00833ADC"/>
  </w:style>
  <w:style w:type="paragraph" w:customStyle="1" w:styleId="B3D0375D33CC42AEA2150DEEDE6E5E45">
    <w:name w:val="B3D0375D33CC42AEA2150DEEDE6E5E45"/>
    <w:rsid w:val="00833ADC"/>
  </w:style>
  <w:style w:type="paragraph" w:customStyle="1" w:styleId="28DC2B743DB04512A07A613EB7669F18">
    <w:name w:val="28DC2B743DB04512A07A613EB7669F18"/>
    <w:rsid w:val="00833ADC"/>
  </w:style>
  <w:style w:type="paragraph" w:customStyle="1" w:styleId="C132D0DB3442479A97CCAE9BAC8BBD37">
    <w:name w:val="C132D0DB3442479A97CCAE9BAC8BBD37"/>
    <w:rsid w:val="00833ADC"/>
  </w:style>
  <w:style w:type="paragraph" w:customStyle="1" w:styleId="20AA0CB9C0D348B99AC62810F00CF5FF">
    <w:name w:val="20AA0CB9C0D348B99AC62810F00CF5FF"/>
    <w:rsid w:val="00833ADC"/>
  </w:style>
  <w:style w:type="paragraph" w:customStyle="1" w:styleId="7885CDC072304590B8F6B815ECEDD942">
    <w:name w:val="7885CDC072304590B8F6B815ECEDD942"/>
    <w:rsid w:val="00833ADC"/>
  </w:style>
  <w:style w:type="paragraph" w:customStyle="1" w:styleId="2D2DA776991845C18558AC211B25335A">
    <w:name w:val="2D2DA776991845C18558AC211B25335A"/>
    <w:rsid w:val="00833ADC"/>
  </w:style>
  <w:style w:type="paragraph" w:customStyle="1" w:styleId="DAC56A928DB04AEC9C7AE3167D032F0B">
    <w:name w:val="DAC56A928DB04AEC9C7AE3167D032F0B"/>
    <w:rsid w:val="00833ADC"/>
  </w:style>
  <w:style w:type="paragraph" w:customStyle="1" w:styleId="61AE8364951B4877BD6219E5C30B74AA">
    <w:name w:val="61AE8364951B4877BD6219E5C30B74AA"/>
    <w:rsid w:val="00833ADC"/>
  </w:style>
  <w:style w:type="paragraph" w:customStyle="1" w:styleId="B0C6994476574E1D8805C6C751E7831D">
    <w:name w:val="B0C6994476574E1D8805C6C751E7831D"/>
    <w:rsid w:val="00833ADC"/>
  </w:style>
  <w:style w:type="paragraph" w:customStyle="1" w:styleId="1C43735568FA434EB778830C68930A4D">
    <w:name w:val="1C43735568FA434EB778830C68930A4D"/>
    <w:rsid w:val="00833ADC"/>
  </w:style>
  <w:style w:type="paragraph" w:customStyle="1" w:styleId="D385C8A4CC494A5C97DB827F25521118">
    <w:name w:val="D385C8A4CC494A5C97DB827F25521118"/>
    <w:rsid w:val="00833ADC"/>
  </w:style>
  <w:style w:type="paragraph" w:customStyle="1" w:styleId="893D5B19EC5946E1AC22D73A25D831EC">
    <w:name w:val="893D5B19EC5946E1AC22D73A25D831EC"/>
    <w:rsid w:val="00833ADC"/>
  </w:style>
  <w:style w:type="paragraph" w:customStyle="1" w:styleId="6D48466298084041ABFE7239B6269AC6">
    <w:name w:val="6D48466298084041ABFE7239B6269AC6"/>
    <w:rsid w:val="00833ADC"/>
  </w:style>
  <w:style w:type="paragraph" w:customStyle="1" w:styleId="5C30745A178E4A7BBC8B7A09F9ADC78F">
    <w:name w:val="5C30745A178E4A7BBC8B7A09F9ADC78F"/>
    <w:rsid w:val="00833ADC"/>
  </w:style>
  <w:style w:type="paragraph" w:customStyle="1" w:styleId="41D698F3462447B793F86A321C6DC10A">
    <w:name w:val="41D698F3462447B793F86A321C6DC10A"/>
    <w:rsid w:val="00833ADC"/>
  </w:style>
  <w:style w:type="paragraph" w:customStyle="1" w:styleId="C060D13FAF794E4EBCEA27A6D8BDBC8E">
    <w:name w:val="C060D13FAF794E4EBCEA27A6D8BDBC8E"/>
    <w:rsid w:val="00833ADC"/>
  </w:style>
  <w:style w:type="paragraph" w:customStyle="1" w:styleId="F1091A4ECC73456BB45E1FAD8952CFAE">
    <w:name w:val="F1091A4ECC73456BB45E1FAD8952CFAE"/>
    <w:rsid w:val="00833ADC"/>
  </w:style>
  <w:style w:type="paragraph" w:customStyle="1" w:styleId="BA82F3F053FA44C68B57E7ACDCD95A1A">
    <w:name w:val="BA82F3F053FA44C68B57E7ACDCD95A1A"/>
    <w:rsid w:val="00833ADC"/>
  </w:style>
  <w:style w:type="paragraph" w:customStyle="1" w:styleId="1426D661A076488DA5627C7AA100E88C">
    <w:name w:val="1426D661A076488DA5627C7AA100E88C"/>
    <w:rsid w:val="00833ADC"/>
  </w:style>
  <w:style w:type="paragraph" w:customStyle="1" w:styleId="830759018A934812AC179383AE98D00C">
    <w:name w:val="830759018A934812AC179383AE98D00C"/>
    <w:rsid w:val="00833ADC"/>
  </w:style>
  <w:style w:type="paragraph" w:customStyle="1" w:styleId="FD21B1684AD5435CABAEA0AE2C6B819B">
    <w:name w:val="FD21B1684AD5435CABAEA0AE2C6B819B"/>
    <w:rsid w:val="00833ADC"/>
  </w:style>
  <w:style w:type="paragraph" w:customStyle="1" w:styleId="2D44EB0198B249E09367384CB2CEC4D4">
    <w:name w:val="2D44EB0198B249E09367384CB2CEC4D4"/>
    <w:rsid w:val="00833ADC"/>
  </w:style>
  <w:style w:type="paragraph" w:customStyle="1" w:styleId="5A0292832D0A472E84D1F903F9221057">
    <w:name w:val="5A0292832D0A472E84D1F903F9221057"/>
    <w:rsid w:val="00833ADC"/>
  </w:style>
  <w:style w:type="paragraph" w:customStyle="1" w:styleId="ABBD7D694A1C411782028AE83398DB8A">
    <w:name w:val="ABBD7D694A1C411782028AE83398DB8A"/>
    <w:rsid w:val="00833ADC"/>
  </w:style>
  <w:style w:type="paragraph" w:customStyle="1" w:styleId="CB6967AD271B499EB0B9249B797F615C">
    <w:name w:val="CB6967AD271B499EB0B9249B797F615C"/>
    <w:rsid w:val="00833ADC"/>
  </w:style>
  <w:style w:type="paragraph" w:customStyle="1" w:styleId="13D37BD8BD424FBBB7C74BB82BB735DF">
    <w:name w:val="13D37BD8BD424FBBB7C74BB82BB735DF"/>
    <w:rsid w:val="00833ADC"/>
  </w:style>
  <w:style w:type="paragraph" w:customStyle="1" w:styleId="E807EC62DF3640D2941A93C5C2DC5CB7">
    <w:name w:val="E807EC62DF3640D2941A93C5C2DC5CB7"/>
    <w:rsid w:val="00833ADC"/>
  </w:style>
  <w:style w:type="paragraph" w:customStyle="1" w:styleId="98F6C72452354334B0F1346EEE4584B2">
    <w:name w:val="98F6C72452354334B0F1346EEE4584B2"/>
    <w:rsid w:val="00833ADC"/>
  </w:style>
  <w:style w:type="paragraph" w:customStyle="1" w:styleId="B1248CD222C84D2B872E405D297A8774">
    <w:name w:val="B1248CD222C84D2B872E405D297A8774"/>
    <w:rsid w:val="00833ADC"/>
  </w:style>
  <w:style w:type="paragraph" w:customStyle="1" w:styleId="9E9A198332EF4498A5B86FB9B8EF47DB">
    <w:name w:val="9E9A198332EF4498A5B86FB9B8EF47DB"/>
    <w:rsid w:val="00833ADC"/>
  </w:style>
  <w:style w:type="paragraph" w:customStyle="1" w:styleId="B14589BC5C1545E2A8061EDD697B539C">
    <w:name w:val="B14589BC5C1545E2A8061EDD697B539C"/>
    <w:rsid w:val="00833ADC"/>
  </w:style>
  <w:style w:type="paragraph" w:customStyle="1" w:styleId="F0FF6133E3D34A478754A3A6CCCD8EBF">
    <w:name w:val="F0FF6133E3D34A478754A3A6CCCD8EBF"/>
    <w:rsid w:val="00833ADC"/>
  </w:style>
  <w:style w:type="paragraph" w:customStyle="1" w:styleId="69CBFA9F698D4709A6A572164343BF8A">
    <w:name w:val="69CBFA9F698D4709A6A572164343BF8A"/>
    <w:rsid w:val="00833ADC"/>
  </w:style>
  <w:style w:type="paragraph" w:customStyle="1" w:styleId="7D0BCA3785994520992414B0F5E2DE91">
    <w:name w:val="7D0BCA3785994520992414B0F5E2DE91"/>
    <w:rsid w:val="00833ADC"/>
  </w:style>
  <w:style w:type="paragraph" w:customStyle="1" w:styleId="A21066A4C67544159D1C588D7F7E96CD">
    <w:name w:val="A21066A4C67544159D1C588D7F7E96CD"/>
    <w:rsid w:val="00833ADC"/>
  </w:style>
  <w:style w:type="paragraph" w:customStyle="1" w:styleId="7DAF2BE125C74441A7AAA597D7DAA743">
    <w:name w:val="7DAF2BE125C74441A7AAA597D7DAA743"/>
    <w:rsid w:val="00833ADC"/>
  </w:style>
  <w:style w:type="paragraph" w:customStyle="1" w:styleId="66A0305489674530A4055747EF2E26F0">
    <w:name w:val="66A0305489674530A4055747EF2E26F0"/>
    <w:rsid w:val="00833ADC"/>
  </w:style>
  <w:style w:type="paragraph" w:customStyle="1" w:styleId="BE5AA0ED8F3943839A5319F77CF0D545">
    <w:name w:val="BE5AA0ED8F3943839A5319F77CF0D545"/>
    <w:rsid w:val="00833ADC"/>
  </w:style>
  <w:style w:type="paragraph" w:customStyle="1" w:styleId="865DC6B08F8246D1B3823503972B8D0C">
    <w:name w:val="865DC6B08F8246D1B3823503972B8D0C"/>
    <w:rsid w:val="00833ADC"/>
  </w:style>
  <w:style w:type="paragraph" w:customStyle="1" w:styleId="0134986C69A245E8B1C68B26EF7FC4C7">
    <w:name w:val="0134986C69A245E8B1C68B26EF7FC4C7"/>
    <w:rsid w:val="00833ADC"/>
  </w:style>
  <w:style w:type="paragraph" w:customStyle="1" w:styleId="24C600C77A0F4F569EFA9DD77A99B441">
    <w:name w:val="24C600C77A0F4F569EFA9DD77A99B441"/>
    <w:rsid w:val="00833ADC"/>
  </w:style>
  <w:style w:type="paragraph" w:customStyle="1" w:styleId="CAEB823E561443A3B4AC99C6712FBDC0">
    <w:name w:val="CAEB823E561443A3B4AC99C6712FBDC0"/>
    <w:rsid w:val="00833ADC"/>
  </w:style>
  <w:style w:type="paragraph" w:customStyle="1" w:styleId="46A7DEA7C9D1477B806F717BDA257E7F">
    <w:name w:val="46A7DEA7C9D1477B806F717BDA257E7F"/>
    <w:rsid w:val="00833ADC"/>
  </w:style>
  <w:style w:type="paragraph" w:customStyle="1" w:styleId="E592BC98DBE94484A8EDA8FB7187ABBB">
    <w:name w:val="E592BC98DBE94484A8EDA8FB7187ABBB"/>
    <w:rsid w:val="00833ADC"/>
  </w:style>
  <w:style w:type="paragraph" w:customStyle="1" w:styleId="70C733C5A2D142698975D1FF7D950854">
    <w:name w:val="70C733C5A2D142698975D1FF7D950854"/>
    <w:rsid w:val="00415E84"/>
  </w:style>
  <w:style w:type="paragraph" w:customStyle="1" w:styleId="674D526F458645C8AAD84ECF00D00CE1">
    <w:name w:val="674D526F458645C8AAD84ECF00D00CE1"/>
    <w:rsid w:val="00415E84"/>
  </w:style>
  <w:style w:type="paragraph" w:customStyle="1" w:styleId="BA7DB35ADBEA4ADF8265823FC1B728A1">
    <w:name w:val="BA7DB35ADBEA4ADF8265823FC1B728A1"/>
    <w:rsid w:val="00415E84"/>
  </w:style>
  <w:style w:type="paragraph" w:customStyle="1" w:styleId="630C8AA6FD1C4DC2B0C7DC38DC10311F">
    <w:name w:val="630C8AA6FD1C4DC2B0C7DC38DC10311F"/>
    <w:rsid w:val="00415E84"/>
  </w:style>
  <w:style w:type="paragraph" w:customStyle="1" w:styleId="DD0BECD914EF4ECBABDCBD2D6BB469E8">
    <w:name w:val="DD0BECD914EF4ECBABDCBD2D6BB469E8"/>
    <w:rsid w:val="00415E84"/>
  </w:style>
  <w:style w:type="paragraph" w:customStyle="1" w:styleId="8E41E2E5957D4C1C86477064F6672EF5">
    <w:name w:val="8E41E2E5957D4C1C86477064F6672EF5"/>
    <w:rsid w:val="00415E84"/>
  </w:style>
  <w:style w:type="paragraph" w:customStyle="1" w:styleId="BFA3756617E64129A4717B65449E6A89">
    <w:name w:val="BFA3756617E64129A4717B65449E6A89"/>
    <w:rsid w:val="00415E84"/>
  </w:style>
  <w:style w:type="paragraph" w:customStyle="1" w:styleId="21965FC6220C4231A2D30040C07C0915">
    <w:name w:val="21965FC6220C4231A2D30040C07C0915"/>
    <w:rsid w:val="00415E84"/>
  </w:style>
  <w:style w:type="paragraph" w:customStyle="1" w:styleId="AA7B1467E13F446589754BD369E57E05">
    <w:name w:val="AA7B1467E13F446589754BD369E57E05"/>
    <w:rsid w:val="00415E84"/>
  </w:style>
  <w:style w:type="paragraph" w:customStyle="1" w:styleId="8EDAA7FC2D3F4537B5EB616B47B58B96">
    <w:name w:val="8EDAA7FC2D3F4537B5EB616B47B58B96"/>
    <w:rsid w:val="00415E84"/>
  </w:style>
  <w:style w:type="paragraph" w:customStyle="1" w:styleId="D13D4B14AEBF4DD88EBFA1BDD6DCC97C">
    <w:name w:val="D13D4B14AEBF4DD88EBFA1BDD6DCC97C"/>
    <w:rsid w:val="00216FF3"/>
  </w:style>
  <w:style w:type="paragraph" w:customStyle="1" w:styleId="BDA44273DE914B739917EFAC4AAF499D">
    <w:name w:val="BDA44273DE914B739917EFAC4AAF499D"/>
    <w:rsid w:val="00216FF3"/>
  </w:style>
  <w:style w:type="paragraph" w:customStyle="1" w:styleId="C42EAC04D72940C1912C2327F5E433D6">
    <w:name w:val="C42EAC04D72940C1912C2327F5E433D6"/>
    <w:rsid w:val="00216FF3"/>
  </w:style>
  <w:style w:type="paragraph" w:customStyle="1" w:styleId="E4C204BC23614E86A28111DFC7855B50">
    <w:name w:val="E4C204BC23614E86A28111DFC7855B50"/>
    <w:rsid w:val="00216FF3"/>
  </w:style>
  <w:style w:type="paragraph" w:customStyle="1" w:styleId="D14EDBEAAB9F4AC88B9D8562916D9CC9">
    <w:name w:val="D14EDBEAAB9F4AC88B9D8562916D9CC9"/>
    <w:rsid w:val="00216FF3"/>
  </w:style>
  <w:style w:type="paragraph" w:customStyle="1" w:styleId="2B413E922E5348469E064D33A33573CB">
    <w:name w:val="2B413E922E5348469E064D33A33573CB"/>
    <w:rsid w:val="00216FF3"/>
  </w:style>
  <w:style w:type="paragraph" w:customStyle="1" w:styleId="9C5AB95B82E84DF5AECD3695D42486A9">
    <w:name w:val="9C5AB95B82E84DF5AECD3695D42486A9"/>
    <w:rsid w:val="00216FF3"/>
  </w:style>
  <w:style w:type="paragraph" w:customStyle="1" w:styleId="095DF6EA771A402886ECE54DF886283E">
    <w:name w:val="095DF6EA771A402886ECE54DF886283E"/>
    <w:rsid w:val="00216FF3"/>
  </w:style>
  <w:style w:type="paragraph" w:customStyle="1" w:styleId="7A6FA8CB0E244083BE8B7736F6E0FFC5">
    <w:name w:val="7A6FA8CB0E244083BE8B7736F6E0FFC5"/>
    <w:rsid w:val="00216FF3"/>
  </w:style>
  <w:style w:type="paragraph" w:customStyle="1" w:styleId="D16C41CAA14943448910704FB3EF457C">
    <w:name w:val="D16C41CAA14943448910704FB3EF457C"/>
    <w:rsid w:val="00216FF3"/>
  </w:style>
  <w:style w:type="paragraph" w:customStyle="1" w:styleId="5F46DE35C578438C9220A93E71987634">
    <w:name w:val="5F46DE35C578438C9220A93E71987634"/>
    <w:rsid w:val="00216FF3"/>
  </w:style>
  <w:style w:type="paragraph" w:customStyle="1" w:styleId="C7A2D80D66974C5A9003B074F8036DCC">
    <w:name w:val="C7A2D80D66974C5A9003B074F8036DCC"/>
    <w:rsid w:val="00216FF3"/>
  </w:style>
  <w:style w:type="paragraph" w:customStyle="1" w:styleId="2DC445FC72D5484AA179834B9BB09344">
    <w:name w:val="2DC445FC72D5484AA179834B9BB09344"/>
    <w:rsid w:val="00216FF3"/>
  </w:style>
  <w:style w:type="paragraph" w:customStyle="1" w:styleId="070397C6BB3A46AF935F41796C9C2FE1">
    <w:name w:val="070397C6BB3A46AF935F41796C9C2FE1"/>
    <w:rsid w:val="00216FF3"/>
  </w:style>
  <w:style w:type="paragraph" w:customStyle="1" w:styleId="A09350DD77BB45EB9BC685A91E29F5EB">
    <w:name w:val="A09350DD77BB45EB9BC685A91E29F5EB"/>
    <w:rsid w:val="00216FF3"/>
  </w:style>
  <w:style w:type="paragraph" w:customStyle="1" w:styleId="4080FA3A59CB42F18A8E993278CA72CC">
    <w:name w:val="4080FA3A59CB42F18A8E993278CA72CC"/>
    <w:rsid w:val="00216FF3"/>
  </w:style>
  <w:style w:type="paragraph" w:customStyle="1" w:styleId="DD15321067474E8199EF6A21E0B8A642">
    <w:name w:val="DD15321067474E8199EF6A21E0B8A642"/>
    <w:rsid w:val="00216FF3"/>
  </w:style>
  <w:style w:type="paragraph" w:customStyle="1" w:styleId="414A06E5849942389F3A4B2A98A58338">
    <w:name w:val="414A06E5849942389F3A4B2A98A58338"/>
    <w:rsid w:val="00216FF3"/>
  </w:style>
  <w:style w:type="paragraph" w:customStyle="1" w:styleId="3125945FA31A4689BB929F4A03E8AACD">
    <w:name w:val="3125945FA31A4689BB929F4A03E8AACD"/>
    <w:rsid w:val="00216FF3"/>
  </w:style>
  <w:style w:type="paragraph" w:customStyle="1" w:styleId="DE02594E19A8496EBA29A8B352E74676">
    <w:name w:val="DE02594E19A8496EBA29A8B352E74676"/>
    <w:rsid w:val="00216FF3"/>
  </w:style>
  <w:style w:type="paragraph" w:customStyle="1" w:styleId="9CF72C5A6A8C4D3DA0101B661FE6A6DA">
    <w:name w:val="9CF72C5A6A8C4D3DA0101B661FE6A6DA"/>
    <w:rsid w:val="00216FF3"/>
  </w:style>
  <w:style w:type="paragraph" w:customStyle="1" w:styleId="ECC2315C38C140EBB78C079B5D6A821F">
    <w:name w:val="ECC2315C38C140EBB78C079B5D6A821F"/>
    <w:rsid w:val="00216FF3"/>
  </w:style>
  <w:style w:type="paragraph" w:customStyle="1" w:styleId="63C22D2B5FC14EC18860DB80A6E5E2D0">
    <w:name w:val="63C22D2B5FC14EC18860DB80A6E5E2D0"/>
    <w:rsid w:val="00216FF3"/>
  </w:style>
  <w:style w:type="paragraph" w:customStyle="1" w:styleId="41A41B3F744541F3B8B03C0B2030DB43">
    <w:name w:val="41A41B3F744541F3B8B03C0B2030DB43"/>
    <w:rsid w:val="00216FF3"/>
  </w:style>
  <w:style w:type="paragraph" w:customStyle="1" w:styleId="07CEFC1450244AC7BC6470A66D70A6D3">
    <w:name w:val="07CEFC1450244AC7BC6470A66D70A6D3"/>
    <w:rsid w:val="00216FF3"/>
  </w:style>
  <w:style w:type="paragraph" w:customStyle="1" w:styleId="FC516A2A0EDF47109AFAAC247696DDFC">
    <w:name w:val="FC516A2A0EDF47109AFAAC247696DDFC"/>
    <w:rsid w:val="00216FF3"/>
  </w:style>
  <w:style w:type="paragraph" w:customStyle="1" w:styleId="DEA8EEC3EDD445DBA4D337F0CDBB0564">
    <w:name w:val="DEA8EEC3EDD445DBA4D337F0CDBB0564"/>
    <w:rsid w:val="00216FF3"/>
  </w:style>
  <w:style w:type="paragraph" w:customStyle="1" w:styleId="4D60A3BB04EC40CBA1C8892B6DB517E8">
    <w:name w:val="4D60A3BB04EC40CBA1C8892B6DB517E8"/>
    <w:rsid w:val="00216FF3"/>
  </w:style>
  <w:style w:type="paragraph" w:customStyle="1" w:styleId="CF9143DA2E544E9D85C5D58ACD1CA69B">
    <w:name w:val="CF9143DA2E544E9D85C5D58ACD1CA69B"/>
    <w:rsid w:val="00216FF3"/>
  </w:style>
  <w:style w:type="paragraph" w:customStyle="1" w:styleId="56EA73E00556456B81707832DB3E9A8E">
    <w:name w:val="56EA73E00556456B81707832DB3E9A8E"/>
    <w:rsid w:val="00216FF3"/>
  </w:style>
  <w:style w:type="paragraph" w:customStyle="1" w:styleId="241B8BCC6B454BF5B794DABA32AC03C9">
    <w:name w:val="241B8BCC6B454BF5B794DABA32AC03C9"/>
    <w:rsid w:val="00216FF3"/>
  </w:style>
  <w:style w:type="paragraph" w:customStyle="1" w:styleId="2C901CE86BAB455DA4713593C062567A">
    <w:name w:val="2C901CE86BAB455DA4713593C062567A"/>
    <w:rsid w:val="00216FF3"/>
  </w:style>
  <w:style w:type="paragraph" w:customStyle="1" w:styleId="0B36DDC6D754442F8C6AB393928FA29A">
    <w:name w:val="0B36DDC6D754442F8C6AB393928FA29A"/>
    <w:rsid w:val="00216FF3"/>
  </w:style>
  <w:style w:type="paragraph" w:customStyle="1" w:styleId="0F4009E7451B4EE788E2774D59AF6536">
    <w:name w:val="0F4009E7451B4EE788E2774D59AF6536"/>
    <w:rsid w:val="00216FF3"/>
  </w:style>
  <w:style w:type="paragraph" w:customStyle="1" w:styleId="8F4B5431711C4B75A8C3682B8BAE4E97">
    <w:name w:val="8F4B5431711C4B75A8C3682B8BAE4E97"/>
    <w:rsid w:val="00216FF3"/>
  </w:style>
  <w:style w:type="paragraph" w:customStyle="1" w:styleId="9B14AD3944594EC2B79847C915B355E8">
    <w:name w:val="9B14AD3944594EC2B79847C915B355E8"/>
    <w:rsid w:val="00216FF3"/>
  </w:style>
  <w:style w:type="paragraph" w:customStyle="1" w:styleId="5B3BD6DFE7334073B145CD7942BF3E81">
    <w:name w:val="5B3BD6DFE7334073B145CD7942BF3E81"/>
    <w:rsid w:val="00216FF3"/>
  </w:style>
  <w:style w:type="paragraph" w:customStyle="1" w:styleId="74BC325A369A43A8AAF3B124043E2EDB">
    <w:name w:val="74BC325A369A43A8AAF3B124043E2EDB"/>
    <w:rsid w:val="00216FF3"/>
  </w:style>
  <w:style w:type="paragraph" w:customStyle="1" w:styleId="82E2365C5C23486F998F1359C6DD74D4">
    <w:name w:val="82E2365C5C23486F998F1359C6DD74D4"/>
    <w:rsid w:val="00216FF3"/>
  </w:style>
  <w:style w:type="paragraph" w:customStyle="1" w:styleId="BBD19D0D418B4D4BAB2498F16A80EE2C">
    <w:name w:val="BBD19D0D418B4D4BAB2498F16A80EE2C"/>
    <w:rsid w:val="00216FF3"/>
  </w:style>
  <w:style w:type="paragraph" w:customStyle="1" w:styleId="F065D2CDFD8345E6A151ACF2D2A128B3">
    <w:name w:val="F065D2CDFD8345E6A151ACF2D2A128B3"/>
    <w:rsid w:val="00216FF3"/>
  </w:style>
  <w:style w:type="paragraph" w:customStyle="1" w:styleId="C5EF9D3BD2DE45E188E2C7B8E9FF7F77">
    <w:name w:val="C5EF9D3BD2DE45E188E2C7B8E9FF7F77"/>
    <w:rsid w:val="00216FF3"/>
  </w:style>
  <w:style w:type="paragraph" w:customStyle="1" w:styleId="69CDBB06B3184014B63867850A671B3B">
    <w:name w:val="69CDBB06B3184014B63867850A671B3B"/>
    <w:rsid w:val="00216FF3"/>
  </w:style>
  <w:style w:type="paragraph" w:customStyle="1" w:styleId="A80F143457C7418580E81F7B13D2F583">
    <w:name w:val="A80F143457C7418580E81F7B13D2F583"/>
    <w:rsid w:val="00216FF3"/>
  </w:style>
  <w:style w:type="paragraph" w:customStyle="1" w:styleId="E1C8B0F7D0364883B123254A328E9C66">
    <w:name w:val="E1C8B0F7D0364883B123254A328E9C66"/>
    <w:rsid w:val="00216FF3"/>
  </w:style>
  <w:style w:type="paragraph" w:customStyle="1" w:styleId="50F97648757546E99A1CC367D8981ED1">
    <w:name w:val="50F97648757546E99A1CC367D8981ED1"/>
    <w:rsid w:val="00216FF3"/>
  </w:style>
  <w:style w:type="paragraph" w:customStyle="1" w:styleId="328A82BA0D8C4F37926F62A165DCB04D">
    <w:name w:val="328A82BA0D8C4F37926F62A165DCB04D"/>
    <w:rsid w:val="00216FF3"/>
  </w:style>
  <w:style w:type="paragraph" w:customStyle="1" w:styleId="008592C6015E4F7FA5218282656B948E">
    <w:name w:val="008592C6015E4F7FA5218282656B948E"/>
    <w:rsid w:val="00216FF3"/>
  </w:style>
  <w:style w:type="paragraph" w:customStyle="1" w:styleId="672A225802F945699CE29E38D17758C1">
    <w:name w:val="672A225802F945699CE29E38D17758C1"/>
    <w:rsid w:val="00216FF3"/>
  </w:style>
  <w:style w:type="paragraph" w:customStyle="1" w:styleId="E68C240C1CF74A2EBAD7F3CD65407A4C">
    <w:name w:val="E68C240C1CF74A2EBAD7F3CD65407A4C"/>
    <w:rsid w:val="00216FF3"/>
  </w:style>
  <w:style w:type="paragraph" w:customStyle="1" w:styleId="B2B23211FE2D42678DE388C53F8C80B4">
    <w:name w:val="B2B23211FE2D42678DE388C53F8C80B4"/>
    <w:rsid w:val="00216FF3"/>
  </w:style>
  <w:style w:type="paragraph" w:customStyle="1" w:styleId="8212278A6971477B8E598D23A0B69B05">
    <w:name w:val="8212278A6971477B8E598D23A0B69B05"/>
    <w:rsid w:val="00216FF3"/>
  </w:style>
  <w:style w:type="paragraph" w:customStyle="1" w:styleId="792E548253984E79AC0C16E38FF6037D">
    <w:name w:val="792E548253984E79AC0C16E38FF6037D"/>
    <w:rsid w:val="00216FF3"/>
  </w:style>
  <w:style w:type="paragraph" w:customStyle="1" w:styleId="F881E35BA8CB40B4A018BE1D4F77D810">
    <w:name w:val="F881E35BA8CB40B4A018BE1D4F77D810"/>
    <w:rsid w:val="00216FF3"/>
  </w:style>
  <w:style w:type="paragraph" w:customStyle="1" w:styleId="7B6601FF385E49628761903F52A1D547">
    <w:name w:val="7B6601FF385E49628761903F52A1D547"/>
    <w:rsid w:val="00216FF3"/>
  </w:style>
  <w:style w:type="paragraph" w:customStyle="1" w:styleId="C858B6F970524AAC9CDF8214882E044C">
    <w:name w:val="C858B6F970524AAC9CDF8214882E044C"/>
    <w:rsid w:val="00216FF3"/>
  </w:style>
  <w:style w:type="paragraph" w:customStyle="1" w:styleId="6CDA9335F1FB4261A8406133FFCDEC29">
    <w:name w:val="6CDA9335F1FB4261A8406133FFCDEC29"/>
    <w:rsid w:val="00216FF3"/>
  </w:style>
  <w:style w:type="paragraph" w:customStyle="1" w:styleId="E50C6D889A2040BF81496DCD37EC5535">
    <w:name w:val="E50C6D889A2040BF81496DCD37EC5535"/>
    <w:rsid w:val="00216FF3"/>
  </w:style>
  <w:style w:type="paragraph" w:customStyle="1" w:styleId="F92F1ED996A44CB180BA9DB43AC16965">
    <w:name w:val="F92F1ED996A44CB180BA9DB43AC16965"/>
    <w:rsid w:val="00216FF3"/>
  </w:style>
  <w:style w:type="paragraph" w:customStyle="1" w:styleId="6217F7BA72DA4B45842961D4EBE7D206">
    <w:name w:val="6217F7BA72DA4B45842961D4EBE7D206"/>
    <w:rsid w:val="00216FF3"/>
  </w:style>
  <w:style w:type="paragraph" w:customStyle="1" w:styleId="6F25CAD930B14F9FADE8856E1D232C62">
    <w:name w:val="6F25CAD930B14F9FADE8856E1D232C62"/>
    <w:rsid w:val="00216FF3"/>
  </w:style>
  <w:style w:type="paragraph" w:customStyle="1" w:styleId="BF6C247CB6E9424E8E51E56A3CCCA549">
    <w:name w:val="BF6C247CB6E9424E8E51E56A3CCCA549"/>
    <w:rsid w:val="00216FF3"/>
  </w:style>
  <w:style w:type="paragraph" w:customStyle="1" w:styleId="BF1CA79134C54666B76E7C3EFFDF7EE7">
    <w:name w:val="BF1CA79134C54666B76E7C3EFFDF7EE7"/>
    <w:rsid w:val="00216FF3"/>
  </w:style>
  <w:style w:type="paragraph" w:customStyle="1" w:styleId="CF5792B20D6842DF9FBBCC68AAD8C5E3">
    <w:name w:val="CF5792B20D6842DF9FBBCC68AAD8C5E3"/>
    <w:rsid w:val="00216FF3"/>
  </w:style>
  <w:style w:type="paragraph" w:customStyle="1" w:styleId="2B91EC3F3F33468196E27E12B33AFA14">
    <w:name w:val="2B91EC3F3F33468196E27E12B33AFA14"/>
    <w:rsid w:val="00216FF3"/>
  </w:style>
  <w:style w:type="paragraph" w:customStyle="1" w:styleId="4F78896D103F47E2BC04B5C2D1678461">
    <w:name w:val="4F78896D103F47E2BC04B5C2D1678461"/>
    <w:rsid w:val="00216FF3"/>
  </w:style>
  <w:style w:type="paragraph" w:customStyle="1" w:styleId="03D06F9C6F6840DAA0654670ED1D3A44">
    <w:name w:val="03D06F9C6F6840DAA0654670ED1D3A44"/>
    <w:rsid w:val="00216FF3"/>
  </w:style>
  <w:style w:type="paragraph" w:customStyle="1" w:styleId="04A51D666F90426E8CF0803C2C110648">
    <w:name w:val="04A51D666F90426E8CF0803C2C110648"/>
    <w:rsid w:val="00216FF3"/>
  </w:style>
  <w:style w:type="paragraph" w:customStyle="1" w:styleId="08A022B554114DA1880BBC902F51936C">
    <w:name w:val="08A022B554114DA1880BBC902F51936C"/>
    <w:rsid w:val="00216FF3"/>
  </w:style>
  <w:style w:type="paragraph" w:customStyle="1" w:styleId="517DF055350D4EA9944607B9C81FE36D">
    <w:name w:val="517DF055350D4EA9944607B9C81FE36D"/>
    <w:rsid w:val="00216FF3"/>
  </w:style>
  <w:style w:type="paragraph" w:customStyle="1" w:styleId="62304F4D29B64A339EB9C61A15AC1F75">
    <w:name w:val="62304F4D29B64A339EB9C61A15AC1F75"/>
    <w:rsid w:val="00216FF3"/>
  </w:style>
  <w:style w:type="paragraph" w:customStyle="1" w:styleId="35BD15D3F4A54F4E914C8145FEF78CDC">
    <w:name w:val="35BD15D3F4A54F4E914C8145FEF78CDC"/>
    <w:rsid w:val="00216FF3"/>
  </w:style>
  <w:style w:type="paragraph" w:customStyle="1" w:styleId="419DC875A289450BADD430AE02487BE3">
    <w:name w:val="419DC875A289450BADD430AE02487BE3"/>
    <w:rsid w:val="00216FF3"/>
  </w:style>
  <w:style w:type="paragraph" w:customStyle="1" w:styleId="89340F01E9064282BB7A7F74D41402FF">
    <w:name w:val="89340F01E9064282BB7A7F74D41402FF"/>
    <w:rsid w:val="00216FF3"/>
  </w:style>
  <w:style w:type="paragraph" w:customStyle="1" w:styleId="93C754E5EA974D649A140763369EA67C">
    <w:name w:val="93C754E5EA974D649A140763369EA67C"/>
    <w:rsid w:val="00216FF3"/>
  </w:style>
  <w:style w:type="paragraph" w:customStyle="1" w:styleId="4FC2D5E509B1409598AAE84C543D38C4">
    <w:name w:val="4FC2D5E509B1409598AAE84C543D38C4"/>
    <w:rsid w:val="00216FF3"/>
  </w:style>
  <w:style w:type="paragraph" w:customStyle="1" w:styleId="5ADD69C4AE8F45148DC9C87AECC96435">
    <w:name w:val="5ADD69C4AE8F45148DC9C87AECC96435"/>
    <w:rsid w:val="00216FF3"/>
  </w:style>
  <w:style w:type="paragraph" w:customStyle="1" w:styleId="51D9C886028A4CE8A894BDCBAB65BBAD">
    <w:name w:val="51D9C886028A4CE8A894BDCBAB65BBAD"/>
    <w:rsid w:val="00216FF3"/>
  </w:style>
  <w:style w:type="paragraph" w:customStyle="1" w:styleId="8EDF8FCA67754775A2D856FE06487ABD">
    <w:name w:val="8EDF8FCA67754775A2D856FE06487ABD"/>
    <w:rsid w:val="00216FF3"/>
  </w:style>
  <w:style w:type="paragraph" w:customStyle="1" w:styleId="C2A754F792E643DF99A57F009EAF9F38">
    <w:name w:val="C2A754F792E643DF99A57F009EAF9F38"/>
    <w:rsid w:val="00216FF3"/>
  </w:style>
  <w:style w:type="paragraph" w:customStyle="1" w:styleId="6279318741E8477083B3BFADB7050472">
    <w:name w:val="6279318741E8477083B3BFADB7050472"/>
    <w:rsid w:val="00216FF3"/>
  </w:style>
  <w:style w:type="paragraph" w:customStyle="1" w:styleId="A53D82BD52EB42A49EBB984F8744126B">
    <w:name w:val="A53D82BD52EB42A49EBB984F8744126B"/>
    <w:rsid w:val="00216FF3"/>
  </w:style>
  <w:style w:type="paragraph" w:customStyle="1" w:styleId="FD20313747EF465C980C84F05DFCD3DC">
    <w:name w:val="FD20313747EF465C980C84F05DFCD3DC"/>
    <w:rsid w:val="00216FF3"/>
  </w:style>
  <w:style w:type="paragraph" w:customStyle="1" w:styleId="E8CDD421535B416B9C21FE821D056631">
    <w:name w:val="E8CDD421535B416B9C21FE821D056631"/>
    <w:rsid w:val="00216FF3"/>
  </w:style>
  <w:style w:type="paragraph" w:customStyle="1" w:styleId="7C5E24E8EB1142EF8B0590F784E4882D">
    <w:name w:val="7C5E24E8EB1142EF8B0590F784E4882D"/>
    <w:rsid w:val="00216FF3"/>
  </w:style>
  <w:style w:type="paragraph" w:customStyle="1" w:styleId="6599945775974F89AD23A3E7021D5A77">
    <w:name w:val="6599945775974F89AD23A3E7021D5A77"/>
    <w:rsid w:val="00216FF3"/>
  </w:style>
  <w:style w:type="paragraph" w:customStyle="1" w:styleId="56D23F6A3A0A461C908439B2E6BA426A">
    <w:name w:val="56D23F6A3A0A461C908439B2E6BA426A"/>
    <w:rsid w:val="00216FF3"/>
  </w:style>
  <w:style w:type="paragraph" w:customStyle="1" w:styleId="D5DB64C748354EBC90C542227901F482">
    <w:name w:val="D5DB64C748354EBC90C542227901F482"/>
    <w:rsid w:val="00216FF3"/>
  </w:style>
  <w:style w:type="paragraph" w:customStyle="1" w:styleId="EF5C2CCBE493447598C5EDEBE42B51C8">
    <w:name w:val="EF5C2CCBE493447598C5EDEBE42B51C8"/>
    <w:rsid w:val="00216FF3"/>
  </w:style>
  <w:style w:type="paragraph" w:customStyle="1" w:styleId="4874D7DD89F44EC780A7F0B2DB74B530">
    <w:name w:val="4874D7DD89F44EC780A7F0B2DB74B530"/>
    <w:rsid w:val="00216FF3"/>
  </w:style>
  <w:style w:type="paragraph" w:customStyle="1" w:styleId="C95672010B1249458D8BDB3041A854EF">
    <w:name w:val="C95672010B1249458D8BDB3041A854EF"/>
    <w:rsid w:val="00216FF3"/>
  </w:style>
  <w:style w:type="paragraph" w:customStyle="1" w:styleId="934ABF087E134A0BAAC4153D0E04FD66">
    <w:name w:val="934ABF087E134A0BAAC4153D0E04FD66"/>
    <w:rsid w:val="00216FF3"/>
  </w:style>
  <w:style w:type="paragraph" w:customStyle="1" w:styleId="D75E75D92E0D407A90906DEB56A242C9">
    <w:name w:val="D75E75D92E0D407A90906DEB56A242C9"/>
    <w:rsid w:val="00216FF3"/>
  </w:style>
  <w:style w:type="paragraph" w:customStyle="1" w:styleId="5D2F24E343B14CC3805E4FB8193DFE5E">
    <w:name w:val="5D2F24E343B14CC3805E4FB8193DFE5E"/>
    <w:rsid w:val="00216FF3"/>
  </w:style>
  <w:style w:type="paragraph" w:customStyle="1" w:styleId="3134003A6FDE4FD59BC0A15717F92AEB">
    <w:name w:val="3134003A6FDE4FD59BC0A15717F92AEB"/>
    <w:rsid w:val="00216FF3"/>
  </w:style>
  <w:style w:type="paragraph" w:customStyle="1" w:styleId="381ED5FC712E456280345E158B1BCE2D">
    <w:name w:val="381ED5FC712E456280345E158B1BCE2D"/>
    <w:rsid w:val="00216FF3"/>
  </w:style>
  <w:style w:type="paragraph" w:customStyle="1" w:styleId="5A072583619C44B0A31CD24694C5F931">
    <w:name w:val="5A072583619C44B0A31CD24694C5F931"/>
    <w:rsid w:val="00216FF3"/>
  </w:style>
  <w:style w:type="paragraph" w:customStyle="1" w:styleId="3AF76328A387409A82824D3EE39B36C8">
    <w:name w:val="3AF76328A387409A82824D3EE39B36C8"/>
    <w:rsid w:val="00216FF3"/>
  </w:style>
  <w:style w:type="paragraph" w:customStyle="1" w:styleId="47FDB1A3148C4F8D89799DDA9893811F">
    <w:name w:val="47FDB1A3148C4F8D89799DDA9893811F"/>
    <w:rsid w:val="00216FF3"/>
  </w:style>
  <w:style w:type="paragraph" w:customStyle="1" w:styleId="D6AACC69BAF4446B923C49A651BA4117">
    <w:name w:val="D6AACC69BAF4446B923C49A651BA4117"/>
    <w:rsid w:val="00216FF3"/>
  </w:style>
  <w:style w:type="paragraph" w:customStyle="1" w:styleId="DFA2C6A033AF4832A213C2A915DA8DF3">
    <w:name w:val="DFA2C6A033AF4832A213C2A915DA8DF3"/>
    <w:rsid w:val="00216FF3"/>
  </w:style>
  <w:style w:type="paragraph" w:customStyle="1" w:styleId="C02E105B68174B2BA57669DAA62BD444">
    <w:name w:val="C02E105B68174B2BA57669DAA62BD444"/>
    <w:rsid w:val="00216FF3"/>
  </w:style>
  <w:style w:type="paragraph" w:customStyle="1" w:styleId="3A68F95FFB95408CA55B2A4A1A706338">
    <w:name w:val="3A68F95FFB95408CA55B2A4A1A706338"/>
    <w:rsid w:val="00216FF3"/>
  </w:style>
  <w:style w:type="paragraph" w:customStyle="1" w:styleId="17A11CDE92D545F998E24857BB8E7DCC">
    <w:name w:val="17A11CDE92D545F998E24857BB8E7DCC"/>
    <w:rsid w:val="00216FF3"/>
  </w:style>
  <w:style w:type="paragraph" w:customStyle="1" w:styleId="54F3C889042840F3906DF475CAD3E3DC">
    <w:name w:val="54F3C889042840F3906DF475CAD3E3DC"/>
    <w:rsid w:val="00216FF3"/>
  </w:style>
  <w:style w:type="paragraph" w:customStyle="1" w:styleId="76AAEED48CCC48288347278469F0EDEB">
    <w:name w:val="76AAEED48CCC48288347278469F0EDEB"/>
    <w:rsid w:val="00216FF3"/>
  </w:style>
  <w:style w:type="paragraph" w:customStyle="1" w:styleId="552053C911614F4BBBFA2F00BA7B1758">
    <w:name w:val="552053C911614F4BBBFA2F00BA7B1758"/>
    <w:rsid w:val="00216FF3"/>
  </w:style>
  <w:style w:type="paragraph" w:customStyle="1" w:styleId="9626CA68D33E46D1A0D2038EFE0248E6">
    <w:name w:val="9626CA68D33E46D1A0D2038EFE0248E6"/>
    <w:rsid w:val="00216FF3"/>
  </w:style>
  <w:style w:type="paragraph" w:customStyle="1" w:styleId="AE36C234C48445C293AF8B6BFDD9DD8A">
    <w:name w:val="AE36C234C48445C293AF8B6BFDD9DD8A"/>
    <w:rsid w:val="00216FF3"/>
  </w:style>
  <w:style w:type="paragraph" w:customStyle="1" w:styleId="63BD151F84874A688B7053B960ACE306">
    <w:name w:val="63BD151F84874A688B7053B960ACE306"/>
    <w:rsid w:val="00216FF3"/>
  </w:style>
  <w:style w:type="paragraph" w:customStyle="1" w:styleId="D5E2D710C15144C7B8298A9F099CC4B9">
    <w:name w:val="D5E2D710C15144C7B8298A9F099CC4B9"/>
    <w:rsid w:val="00216FF3"/>
  </w:style>
  <w:style w:type="paragraph" w:customStyle="1" w:styleId="330F010F713940089163504F43B6FB39">
    <w:name w:val="330F010F713940089163504F43B6FB39"/>
    <w:rsid w:val="00216FF3"/>
  </w:style>
  <w:style w:type="paragraph" w:customStyle="1" w:styleId="11BD51F10DFA4611A56313B792FDD0A7">
    <w:name w:val="11BD51F10DFA4611A56313B792FDD0A7"/>
    <w:rsid w:val="00216FF3"/>
  </w:style>
  <w:style w:type="paragraph" w:customStyle="1" w:styleId="40322D9D705C4124AF9C8824112DE376">
    <w:name w:val="40322D9D705C4124AF9C8824112DE376"/>
    <w:rsid w:val="00216FF3"/>
  </w:style>
  <w:style w:type="paragraph" w:customStyle="1" w:styleId="4156DF2310684E82870127ED3A81E272">
    <w:name w:val="4156DF2310684E82870127ED3A81E272"/>
    <w:rsid w:val="00216FF3"/>
  </w:style>
  <w:style w:type="paragraph" w:customStyle="1" w:styleId="8D527DF3D9C049DDADDCB028681099AC">
    <w:name w:val="8D527DF3D9C049DDADDCB028681099AC"/>
    <w:rsid w:val="00216FF3"/>
  </w:style>
  <w:style w:type="paragraph" w:customStyle="1" w:styleId="42460C64DDDB4029AD4FE452A7635E45">
    <w:name w:val="42460C64DDDB4029AD4FE452A7635E45"/>
    <w:rsid w:val="00216FF3"/>
  </w:style>
  <w:style w:type="paragraph" w:customStyle="1" w:styleId="44F25A8A2AB74C6282939983DEA03CD6">
    <w:name w:val="44F25A8A2AB74C6282939983DEA03CD6"/>
    <w:rsid w:val="00216FF3"/>
  </w:style>
  <w:style w:type="paragraph" w:customStyle="1" w:styleId="09E6C051316F453E9B1E974C424062A3">
    <w:name w:val="09E6C051316F453E9B1E974C424062A3"/>
    <w:rsid w:val="00216FF3"/>
  </w:style>
  <w:style w:type="paragraph" w:customStyle="1" w:styleId="FFFA57F0B6B741A7906333D635B24071">
    <w:name w:val="FFFA57F0B6B741A7906333D635B24071"/>
    <w:rsid w:val="00216FF3"/>
  </w:style>
  <w:style w:type="paragraph" w:customStyle="1" w:styleId="A08066DA2F0846519086138BF3DEE22C">
    <w:name w:val="A08066DA2F0846519086138BF3DEE22C"/>
    <w:rsid w:val="00216FF3"/>
  </w:style>
  <w:style w:type="paragraph" w:customStyle="1" w:styleId="F276A4F6639F4B339A046BBC0AB5EC2F">
    <w:name w:val="F276A4F6639F4B339A046BBC0AB5EC2F"/>
    <w:rsid w:val="00216FF3"/>
  </w:style>
  <w:style w:type="paragraph" w:customStyle="1" w:styleId="8F06E62CEA0D4E739D6C2D29043589D3">
    <w:name w:val="8F06E62CEA0D4E739D6C2D29043589D3"/>
    <w:rsid w:val="00216FF3"/>
  </w:style>
  <w:style w:type="paragraph" w:customStyle="1" w:styleId="D7CA598DDB5D4F089F448E67ED627F88">
    <w:name w:val="D7CA598DDB5D4F089F448E67ED627F88"/>
    <w:rsid w:val="00216FF3"/>
  </w:style>
  <w:style w:type="paragraph" w:customStyle="1" w:styleId="E5CC6C0E2FAC47859FDABA92577B1812">
    <w:name w:val="E5CC6C0E2FAC47859FDABA92577B1812"/>
    <w:rsid w:val="00216FF3"/>
  </w:style>
  <w:style w:type="paragraph" w:customStyle="1" w:styleId="9F09C1F5DFD44DE792E4A9C2E3C68DF6">
    <w:name w:val="9F09C1F5DFD44DE792E4A9C2E3C68DF6"/>
    <w:rsid w:val="00216FF3"/>
  </w:style>
  <w:style w:type="paragraph" w:customStyle="1" w:styleId="3D209B31F793411EA57153B85F8E0FEC">
    <w:name w:val="3D209B31F793411EA57153B85F8E0FEC"/>
    <w:rsid w:val="00216FF3"/>
  </w:style>
  <w:style w:type="paragraph" w:customStyle="1" w:styleId="764E4DC67DA54872AD91BE09FE8F2399">
    <w:name w:val="764E4DC67DA54872AD91BE09FE8F2399"/>
    <w:rsid w:val="00216FF3"/>
  </w:style>
  <w:style w:type="paragraph" w:customStyle="1" w:styleId="046BEC7BC07741498AB4D8ED5E213BD7">
    <w:name w:val="046BEC7BC07741498AB4D8ED5E213BD7"/>
    <w:rsid w:val="00216F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64E71-2BE4-4EB0-99A4-DAF929FD9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</Template>
  <TotalTime>33</TotalTime>
  <Pages>1</Pages>
  <Words>19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A Průvodní zpráva</vt:lpstr>
    </vt:vector>
  </TitlesOfParts>
  <Company>Sweco Hydroprojekt a.s.</Company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A Průvodní zpráva</dc:title>
  <dc:creator>Sweco Hydroprojekt a.s.</dc:creator>
  <cp:lastModifiedBy>Tolaszová, Alena</cp:lastModifiedBy>
  <cp:revision>5</cp:revision>
  <cp:lastPrinted>2017-12-04T08:09:00Z</cp:lastPrinted>
  <dcterms:created xsi:type="dcterms:W3CDTF">2017-12-19T07:16:00Z</dcterms:created>
  <dcterms:modified xsi:type="dcterms:W3CDTF">2020-01-26T13:58:00Z</dcterms:modified>
</cp:coreProperties>
</file>