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900" w:rsidRDefault="00E92900" w:rsidP="00E92900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  <w:color w:val="00B050"/>
        </w:rPr>
      </w:pPr>
    </w:p>
    <w:p w:rsidR="00113C96" w:rsidRDefault="00113C96" w:rsidP="00113C96">
      <w:pPr>
        <w:jc w:val="center"/>
        <w:rPr>
          <w:color w:val="000000" w:themeColor="text1"/>
        </w:rPr>
      </w:pPr>
    </w:p>
    <w:p w:rsidR="00E27980" w:rsidRDefault="00E27980" w:rsidP="00E27980">
      <w:pPr>
        <w:rPr>
          <w:color w:val="000000" w:themeColor="text1"/>
          <w:sz w:val="16"/>
          <w:szCs w:val="16"/>
        </w:rPr>
      </w:pPr>
    </w:p>
    <w:tbl>
      <w:tblPr>
        <w:tblW w:w="8510" w:type="dxa"/>
        <w:tblInd w:w="-4" w:type="dxa"/>
        <w:tblLook w:val="01E0" w:firstRow="1" w:lastRow="1" w:firstColumn="1" w:lastColumn="1" w:noHBand="0" w:noVBand="0"/>
      </w:tblPr>
      <w:tblGrid>
        <w:gridCol w:w="8510"/>
      </w:tblGrid>
      <w:tr w:rsidR="00337C96" w:rsidRPr="00955DB0" w:rsidTr="00337C96">
        <w:trPr>
          <w:trHeight w:val="510"/>
        </w:trPr>
        <w:tc>
          <w:tcPr>
            <w:tcW w:w="8510" w:type="dxa"/>
            <w:tcBorders>
              <w:bottom w:val="single" w:sz="4" w:space="0" w:color="auto"/>
            </w:tcBorders>
            <w:tcMar>
              <w:left w:w="0" w:type="dxa"/>
            </w:tcMar>
            <w:vAlign w:val="center"/>
          </w:tcPr>
          <w:p w:rsidR="00337C96" w:rsidRPr="00A130F0" w:rsidRDefault="00337C96" w:rsidP="00337C96">
            <w:pPr>
              <w:tabs>
                <w:tab w:val="left" w:pos="3960"/>
                <w:tab w:val="left" w:pos="4320"/>
              </w:tabs>
              <w:jc w:val="left"/>
              <w:rPr>
                <w:bCs/>
                <w:color w:val="000000" w:themeColor="text1"/>
                <w:sz w:val="32"/>
                <w:szCs w:val="32"/>
              </w:rPr>
            </w:pPr>
            <w:bookmarkStart w:id="0" w:name="_Toc283724887"/>
            <w:r w:rsidRPr="00A130F0">
              <w:rPr>
                <w:bCs/>
                <w:color w:val="000000" w:themeColor="text1"/>
                <w:sz w:val="32"/>
                <w:szCs w:val="32"/>
              </w:rPr>
              <w:t>SEZNAM PŘÍLOH</w:t>
            </w:r>
          </w:p>
          <w:p w:rsidR="00A130F0" w:rsidRDefault="00A130F0" w:rsidP="00337C96">
            <w:pPr>
              <w:tabs>
                <w:tab w:val="left" w:pos="3960"/>
                <w:tab w:val="left" w:pos="4320"/>
              </w:tabs>
              <w:jc w:val="left"/>
              <w:rPr>
                <w:bCs/>
                <w:color w:val="000000" w:themeColor="text1"/>
                <w:sz w:val="30"/>
                <w:szCs w:val="30"/>
              </w:rPr>
            </w:pPr>
          </w:p>
          <w:p w:rsidR="00A130F0" w:rsidRPr="00A130F0" w:rsidRDefault="00A130F0" w:rsidP="00A130F0">
            <w:pPr>
              <w:tabs>
                <w:tab w:val="left" w:pos="1701"/>
              </w:tabs>
              <w:rPr>
                <w:sz w:val="32"/>
                <w:szCs w:val="32"/>
              </w:rPr>
            </w:pPr>
            <w:r w:rsidRPr="00A130F0">
              <w:rPr>
                <w:sz w:val="32"/>
                <w:szCs w:val="32"/>
              </w:rPr>
              <w:t xml:space="preserve">SO 03 Čerpací stanice </w:t>
            </w:r>
            <w:proofErr w:type="spellStart"/>
            <w:r w:rsidRPr="00A130F0">
              <w:rPr>
                <w:sz w:val="32"/>
                <w:szCs w:val="32"/>
              </w:rPr>
              <w:t>ČS</w:t>
            </w:r>
            <w:proofErr w:type="spellEnd"/>
          </w:p>
          <w:p w:rsidR="00A130F0" w:rsidRPr="00955DB0" w:rsidRDefault="00A130F0" w:rsidP="00337C96">
            <w:pPr>
              <w:tabs>
                <w:tab w:val="left" w:pos="3960"/>
                <w:tab w:val="left" w:pos="4320"/>
              </w:tabs>
              <w:jc w:val="left"/>
              <w:rPr>
                <w:bCs/>
                <w:color w:val="000000" w:themeColor="text1"/>
                <w:sz w:val="30"/>
                <w:szCs w:val="30"/>
              </w:rPr>
            </w:pPr>
          </w:p>
        </w:tc>
      </w:tr>
    </w:tbl>
    <w:p w:rsidR="00337C96" w:rsidRPr="00955DB0" w:rsidRDefault="00337C96" w:rsidP="00337C96"/>
    <w:p w:rsidR="00337C96" w:rsidRPr="00955DB0" w:rsidRDefault="00337C96" w:rsidP="00337C96">
      <w:pPr>
        <w:pBdr>
          <w:bottom w:val="single" w:sz="4" w:space="1" w:color="auto"/>
        </w:pBdr>
        <w:tabs>
          <w:tab w:val="left" w:pos="0"/>
          <w:tab w:val="left" w:pos="993"/>
          <w:tab w:val="left" w:pos="2694"/>
        </w:tabs>
        <w:rPr>
          <w:szCs w:val="22"/>
        </w:rPr>
      </w:pPr>
      <w:r w:rsidRPr="00955DB0">
        <w:rPr>
          <w:szCs w:val="22"/>
        </w:rPr>
        <w:t>Příloha</w:t>
      </w:r>
      <w:r w:rsidRPr="00955DB0">
        <w:rPr>
          <w:szCs w:val="22"/>
        </w:rPr>
        <w:tab/>
        <w:t>arch. číslo</w:t>
      </w:r>
      <w:r w:rsidRPr="00955DB0">
        <w:rPr>
          <w:szCs w:val="22"/>
        </w:rPr>
        <w:tab/>
        <w:t>název přílohy</w:t>
      </w:r>
    </w:p>
    <w:p w:rsidR="008A0459" w:rsidRPr="00A130F0" w:rsidRDefault="001514CA" w:rsidP="00A130F0">
      <w:pPr>
        <w:tabs>
          <w:tab w:val="left" w:pos="993"/>
          <w:tab w:val="left" w:pos="2694"/>
          <w:tab w:val="left" w:pos="3402"/>
          <w:tab w:val="left" w:pos="6804"/>
          <w:tab w:val="right" w:pos="9498"/>
        </w:tabs>
        <w:ind w:right="-1"/>
      </w:pPr>
      <w:r w:rsidRPr="005279A5">
        <w:rPr>
          <w:b/>
          <w:sz w:val="24"/>
        </w:rPr>
        <w:tab/>
      </w:r>
      <w:r w:rsidR="00C7036B" w:rsidRPr="005279A5">
        <w:rPr>
          <w:vanish/>
          <w:color w:val="FF0000"/>
        </w:rPr>
        <w:t>0</w:t>
      </w:r>
      <w:r w:rsidR="00295A8B" w:rsidRPr="005279A5">
        <w:rPr>
          <w:vanish/>
          <w:color w:val="FF0000"/>
        </w:rPr>
        <w:t>00</w:t>
      </w:r>
      <w:r w:rsidR="00C7036B" w:rsidRPr="005279A5">
        <w:rPr>
          <w:vanish/>
          <w:color w:val="FF0000"/>
        </w:rPr>
        <w:t>1</w:t>
      </w:r>
      <w:r w:rsidR="00FF00DF" w:rsidRPr="001B6D28">
        <w:rPr>
          <w:vanish/>
          <w:color w:val="FF0000"/>
        </w:rPr>
        <w:t>/1</w:t>
      </w:r>
      <w:r w:rsidR="00295A8B" w:rsidRPr="001B6D28">
        <w:rPr>
          <w:vanish/>
          <w:color w:val="FF0000"/>
        </w:rPr>
        <w:t>7</w:t>
      </w:r>
      <w:r w:rsidR="00917E1E" w:rsidRPr="001B6D28">
        <w:rPr>
          <w:vanish/>
          <w:color w:val="FF0000"/>
        </w:rPr>
        <w:t>/3</w:t>
      </w:r>
      <w:r w:rsidRPr="001B6D28">
        <w:rPr>
          <w:vanish/>
          <w:color w:val="FF0000"/>
        </w:rPr>
        <w:t>-</w:t>
      </w:r>
      <w:r w:rsidR="00C7036B" w:rsidRPr="001B6D28">
        <w:rPr>
          <w:vanish/>
          <w:color w:val="FF0000"/>
        </w:rPr>
        <w:t>0</w:t>
      </w:r>
      <w:r w:rsidR="00295A8B" w:rsidRPr="001B6D28">
        <w:rPr>
          <w:vanish/>
          <w:color w:val="FF0000"/>
        </w:rPr>
        <w:t>4</w:t>
      </w:r>
      <w:r w:rsidR="00C7036B" w:rsidRPr="001B6D28">
        <w:rPr>
          <w:vanish/>
          <w:color w:val="FF0000"/>
        </w:rPr>
        <w:t>00</w:t>
      </w:r>
      <w:r w:rsidR="00917E1E" w:rsidRPr="001B6D28">
        <w:rPr>
          <w:vanish/>
          <w:color w:val="FF0000"/>
        </w:rPr>
        <w:t>/1</w:t>
      </w:r>
      <w:r w:rsidR="00295A8B" w:rsidRPr="001B6D28">
        <w:rPr>
          <w:vanish/>
          <w:color w:val="FF0000"/>
        </w:rPr>
        <w:t>7</w:t>
      </w:r>
      <w:r w:rsidR="00917E1E" w:rsidRPr="001B6D28">
        <w:rPr>
          <w:vanish/>
          <w:color w:val="FF0000"/>
        </w:rPr>
        <w:t>/3</w:t>
      </w:r>
      <w:r w:rsidRPr="001B6D28">
        <w:rPr>
          <w:vanish/>
        </w:rPr>
        <w:tab/>
      </w:r>
      <w:r w:rsidRPr="001B6D28">
        <w:t xml:space="preserve">  </w:t>
      </w:r>
      <w:bookmarkStart w:id="1" w:name="_GoBack"/>
      <w:bookmarkEnd w:id="1"/>
    </w:p>
    <w:p w:rsidR="001529A6" w:rsidRPr="008A0459" w:rsidRDefault="001529A6" w:rsidP="001529A6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  <w:rPr>
          <w:szCs w:val="22"/>
        </w:rPr>
      </w:pPr>
      <w:r w:rsidRPr="008A0459">
        <w:rPr>
          <w:szCs w:val="22"/>
        </w:rPr>
        <w:tab/>
      </w:r>
    </w:p>
    <w:p w:rsidR="001630A6" w:rsidRPr="008A0459" w:rsidRDefault="001630A6" w:rsidP="001630A6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</w:p>
    <w:p w:rsidR="007D1D1E" w:rsidRPr="00A618D9" w:rsidRDefault="007D1D1E" w:rsidP="00C00B43">
      <w:pPr>
        <w:tabs>
          <w:tab w:val="left" w:pos="1701"/>
        </w:tabs>
        <w:rPr>
          <w:b/>
        </w:rPr>
      </w:pPr>
      <w:r w:rsidRPr="00A618D9">
        <w:rPr>
          <w:b/>
        </w:rPr>
        <w:t xml:space="preserve">SO 03 Čerpací stanice </w:t>
      </w:r>
      <w:proofErr w:type="spellStart"/>
      <w:r w:rsidRPr="00A618D9">
        <w:rPr>
          <w:b/>
        </w:rPr>
        <w:t>ČS</w:t>
      </w:r>
      <w:proofErr w:type="spellEnd"/>
    </w:p>
    <w:p w:rsidR="007D1D1E" w:rsidRPr="00A618D9" w:rsidRDefault="007D1D1E" w:rsidP="007D1D1E">
      <w:pPr>
        <w:rPr>
          <w:b/>
        </w:rPr>
      </w:pPr>
    </w:p>
    <w:p w:rsidR="007D1D1E" w:rsidRPr="00A618D9" w:rsidRDefault="007D1D1E" w:rsidP="007D1D1E">
      <w:pPr>
        <w:tabs>
          <w:tab w:val="left" w:pos="1701"/>
          <w:tab w:val="left" w:pos="3402"/>
          <w:tab w:val="left" w:pos="3828"/>
          <w:tab w:val="left" w:pos="6804"/>
          <w:tab w:val="right" w:pos="8505"/>
        </w:tabs>
        <w:ind w:right="-568"/>
        <w:rPr>
          <w:rFonts w:cs="Arial"/>
          <w:b/>
        </w:rPr>
      </w:pPr>
      <w:proofErr w:type="gramStart"/>
      <w:r w:rsidRPr="00A618D9">
        <w:rPr>
          <w:rFonts w:cs="Arial"/>
          <w:b/>
        </w:rPr>
        <w:t>D.1.3.1</w:t>
      </w:r>
      <w:proofErr w:type="gramEnd"/>
      <w:r w:rsidRPr="00A618D9">
        <w:rPr>
          <w:rFonts w:cs="Arial"/>
          <w:b/>
        </w:rPr>
        <w:tab/>
        <w:t>Stavební část</w:t>
      </w:r>
    </w:p>
    <w:p w:rsidR="007D1D1E" w:rsidRPr="00A618D9" w:rsidRDefault="007D1D1E" w:rsidP="007D1D1E">
      <w:pPr>
        <w:tabs>
          <w:tab w:val="left" w:pos="1701"/>
          <w:tab w:val="left" w:pos="3402"/>
          <w:tab w:val="left" w:pos="3828"/>
          <w:tab w:val="left" w:pos="6804"/>
          <w:tab w:val="right" w:pos="8505"/>
        </w:tabs>
        <w:ind w:right="-568"/>
        <w:rPr>
          <w:rFonts w:cs="Arial"/>
        </w:rPr>
      </w:pPr>
      <w:proofErr w:type="gramStart"/>
      <w:r w:rsidRPr="00A618D9">
        <w:rPr>
          <w:rFonts w:cs="Arial"/>
        </w:rPr>
        <w:t>D.1.3.1.1</w:t>
      </w:r>
      <w:proofErr w:type="gramEnd"/>
      <w:r w:rsidRPr="00A618D9">
        <w:rPr>
          <w:rFonts w:cs="Arial"/>
        </w:rPr>
        <w:tab/>
      </w:r>
      <w:r w:rsidR="00A618D9" w:rsidRPr="00A618D9">
        <w:rPr>
          <w:rFonts w:cs="Arial"/>
        </w:rPr>
        <w:t>16007</w:t>
      </w:r>
      <w:r w:rsidRPr="00A618D9">
        <w:rPr>
          <w:rFonts w:cs="Arial"/>
        </w:rPr>
        <w:tab/>
        <w:t>Technická zpráva – stavební část</w:t>
      </w:r>
    </w:p>
    <w:p w:rsidR="007D1D1E" w:rsidRPr="00A618D9" w:rsidRDefault="007D1D1E" w:rsidP="007D1D1E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proofErr w:type="gramStart"/>
      <w:r w:rsidRPr="00A618D9">
        <w:rPr>
          <w:rFonts w:cs="Arial"/>
        </w:rPr>
        <w:t>D.1.3.1.2</w:t>
      </w:r>
      <w:proofErr w:type="gramEnd"/>
      <w:r w:rsidRPr="00A618D9">
        <w:rPr>
          <w:rFonts w:cs="Arial"/>
        </w:rPr>
        <w:tab/>
      </w:r>
      <w:r w:rsidR="00A618D9" w:rsidRPr="00A618D9">
        <w:rPr>
          <w:rFonts w:cs="Arial"/>
        </w:rPr>
        <w:t>16007</w:t>
      </w:r>
      <w:r w:rsidRPr="00A618D9">
        <w:rPr>
          <w:rFonts w:cs="Arial"/>
        </w:rPr>
        <w:tab/>
      </w:r>
      <w:proofErr w:type="spellStart"/>
      <w:r w:rsidR="00A618D9" w:rsidRPr="00A618D9">
        <w:rPr>
          <w:rFonts w:cs="Arial"/>
        </w:rPr>
        <w:t>ČS</w:t>
      </w:r>
      <w:proofErr w:type="spellEnd"/>
      <w:r w:rsidR="00A618D9" w:rsidRPr="00A618D9">
        <w:rPr>
          <w:rFonts w:cs="Arial"/>
        </w:rPr>
        <w:t xml:space="preserve"> – půdorys, svislý řez A-A</w:t>
      </w:r>
    </w:p>
    <w:p w:rsidR="007D1D1E" w:rsidRPr="00A618D9" w:rsidRDefault="007D1D1E" w:rsidP="007D1D1E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  <w:highlight w:val="yellow"/>
        </w:rPr>
      </w:pPr>
    </w:p>
    <w:p w:rsidR="00982E68" w:rsidRDefault="00982E68" w:rsidP="00FA76B3">
      <w:pPr>
        <w:tabs>
          <w:tab w:val="left" w:pos="993"/>
          <w:tab w:val="left" w:pos="2694"/>
          <w:tab w:val="left" w:pos="3402"/>
          <w:tab w:val="left" w:pos="6804"/>
          <w:tab w:val="right" w:pos="8505"/>
        </w:tabs>
        <w:rPr>
          <w:color w:val="00B050"/>
          <w:szCs w:val="22"/>
          <w:highlight w:val="yellow"/>
        </w:rPr>
      </w:pPr>
    </w:p>
    <w:p w:rsidR="00CA114E" w:rsidRDefault="00CA114E" w:rsidP="00FA76B3">
      <w:pPr>
        <w:tabs>
          <w:tab w:val="left" w:pos="993"/>
          <w:tab w:val="left" w:pos="2694"/>
          <w:tab w:val="left" w:pos="3402"/>
          <w:tab w:val="left" w:pos="6804"/>
          <w:tab w:val="right" w:pos="8505"/>
        </w:tabs>
        <w:rPr>
          <w:color w:val="00B050"/>
          <w:szCs w:val="22"/>
          <w:highlight w:val="yellow"/>
        </w:rPr>
      </w:pPr>
    </w:p>
    <w:p w:rsidR="00DA72A6" w:rsidRDefault="00DA72A6" w:rsidP="00E27D04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</w:p>
    <w:bookmarkEnd w:id="0"/>
    <w:sectPr w:rsidR="00DA72A6" w:rsidSect="00A938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809" w:right="1701" w:bottom="1758" w:left="1701" w:header="1134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3EE4" w:rsidRDefault="00223EE4" w:rsidP="00207A11">
      <w:r>
        <w:separator/>
      </w:r>
    </w:p>
  </w:endnote>
  <w:endnote w:type="continuationSeparator" w:id="0">
    <w:p w:rsidR="00223EE4" w:rsidRDefault="00223EE4" w:rsidP="0020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F86D9C" w:rsidTr="004339F9">
      <w:trPr>
        <w:trHeight w:val="227"/>
        <w:jc w:val="center"/>
      </w:trPr>
      <w:tc>
        <w:tcPr>
          <w:tcW w:w="510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:rsidR="00F86D9C" w:rsidRDefault="00F86D9C" w:rsidP="001F529C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3402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F86D9C" w:rsidRPr="00B40E75" w:rsidRDefault="00F86D9C" w:rsidP="001F529C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A130F0">
            <w:rPr>
              <w:noProof/>
              <w:color w:val="000000" w:themeColor="text1"/>
              <w:sz w:val="16"/>
              <w:szCs w:val="16"/>
            </w:rPr>
            <w:t>2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A130F0">
            <w:rPr>
              <w:noProof/>
              <w:color w:val="000000" w:themeColor="text1"/>
              <w:sz w:val="16"/>
              <w:szCs w:val="16"/>
            </w:rPr>
            <w:t>2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F86D9C" w:rsidTr="004339F9">
      <w:trPr>
        <w:trHeight w:val="227"/>
        <w:jc w:val="center"/>
      </w:trPr>
      <w:tc>
        <w:tcPr>
          <w:tcW w:w="510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:rsidR="00F86D9C" w:rsidRDefault="00F86D9C" w:rsidP="001514CA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r>
            <w:rPr>
              <w:caps/>
              <w:color w:val="000000" w:themeColor="text1"/>
              <w:sz w:val="12"/>
              <w:szCs w:val="12"/>
            </w:rPr>
            <w:t>21 6231 01 00</w:t>
          </w:r>
        </w:p>
      </w:tc>
      <w:tc>
        <w:tcPr>
          <w:tcW w:w="3402" w:type="dxa"/>
          <w:tcBorders>
            <w:left w:val="nil"/>
            <w:bottom w:val="nil"/>
            <w:right w:val="nil"/>
          </w:tcBorders>
          <w:vAlign w:val="bottom"/>
        </w:tcPr>
        <w:p w:rsidR="00F86D9C" w:rsidRDefault="00F86D9C" w:rsidP="00BA7328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1538014904"/>
              <w:text/>
            </w:sdtPr>
            <w:sdtEndPr/>
            <w:sdtContent>
              <w:r>
                <w:rPr>
                  <w:color w:val="000000" w:themeColor="text1"/>
                  <w:sz w:val="12"/>
                  <w:szCs w:val="12"/>
                </w:rPr>
                <w:t>1</w:t>
              </w:r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  <w:tr w:rsidR="00F86D9C" w:rsidTr="004339F9">
      <w:trPr>
        <w:trHeight w:val="170"/>
        <w:jc w:val="center"/>
      </w:trPr>
      <w:tc>
        <w:tcPr>
          <w:tcW w:w="510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:rsidR="00F86D9C" w:rsidRDefault="00F86D9C" w:rsidP="00CE4694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r>
            <w:rPr>
              <w:color w:val="000000" w:themeColor="text1"/>
              <w:sz w:val="12"/>
              <w:szCs w:val="12"/>
            </w:rPr>
            <w:t>0001/17/3</w:t>
          </w:r>
        </w:p>
      </w:tc>
      <w:tc>
        <w:tcPr>
          <w:tcW w:w="3402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F86D9C" w:rsidRPr="00B40E75" w:rsidRDefault="00F86D9C" w:rsidP="00BA7328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1613622839"/>
              <w:text/>
            </w:sdtPr>
            <w:sdtEndPr/>
            <w:sdtContent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  <w:r>
                <w:rPr>
                  <w:color w:val="000000" w:themeColor="text1"/>
                  <w:sz w:val="12"/>
                  <w:szCs w:val="12"/>
                </w:rPr>
                <w:t>0</w:t>
              </w:r>
            </w:sdtContent>
          </w:sdt>
        </w:p>
      </w:tc>
    </w:tr>
  </w:tbl>
  <w:p w:rsidR="00F86D9C" w:rsidRPr="00F81B53" w:rsidRDefault="00F86D9C" w:rsidP="00CA337C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F86D9C" w:rsidTr="004339F9">
      <w:trPr>
        <w:trHeight w:val="227"/>
        <w:jc w:val="center"/>
      </w:trPr>
      <w:tc>
        <w:tcPr>
          <w:tcW w:w="510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:rsidR="00F86D9C" w:rsidRDefault="00F86D9C" w:rsidP="001F529C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3402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F86D9C" w:rsidRPr="00B40E75" w:rsidRDefault="00F86D9C" w:rsidP="001F529C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A130F0">
            <w:rPr>
              <w:noProof/>
              <w:color w:val="000000" w:themeColor="text1"/>
              <w:sz w:val="16"/>
              <w:szCs w:val="16"/>
            </w:rPr>
            <w:t>3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A130F0">
            <w:rPr>
              <w:noProof/>
              <w:color w:val="000000" w:themeColor="text1"/>
              <w:sz w:val="16"/>
              <w:szCs w:val="16"/>
            </w:rPr>
            <w:t>3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F86D9C" w:rsidTr="004339F9">
      <w:trPr>
        <w:trHeight w:val="227"/>
        <w:jc w:val="center"/>
      </w:trPr>
      <w:tc>
        <w:tcPr>
          <w:tcW w:w="510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:rsidR="00F86D9C" w:rsidRDefault="00F86D9C" w:rsidP="00F516AE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r>
            <w:rPr>
              <w:caps/>
              <w:color w:val="000000" w:themeColor="text1"/>
              <w:sz w:val="12"/>
              <w:szCs w:val="12"/>
            </w:rPr>
            <w:t>21 7052 01 01</w:t>
          </w:r>
        </w:p>
      </w:tc>
      <w:tc>
        <w:tcPr>
          <w:tcW w:w="3402" w:type="dxa"/>
          <w:tcBorders>
            <w:left w:val="nil"/>
            <w:bottom w:val="nil"/>
            <w:right w:val="nil"/>
          </w:tcBorders>
          <w:vAlign w:val="bottom"/>
        </w:tcPr>
        <w:p w:rsidR="00F86D9C" w:rsidRDefault="00F86D9C" w:rsidP="00BA7328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566154405"/>
              <w:text/>
            </w:sdtPr>
            <w:sdtEndPr/>
            <w:sdtContent>
              <w:r>
                <w:rPr>
                  <w:color w:val="000000" w:themeColor="text1"/>
                  <w:sz w:val="12"/>
                  <w:szCs w:val="12"/>
                </w:rPr>
                <w:t>1</w:t>
              </w:r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  <w:tr w:rsidR="00F86D9C" w:rsidTr="004339F9">
      <w:trPr>
        <w:trHeight w:val="170"/>
        <w:jc w:val="center"/>
      </w:trPr>
      <w:tc>
        <w:tcPr>
          <w:tcW w:w="510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:rsidR="00F86D9C" w:rsidRDefault="00F86D9C" w:rsidP="00CE4694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r>
            <w:rPr>
              <w:color w:val="000000" w:themeColor="text1"/>
              <w:sz w:val="12"/>
              <w:szCs w:val="12"/>
            </w:rPr>
            <w:t>014/17/3</w:t>
          </w:r>
        </w:p>
      </w:tc>
      <w:tc>
        <w:tcPr>
          <w:tcW w:w="3402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F86D9C" w:rsidRPr="00B40E75" w:rsidRDefault="00F86D9C" w:rsidP="00BA7328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408587039"/>
              <w:text/>
            </w:sdtPr>
            <w:sdtEndPr/>
            <w:sdtContent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  <w:r>
                <w:rPr>
                  <w:color w:val="000000" w:themeColor="text1"/>
                  <w:sz w:val="12"/>
                  <w:szCs w:val="12"/>
                </w:rPr>
                <w:t>0</w:t>
              </w:r>
            </w:sdtContent>
          </w:sdt>
        </w:p>
      </w:tc>
    </w:tr>
  </w:tbl>
  <w:p w:rsidR="00F86D9C" w:rsidRPr="00F81B53" w:rsidRDefault="00F86D9C" w:rsidP="00CA337C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F86D9C" w:rsidTr="001F529C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:rsidR="00F86D9C" w:rsidRDefault="00F86D9C" w:rsidP="001F529C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F86D9C" w:rsidRPr="00B40E75" w:rsidRDefault="00F86D9C" w:rsidP="001F529C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A130F0">
            <w:rPr>
              <w:noProof/>
              <w:color w:val="000000" w:themeColor="text1"/>
              <w:sz w:val="16"/>
              <w:szCs w:val="16"/>
            </w:rPr>
            <w:t>1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A130F0">
            <w:rPr>
              <w:noProof/>
              <w:color w:val="000000" w:themeColor="text1"/>
              <w:sz w:val="16"/>
              <w:szCs w:val="16"/>
            </w:rPr>
            <w:t>1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F86D9C" w:rsidTr="001F529C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:rsidR="00F86D9C" w:rsidRDefault="00F86D9C" w:rsidP="00CE4694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r>
            <w:rPr>
              <w:caps/>
              <w:color w:val="000000" w:themeColor="text1"/>
              <w:sz w:val="12"/>
              <w:szCs w:val="12"/>
            </w:rPr>
            <w:t>21 6231 01 00</w:t>
          </w:r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:rsidR="00F86D9C" w:rsidRDefault="00F86D9C" w:rsidP="00D146D8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-1090782928"/>
              <w:text/>
            </w:sdtPr>
            <w:sdtEndPr/>
            <w:sdtContent>
              <w:r>
                <w:rPr>
                  <w:color w:val="000000" w:themeColor="text1"/>
                  <w:sz w:val="12"/>
                  <w:szCs w:val="12"/>
                </w:rPr>
                <w:t>1</w:t>
              </w:r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  <w:tr w:rsidR="00F86D9C" w:rsidTr="001F529C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:rsidR="00F86D9C" w:rsidRDefault="00F86D9C" w:rsidP="00CE4694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r>
            <w:rPr>
              <w:color w:val="000000" w:themeColor="text1"/>
              <w:sz w:val="12"/>
              <w:szCs w:val="12"/>
            </w:rPr>
            <w:t>0001/17/3</w:t>
          </w: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F86D9C" w:rsidRPr="00B40E75" w:rsidRDefault="00F86D9C" w:rsidP="001F529C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597918587"/>
              <w:text/>
            </w:sdtPr>
            <w:sdtEndPr/>
            <w:sdtContent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  <w:r>
                <w:rPr>
                  <w:color w:val="000000" w:themeColor="text1"/>
                  <w:sz w:val="12"/>
                  <w:szCs w:val="12"/>
                </w:rPr>
                <w:t>0</w:t>
              </w:r>
            </w:sdtContent>
          </w:sdt>
        </w:p>
      </w:tc>
    </w:tr>
  </w:tbl>
  <w:p w:rsidR="00F86D9C" w:rsidRPr="00F81B53" w:rsidRDefault="00F86D9C" w:rsidP="00CA337C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3EE4" w:rsidRDefault="00223EE4" w:rsidP="00207A11">
      <w:r>
        <w:separator/>
      </w:r>
    </w:p>
  </w:footnote>
  <w:footnote w:type="continuationSeparator" w:id="0">
    <w:p w:rsidR="00223EE4" w:rsidRDefault="00223EE4" w:rsidP="00207A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D9C" w:rsidRPr="00AE3921" w:rsidRDefault="00F86D9C" w:rsidP="00CA337C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="003746F9">
      <w:rPr>
        <w:noProof/>
        <w:color w:val="000000" w:themeColor="text1"/>
      </w:rPr>
      <mc:AlternateContent>
        <mc:Choice Requires="wpc">
          <w:drawing>
            <wp:inline distT="0" distB="0" distL="0" distR="0">
              <wp:extent cx="683895" cy="199390"/>
              <wp:effectExtent l="0" t="9525" r="1905" b="635"/>
              <wp:docPr id="39" name="Plátno 3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27" name="Freeform 195"/>
                      <wps:cNvSpPr>
                        <a:spLocks noEditPoints="1"/>
                      </wps:cNvSpPr>
                      <wps:spPr bwMode="auto">
                        <a:xfrm>
                          <a:off x="507370" y="26612"/>
                          <a:ext cx="176525" cy="172178"/>
                        </a:xfrm>
                        <a:custGeom>
                          <a:avLst/>
                          <a:gdLst>
                            <a:gd name="T0" fmla="*/ 44756707 w 556"/>
                            <a:gd name="T1" fmla="*/ 42507038 h 543"/>
                            <a:gd name="T2" fmla="*/ 44756707 w 556"/>
                            <a:gd name="T3" fmla="*/ 47933658 h 543"/>
                            <a:gd name="T4" fmla="*/ 11289980 w 556"/>
                            <a:gd name="T5" fmla="*/ 47933658 h 543"/>
                            <a:gd name="T6" fmla="*/ 11289980 w 556"/>
                            <a:gd name="T7" fmla="*/ 42507038 h 543"/>
                            <a:gd name="T8" fmla="*/ 27821737 w 556"/>
                            <a:gd name="T9" fmla="*/ 25725232 h 543"/>
                            <a:gd name="T10" fmla="*/ 44756707 w 556"/>
                            <a:gd name="T11" fmla="*/ 42507038 h 543"/>
                            <a:gd name="T12" fmla="*/ 56046688 w 556"/>
                            <a:gd name="T13" fmla="*/ 18188719 h 543"/>
                            <a:gd name="T14" fmla="*/ 35583757 w 556"/>
                            <a:gd name="T15" fmla="*/ 18188719 h 543"/>
                            <a:gd name="T16" fmla="*/ 48889805 w 556"/>
                            <a:gd name="T17" fmla="*/ 4924037 h 543"/>
                            <a:gd name="T18" fmla="*/ 43950280 w 556"/>
                            <a:gd name="T19" fmla="*/ 402066 h 543"/>
                            <a:gd name="T20" fmla="*/ 27821737 w 556"/>
                            <a:gd name="T21" fmla="*/ 16580773 h 543"/>
                            <a:gd name="T22" fmla="*/ 11491587 w 556"/>
                            <a:gd name="T23" fmla="*/ 0 h 543"/>
                            <a:gd name="T24" fmla="*/ 6955593 w 556"/>
                            <a:gd name="T25" fmla="*/ 4723004 h 543"/>
                            <a:gd name="T26" fmla="*/ 20261641 w 556"/>
                            <a:gd name="T27" fmla="*/ 18188719 h 543"/>
                            <a:gd name="T28" fmla="*/ 0 w 556"/>
                            <a:gd name="T29" fmla="*/ 18188719 h 543"/>
                            <a:gd name="T30" fmla="*/ 0 w 556"/>
                            <a:gd name="T31" fmla="*/ 24418836 h 543"/>
                            <a:gd name="T32" fmla="*/ 20261641 w 556"/>
                            <a:gd name="T33" fmla="*/ 24418836 h 543"/>
                            <a:gd name="T34" fmla="*/ 4636956 w 556"/>
                            <a:gd name="T35" fmla="*/ 39793729 h 543"/>
                            <a:gd name="T36" fmla="*/ 4636956 w 556"/>
                            <a:gd name="T37" fmla="*/ 54565840 h 543"/>
                            <a:gd name="T38" fmla="*/ 51208125 w 556"/>
                            <a:gd name="T39" fmla="*/ 54565840 h 543"/>
                            <a:gd name="T40" fmla="*/ 51208125 w 556"/>
                            <a:gd name="T41" fmla="*/ 39793729 h 543"/>
                            <a:gd name="T42" fmla="*/ 35583757 w 556"/>
                            <a:gd name="T43" fmla="*/ 24418836 h 543"/>
                            <a:gd name="T44" fmla="*/ 56046688 w 556"/>
                            <a:gd name="T45" fmla="*/ 24418836 h 543"/>
                            <a:gd name="T46" fmla="*/ 56046688 w 556"/>
                            <a:gd name="T47" fmla="*/ 18188719 h 543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</a:gdLst>
                          <a:ahLst/>
                          <a:cxnLst>
                            <a:cxn ang="T48">
                              <a:pos x="T0" y="T1"/>
                            </a:cxn>
                            <a:cxn ang="T49">
                              <a:pos x="T2" y="T3"/>
                            </a:cxn>
                            <a:cxn ang="T50">
                              <a:pos x="T4" y="T5"/>
                            </a:cxn>
                            <a:cxn ang="T51">
                              <a:pos x="T6" y="T7"/>
                            </a:cxn>
                            <a:cxn ang="T52">
                              <a:pos x="T8" y="T9"/>
                            </a:cxn>
                            <a:cxn ang="T53">
                              <a:pos x="T10" y="T11"/>
                            </a:cxn>
                            <a:cxn ang="T54">
                              <a:pos x="T12" y="T13"/>
                            </a:cxn>
                            <a:cxn ang="T55">
                              <a:pos x="T14" y="T15"/>
                            </a:cxn>
                            <a:cxn ang="T56">
                              <a:pos x="T16" y="T17"/>
                            </a:cxn>
                            <a:cxn ang="T57">
                              <a:pos x="T18" y="T19"/>
                            </a:cxn>
                            <a:cxn ang="T58">
                              <a:pos x="T20" y="T21"/>
                            </a:cxn>
                            <a:cxn ang="T59">
                              <a:pos x="T22" y="T23"/>
                            </a:cxn>
                            <a:cxn ang="T60">
                              <a:pos x="T24" y="T25"/>
                            </a:cxn>
                            <a:cxn ang="T61">
                              <a:pos x="T26" y="T27"/>
                            </a:cxn>
                            <a:cxn ang="T62">
                              <a:pos x="T28" y="T29"/>
                            </a:cxn>
                            <a:cxn ang="T63">
                              <a:pos x="T30" y="T31"/>
                            </a:cxn>
                            <a:cxn ang="T64">
                              <a:pos x="T32" y="T33"/>
                            </a:cxn>
                            <a:cxn ang="T65">
                              <a:pos x="T34" y="T35"/>
                            </a:cxn>
                            <a:cxn ang="T66">
                              <a:pos x="T36" y="T37"/>
                            </a:cxn>
                            <a:cxn ang="T67">
                              <a:pos x="T38" y="T39"/>
                            </a:cxn>
                            <a:cxn ang="T68">
                              <a:pos x="T40" y="T41"/>
                            </a:cxn>
                            <a:cxn ang="T69">
                              <a:pos x="T42" y="T43"/>
                            </a:cxn>
                            <a:cxn ang="T70">
                              <a:pos x="T44" y="T45"/>
                            </a:cxn>
                            <a:cxn ang="T71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96"/>
                      <wps:cNvSpPr>
                        <a:spLocks/>
                      </wps:cNvSpPr>
                      <wps:spPr bwMode="auto">
                        <a:xfrm>
                          <a:off x="574680" y="0"/>
                          <a:ext cx="41906" cy="41919"/>
                        </a:xfrm>
                        <a:custGeom>
                          <a:avLst/>
                          <a:gdLst>
                            <a:gd name="T0" fmla="*/ 13406721 w 131"/>
                            <a:gd name="T1" fmla="*/ 6654641 h 132"/>
                            <a:gd name="T2" fmla="*/ 13406721 w 131"/>
                            <a:gd name="T3" fmla="*/ 6654641 h 132"/>
                            <a:gd name="T4" fmla="*/ 13304355 w 131"/>
                            <a:gd name="T5" fmla="*/ 7965563 h 132"/>
                            <a:gd name="T6" fmla="*/ 12894892 w 131"/>
                            <a:gd name="T7" fmla="*/ 9377153 h 132"/>
                            <a:gd name="T8" fmla="*/ 12281017 w 131"/>
                            <a:gd name="T9" fmla="*/ 10385432 h 132"/>
                            <a:gd name="T10" fmla="*/ 11462091 w 131"/>
                            <a:gd name="T11" fmla="*/ 11292725 h 132"/>
                            <a:gd name="T12" fmla="*/ 10541118 w 131"/>
                            <a:gd name="T13" fmla="*/ 12099348 h 132"/>
                            <a:gd name="T14" fmla="*/ 9313049 w 131"/>
                            <a:gd name="T15" fmla="*/ 12905971 h 132"/>
                            <a:gd name="T16" fmla="*/ 8084979 w 131"/>
                            <a:gd name="T17" fmla="*/ 13309283 h 132"/>
                            <a:gd name="T18" fmla="*/ 6754543 w 131"/>
                            <a:gd name="T19" fmla="*/ 13309283 h 132"/>
                            <a:gd name="T20" fmla="*/ 6754543 w 131"/>
                            <a:gd name="T21" fmla="*/ 13309283 h 132"/>
                            <a:gd name="T22" fmla="*/ 5321742 w 131"/>
                            <a:gd name="T23" fmla="*/ 13309283 h 132"/>
                            <a:gd name="T24" fmla="*/ 4196038 w 131"/>
                            <a:gd name="T25" fmla="*/ 12905971 h 132"/>
                            <a:gd name="T26" fmla="*/ 2967968 w 131"/>
                            <a:gd name="T27" fmla="*/ 12099348 h 132"/>
                            <a:gd name="T28" fmla="*/ 1944630 w 131"/>
                            <a:gd name="T29" fmla="*/ 11292725 h 132"/>
                            <a:gd name="T30" fmla="*/ 1228070 w 131"/>
                            <a:gd name="T31" fmla="*/ 10385432 h 132"/>
                            <a:gd name="T32" fmla="*/ 614195 w 131"/>
                            <a:gd name="T33" fmla="*/ 9377153 h 132"/>
                            <a:gd name="T34" fmla="*/ 204732 w 131"/>
                            <a:gd name="T35" fmla="*/ 7965563 h 132"/>
                            <a:gd name="T36" fmla="*/ 0 w 131"/>
                            <a:gd name="T37" fmla="*/ 6654641 h 132"/>
                            <a:gd name="T38" fmla="*/ 0 w 131"/>
                            <a:gd name="T39" fmla="*/ 6654641 h 132"/>
                            <a:gd name="T40" fmla="*/ 204732 w 131"/>
                            <a:gd name="T41" fmla="*/ 5243051 h 132"/>
                            <a:gd name="T42" fmla="*/ 614195 w 131"/>
                            <a:gd name="T43" fmla="*/ 4134103 h 132"/>
                            <a:gd name="T44" fmla="*/ 1228070 w 131"/>
                            <a:gd name="T45" fmla="*/ 2924168 h 132"/>
                            <a:gd name="T46" fmla="*/ 1944630 w 131"/>
                            <a:gd name="T47" fmla="*/ 1915889 h 132"/>
                            <a:gd name="T48" fmla="*/ 2967968 w 131"/>
                            <a:gd name="T49" fmla="*/ 1209935 h 132"/>
                            <a:gd name="T50" fmla="*/ 4196038 w 131"/>
                            <a:gd name="T51" fmla="*/ 604967 h 132"/>
                            <a:gd name="T52" fmla="*/ 5321742 w 131"/>
                            <a:gd name="T53" fmla="*/ 201656 h 132"/>
                            <a:gd name="T54" fmla="*/ 6754543 w 131"/>
                            <a:gd name="T55" fmla="*/ 0 h 132"/>
                            <a:gd name="T56" fmla="*/ 6754543 w 131"/>
                            <a:gd name="T57" fmla="*/ 0 h 132"/>
                            <a:gd name="T58" fmla="*/ 8084979 w 131"/>
                            <a:gd name="T59" fmla="*/ 201656 h 132"/>
                            <a:gd name="T60" fmla="*/ 9313049 w 131"/>
                            <a:gd name="T61" fmla="*/ 604967 h 132"/>
                            <a:gd name="T62" fmla="*/ 10541118 w 131"/>
                            <a:gd name="T63" fmla="*/ 1209935 h 132"/>
                            <a:gd name="T64" fmla="*/ 11462091 w 131"/>
                            <a:gd name="T65" fmla="*/ 1915889 h 132"/>
                            <a:gd name="T66" fmla="*/ 12281017 w 131"/>
                            <a:gd name="T67" fmla="*/ 2924168 h 132"/>
                            <a:gd name="T68" fmla="*/ 12894892 w 131"/>
                            <a:gd name="T69" fmla="*/ 4134103 h 132"/>
                            <a:gd name="T70" fmla="*/ 13304355 w 131"/>
                            <a:gd name="T71" fmla="*/ 5243051 h 132"/>
                            <a:gd name="T72" fmla="*/ 13406721 w 131"/>
                            <a:gd name="T73" fmla="*/ 6654641 h 132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7"/>
                      <wps:cNvSpPr>
                        <a:spLocks/>
                      </wps:cNvSpPr>
                      <wps:spPr bwMode="auto">
                        <a:xfrm>
                          <a:off x="574680" y="0"/>
                          <a:ext cx="41906" cy="41919"/>
                        </a:xfrm>
                        <a:custGeom>
                          <a:avLst/>
                          <a:gdLst>
                            <a:gd name="T0" fmla="*/ 13406721 w 131"/>
                            <a:gd name="T1" fmla="*/ 6654641 h 132"/>
                            <a:gd name="T2" fmla="*/ 13406721 w 131"/>
                            <a:gd name="T3" fmla="*/ 6654641 h 132"/>
                            <a:gd name="T4" fmla="*/ 13304355 w 131"/>
                            <a:gd name="T5" fmla="*/ 7965563 h 132"/>
                            <a:gd name="T6" fmla="*/ 12894892 w 131"/>
                            <a:gd name="T7" fmla="*/ 9377153 h 132"/>
                            <a:gd name="T8" fmla="*/ 12281017 w 131"/>
                            <a:gd name="T9" fmla="*/ 10385432 h 132"/>
                            <a:gd name="T10" fmla="*/ 11462091 w 131"/>
                            <a:gd name="T11" fmla="*/ 11292725 h 132"/>
                            <a:gd name="T12" fmla="*/ 10541118 w 131"/>
                            <a:gd name="T13" fmla="*/ 12099348 h 132"/>
                            <a:gd name="T14" fmla="*/ 9313049 w 131"/>
                            <a:gd name="T15" fmla="*/ 12905971 h 132"/>
                            <a:gd name="T16" fmla="*/ 8084979 w 131"/>
                            <a:gd name="T17" fmla="*/ 13309283 h 132"/>
                            <a:gd name="T18" fmla="*/ 6754543 w 131"/>
                            <a:gd name="T19" fmla="*/ 13309283 h 132"/>
                            <a:gd name="T20" fmla="*/ 6754543 w 131"/>
                            <a:gd name="T21" fmla="*/ 13309283 h 132"/>
                            <a:gd name="T22" fmla="*/ 5321742 w 131"/>
                            <a:gd name="T23" fmla="*/ 13309283 h 132"/>
                            <a:gd name="T24" fmla="*/ 4196038 w 131"/>
                            <a:gd name="T25" fmla="*/ 12905971 h 132"/>
                            <a:gd name="T26" fmla="*/ 2967968 w 131"/>
                            <a:gd name="T27" fmla="*/ 12099348 h 132"/>
                            <a:gd name="T28" fmla="*/ 1944630 w 131"/>
                            <a:gd name="T29" fmla="*/ 11292725 h 132"/>
                            <a:gd name="T30" fmla="*/ 1228070 w 131"/>
                            <a:gd name="T31" fmla="*/ 10385432 h 132"/>
                            <a:gd name="T32" fmla="*/ 614195 w 131"/>
                            <a:gd name="T33" fmla="*/ 9377153 h 132"/>
                            <a:gd name="T34" fmla="*/ 204732 w 131"/>
                            <a:gd name="T35" fmla="*/ 7965563 h 132"/>
                            <a:gd name="T36" fmla="*/ 0 w 131"/>
                            <a:gd name="T37" fmla="*/ 6654641 h 132"/>
                            <a:gd name="T38" fmla="*/ 0 w 131"/>
                            <a:gd name="T39" fmla="*/ 6654641 h 132"/>
                            <a:gd name="T40" fmla="*/ 204732 w 131"/>
                            <a:gd name="T41" fmla="*/ 5243051 h 132"/>
                            <a:gd name="T42" fmla="*/ 614195 w 131"/>
                            <a:gd name="T43" fmla="*/ 4134103 h 132"/>
                            <a:gd name="T44" fmla="*/ 1228070 w 131"/>
                            <a:gd name="T45" fmla="*/ 2924168 h 132"/>
                            <a:gd name="T46" fmla="*/ 1944630 w 131"/>
                            <a:gd name="T47" fmla="*/ 1915889 h 132"/>
                            <a:gd name="T48" fmla="*/ 2967968 w 131"/>
                            <a:gd name="T49" fmla="*/ 1209935 h 132"/>
                            <a:gd name="T50" fmla="*/ 4196038 w 131"/>
                            <a:gd name="T51" fmla="*/ 604967 h 132"/>
                            <a:gd name="T52" fmla="*/ 5321742 w 131"/>
                            <a:gd name="T53" fmla="*/ 201656 h 132"/>
                            <a:gd name="T54" fmla="*/ 6754543 w 131"/>
                            <a:gd name="T55" fmla="*/ 0 h 132"/>
                            <a:gd name="T56" fmla="*/ 6754543 w 131"/>
                            <a:gd name="T57" fmla="*/ 0 h 132"/>
                            <a:gd name="T58" fmla="*/ 8084979 w 131"/>
                            <a:gd name="T59" fmla="*/ 201656 h 132"/>
                            <a:gd name="T60" fmla="*/ 9313049 w 131"/>
                            <a:gd name="T61" fmla="*/ 604967 h 132"/>
                            <a:gd name="T62" fmla="*/ 10541118 w 131"/>
                            <a:gd name="T63" fmla="*/ 1209935 h 132"/>
                            <a:gd name="T64" fmla="*/ 11462091 w 131"/>
                            <a:gd name="T65" fmla="*/ 1915889 h 132"/>
                            <a:gd name="T66" fmla="*/ 12281017 w 131"/>
                            <a:gd name="T67" fmla="*/ 2924168 h 132"/>
                            <a:gd name="T68" fmla="*/ 12894892 w 131"/>
                            <a:gd name="T69" fmla="*/ 4134103 h 132"/>
                            <a:gd name="T70" fmla="*/ 13304355 w 131"/>
                            <a:gd name="T71" fmla="*/ 5243051 h 132"/>
                            <a:gd name="T72" fmla="*/ 13406721 w 131"/>
                            <a:gd name="T73" fmla="*/ 6654641 h 132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98"/>
                      <wps:cNvSpPr>
                        <a:spLocks noEditPoints="1"/>
                      </wps:cNvSpPr>
                      <wps:spPr bwMode="auto">
                        <a:xfrm>
                          <a:off x="381053" y="113051"/>
                          <a:ext cx="84412" cy="86339"/>
                        </a:xfrm>
                        <a:custGeom>
                          <a:avLst/>
                          <a:gdLst>
                            <a:gd name="T0" fmla="*/ 13400564 w 266"/>
                            <a:gd name="T1" fmla="*/ 0 h 271"/>
                            <a:gd name="T2" fmla="*/ 16322298 w 266"/>
                            <a:gd name="T3" fmla="*/ 202944 h 271"/>
                            <a:gd name="T4" fmla="*/ 19042839 w 266"/>
                            <a:gd name="T5" fmla="*/ 710783 h 271"/>
                            <a:gd name="T6" fmla="*/ 21360044 w 266"/>
                            <a:gd name="T7" fmla="*/ 1929087 h 271"/>
                            <a:gd name="T8" fmla="*/ 23274546 w 266"/>
                            <a:gd name="T9" fmla="*/ 3553599 h 271"/>
                            <a:gd name="T10" fmla="*/ 24886625 w 266"/>
                            <a:gd name="T11" fmla="*/ 5482367 h 271"/>
                            <a:gd name="T12" fmla="*/ 25894174 w 266"/>
                            <a:gd name="T13" fmla="*/ 7817662 h 271"/>
                            <a:gd name="T14" fmla="*/ 26397790 w 266"/>
                            <a:gd name="T15" fmla="*/ 10558846 h 271"/>
                            <a:gd name="T16" fmla="*/ 26800810 w 266"/>
                            <a:gd name="T17" fmla="*/ 13706237 h 271"/>
                            <a:gd name="T18" fmla="*/ 26196280 w 266"/>
                            <a:gd name="T19" fmla="*/ 18274876 h 271"/>
                            <a:gd name="T20" fmla="*/ 25491155 w 266"/>
                            <a:gd name="T21" fmla="*/ 20813115 h 271"/>
                            <a:gd name="T22" fmla="*/ 24080586 w 266"/>
                            <a:gd name="T23" fmla="*/ 22945147 h 271"/>
                            <a:gd name="T24" fmla="*/ 22367593 w 266"/>
                            <a:gd name="T25" fmla="*/ 24772603 h 271"/>
                            <a:gd name="T26" fmla="*/ 20453408 w 266"/>
                            <a:gd name="T27" fmla="*/ 26092538 h 271"/>
                            <a:gd name="T28" fmla="*/ 17833780 w 266"/>
                            <a:gd name="T29" fmla="*/ 27107579 h 271"/>
                            <a:gd name="T30" fmla="*/ 14911729 w 266"/>
                            <a:gd name="T31" fmla="*/ 27513786 h 271"/>
                            <a:gd name="T32" fmla="*/ 13400564 w 266"/>
                            <a:gd name="T33" fmla="*/ 27513786 h 271"/>
                            <a:gd name="T34" fmla="*/ 10277002 w 266"/>
                            <a:gd name="T35" fmla="*/ 27310842 h 271"/>
                            <a:gd name="T36" fmla="*/ 7556778 w 266"/>
                            <a:gd name="T37" fmla="*/ 26701690 h 271"/>
                            <a:gd name="T38" fmla="*/ 5239256 w 266"/>
                            <a:gd name="T39" fmla="*/ 25584699 h 271"/>
                            <a:gd name="T40" fmla="*/ 3325071 w 266"/>
                            <a:gd name="T41" fmla="*/ 23960188 h 271"/>
                            <a:gd name="T42" fmla="*/ 1914502 w 266"/>
                            <a:gd name="T43" fmla="*/ 21828156 h 271"/>
                            <a:gd name="T44" fmla="*/ 705443 w 266"/>
                            <a:gd name="T45" fmla="*/ 19493180 h 271"/>
                            <a:gd name="T46" fmla="*/ 201510 w 266"/>
                            <a:gd name="T47" fmla="*/ 16853309 h 271"/>
                            <a:gd name="T48" fmla="*/ 0 w 266"/>
                            <a:gd name="T49" fmla="*/ 13706237 h 271"/>
                            <a:gd name="T50" fmla="*/ 403020 w 266"/>
                            <a:gd name="T51" fmla="*/ 9238910 h 271"/>
                            <a:gd name="T52" fmla="*/ 1309973 w 266"/>
                            <a:gd name="T53" fmla="*/ 6700671 h 271"/>
                            <a:gd name="T54" fmla="*/ 2519032 w 266"/>
                            <a:gd name="T55" fmla="*/ 4467326 h 271"/>
                            <a:gd name="T56" fmla="*/ 4231707 w 266"/>
                            <a:gd name="T57" fmla="*/ 2741184 h 271"/>
                            <a:gd name="T58" fmla="*/ 6347719 w 266"/>
                            <a:gd name="T59" fmla="*/ 1319935 h 271"/>
                            <a:gd name="T60" fmla="*/ 8967347 w 266"/>
                            <a:gd name="T61" fmla="*/ 406207 h 271"/>
                            <a:gd name="T62" fmla="*/ 11687571 w 266"/>
                            <a:gd name="T63" fmla="*/ 0 h 271"/>
                            <a:gd name="T64" fmla="*/ 13400564 w 266"/>
                            <a:gd name="T65" fmla="*/ 22234363 h 271"/>
                            <a:gd name="T66" fmla="*/ 14710219 w 266"/>
                            <a:gd name="T67" fmla="*/ 22234363 h 271"/>
                            <a:gd name="T68" fmla="*/ 17128337 w 266"/>
                            <a:gd name="T69" fmla="*/ 20813115 h 271"/>
                            <a:gd name="T70" fmla="*/ 18438310 w 266"/>
                            <a:gd name="T71" fmla="*/ 18477820 h 271"/>
                            <a:gd name="T72" fmla="*/ 19042839 w 266"/>
                            <a:gd name="T73" fmla="*/ 15330429 h 271"/>
                            <a:gd name="T74" fmla="*/ 19244349 w 266"/>
                            <a:gd name="T75" fmla="*/ 13706237 h 271"/>
                            <a:gd name="T76" fmla="*/ 18841330 w 266"/>
                            <a:gd name="T77" fmla="*/ 10355901 h 271"/>
                            <a:gd name="T78" fmla="*/ 17833780 w 266"/>
                            <a:gd name="T79" fmla="*/ 7614399 h 271"/>
                            <a:gd name="T80" fmla="*/ 16120788 w 266"/>
                            <a:gd name="T81" fmla="*/ 5888575 h 271"/>
                            <a:gd name="T82" fmla="*/ 13400564 w 266"/>
                            <a:gd name="T83" fmla="*/ 5279423 h 271"/>
                            <a:gd name="T84" fmla="*/ 11889081 w 266"/>
                            <a:gd name="T85" fmla="*/ 5279423 h 271"/>
                            <a:gd name="T86" fmla="*/ 9470963 w 266"/>
                            <a:gd name="T87" fmla="*/ 6700671 h 271"/>
                            <a:gd name="T88" fmla="*/ 7959798 w 266"/>
                            <a:gd name="T89" fmla="*/ 9035966 h 271"/>
                            <a:gd name="T90" fmla="*/ 7355268 w 266"/>
                            <a:gd name="T91" fmla="*/ 11980094 h 271"/>
                            <a:gd name="T92" fmla="*/ 7153758 w 266"/>
                            <a:gd name="T93" fmla="*/ 13706237 h 271"/>
                            <a:gd name="T94" fmla="*/ 7556778 w 266"/>
                            <a:gd name="T95" fmla="*/ 16853309 h 271"/>
                            <a:gd name="T96" fmla="*/ 8564327 w 266"/>
                            <a:gd name="T97" fmla="*/ 19594811 h 271"/>
                            <a:gd name="T98" fmla="*/ 10478512 w 266"/>
                            <a:gd name="T99" fmla="*/ 21625211 h 271"/>
                            <a:gd name="T100" fmla="*/ 13400564 w 266"/>
                            <a:gd name="T101" fmla="*/ 22234363 h 271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</a:gdLst>
                          <a:ahLst/>
                          <a:cxnLst>
                            <a:cxn ang="T102">
                              <a:pos x="T0" y="T1"/>
                            </a:cxn>
                            <a:cxn ang="T103">
                              <a:pos x="T2" y="T3"/>
                            </a:cxn>
                            <a:cxn ang="T104">
                              <a:pos x="T4" y="T5"/>
                            </a:cxn>
                            <a:cxn ang="T105">
                              <a:pos x="T6" y="T7"/>
                            </a:cxn>
                            <a:cxn ang="T106">
                              <a:pos x="T8" y="T9"/>
                            </a:cxn>
                            <a:cxn ang="T107">
                              <a:pos x="T10" y="T11"/>
                            </a:cxn>
                            <a:cxn ang="T108">
                              <a:pos x="T12" y="T13"/>
                            </a:cxn>
                            <a:cxn ang="T109">
                              <a:pos x="T14" y="T15"/>
                            </a:cxn>
                            <a:cxn ang="T110">
                              <a:pos x="T16" y="T17"/>
                            </a:cxn>
                            <a:cxn ang="T111">
                              <a:pos x="T18" y="T19"/>
                            </a:cxn>
                            <a:cxn ang="T112">
                              <a:pos x="T20" y="T21"/>
                            </a:cxn>
                            <a:cxn ang="T113">
                              <a:pos x="T22" y="T23"/>
                            </a:cxn>
                            <a:cxn ang="T114">
                              <a:pos x="T24" y="T25"/>
                            </a:cxn>
                            <a:cxn ang="T115">
                              <a:pos x="T26" y="T27"/>
                            </a:cxn>
                            <a:cxn ang="T116">
                              <a:pos x="T28" y="T29"/>
                            </a:cxn>
                            <a:cxn ang="T117">
                              <a:pos x="T30" y="T31"/>
                            </a:cxn>
                            <a:cxn ang="T118">
                              <a:pos x="T32" y="T33"/>
                            </a:cxn>
                            <a:cxn ang="T119">
                              <a:pos x="T34" y="T35"/>
                            </a:cxn>
                            <a:cxn ang="T120">
                              <a:pos x="T36" y="T37"/>
                            </a:cxn>
                            <a:cxn ang="T121">
                              <a:pos x="T38" y="T39"/>
                            </a:cxn>
                            <a:cxn ang="T122">
                              <a:pos x="T40" y="T41"/>
                            </a:cxn>
                            <a:cxn ang="T123">
                              <a:pos x="T42" y="T43"/>
                            </a:cxn>
                            <a:cxn ang="T124">
                              <a:pos x="T44" y="T45"/>
                            </a:cxn>
                            <a:cxn ang="T125">
                              <a:pos x="T46" y="T47"/>
                            </a:cxn>
                            <a:cxn ang="T126">
                              <a:pos x="T48" y="T49"/>
                            </a:cxn>
                            <a:cxn ang="T127">
                              <a:pos x="T50" y="T51"/>
                            </a:cxn>
                            <a:cxn ang="T128">
                              <a:pos x="T52" y="T53"/>
                            </a:cxn>
                            <a:cxn ang="T129">
                              <a:pos x="T54" y="T55"/>
                            </a:cxn>
                            <a:cxn ang="T130">
                              <a:pos x="T56" y="T57"/>
                            </a:cxn>
                            <a:cxn ang="T131">
                              <a:pos x="T58" y="T59"/>
                            </a:cxn>
                            <a:cxn ang="T132">
                              <a:pos x="T60" y="T61"/>
                            </a:cxn>
                            <a:cxn ang="T133">
                              <a:pos x="T62" y="T63"/>
                            </a:cxn>
                            <a:cxn ang="T134">
                              <a:pos x="T64" y="T65"/>
                            </a:cxn>
                            <a:cxn ang="T135">
                              <a:pos x="T66" y="T67"/>
                            </a:cxn>
                            <a:cxn ang="T136">
                              <a:pos x="T68" y="T69"/>
                            </a:cxn>
                            <a:cxn ang="T137">
                              <a:pos x="T70" y="T71"/>
                            </a:cxn>
                            <a:cxn ang="T138">
                              <a:pos x="T72" y="T73"/>
                            </a:cxn>
                            <a:cxn ang="T139">
                              <a:pos x="T74" y="T75"/>
                            </a:cxn>
                            <a:cxn ang="T140">
                              <a:pos x="T76" y="T77"/>
                            </a:cxn>
                            <a:cxn ang="T141">
                              <a:pos x="T78" y="T79"/>
                            </a:cxn>
                            <a:cxn ang="T142">
                              <a:pos x="T80" y="T81"/>
                            </a:cxn>
                            <a:cxn ang="T143">
                              <a:pos x="T82" y="T83"/>
                            </a:cxn>
                            <a:cxn ang="T144">
                              <a:pos x="T84" y="T85"/>
                            </a:cxn>
                            <a:cxn ang="T145">
                              <a:pos x="T86" y="T87"/>
                            </a:cxn>
                            <a:cxn ang="T146">
                              <a:pos x="T88" y="T89"/>
                            </a:cxn>
                            <a:cxn ang="T147">
                              <a:pos x="T90" y="T91"/>
                            </a:cxn>
                            <a:cxn ang="T148">
                              <a:pos x="T92" y="T93"/>
                            </a:cxn>
                            <a:cxn ang="T149">
                              <a:pos x="T94" y="T95"/>
                            </a:cxn>
                            <a:cxn ang="T150">
                              <a:pos x="T96" y="T97"/>
                            </a:cxn>
                            <a:cxn ang="T151">
                              <a:pos x="T98" y="T99"/>
                            </a:cxn>
                            <a:cxn ang="T152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99"/>
                      <wps:cNvSpPr>
                        <a:spLocks/>
                      </wps:cNvSpPr>
                      <wps:spPr bwMode="auto">
                        <a:xfrm>
                          <a:off x="381053" y="113051"/>
                          <a:ext cx="84412" cy="86339"/>
                        </a:xfrm>
                        <a:custGeom>
                          <a:avLst/>
                          <a:gdLst>
                            <a:gd name="T0" fmla="*/ 13400564 w 266"/>
                            <a:gd name="T1" fmla="*/ 0 h 271"/>
                            <a:gd name="T2" fmla="*/ 16322298 w 266"/>
                            <a:gd name="T3" fmla="*/ 202944 h 271"/>
                            <a:gd name="T4" fmla="*/ 19042839 w 266"/>
                            <a:gd name="T5" fmla="*/ 710783 h 271"/>
                            <a:gd name="T6" fmla="*/ 21360044 w 266"/>
                            <a:gd name="T7" fmla="*/ 1929087 h 271"/>
                            <a:gd name="T8" fmla="*/ 23274546 w 266"/>
                            <a:gd name="T9" fmla="*/ 3553599 h 271"/>
                            <a:gd name="T10" fmla="*/ 24886625 w 266"/>
                            <a:gd name="T11" fmla="*/ 5482367 h 271"/>
                            <a:gd name="T12" fmla="*/ 25894174 w 266"/>
                            <a:gd name="T13" fmla="*/ 7817662 h 271"/>
                            <a:gd name="T14" fmla="*/ 26397790 w 266"/>
                            <a:gd name="T15" fmla="*/ 10558846 h 271"/>
                            <a:gd name="T16" fmla="*/ 26800810 w 266"/>
                            <a:gd name="T17" fmla="*/ 13706237 h 271"/>
                            <a:gd name="T18" fmla="*/ 26196280 w 266"/>
                            <a:gd name="T19" fmla="*/ 18274876 h 271"/>
                            <a:gd name="T20" fmla="*/ 25491155 w 266"/>
                            <a:gd name="T21" fmla="*/ 20813115 h 271"/>
                            <a:gd name="T22" fmla="*/ 24080586 w 266"/>
                            <a:gd name="T23" fmla="*/ 22945147 h 271"/>
                            <a:gd name="T24" fmla="*/ 22367593 w 266"/>
                            <a:gd name="T25" fmla="*/ 24772603 h 271"/>
                            <a:gd name="T26" fmla="*/ 20453408 w 266"/>
                            <a:gd name="T27" fmla="*/ 26092538 h 271"/>
                            <a:gd name="T28" fmla="*/ 17833780 w 266"/>
                            <a:gd name="T29" fmla="*/ 27107579 h 271"/>
                            <a:gd name="T30" fmla="*/ 14911729 w 266"/>
                            <a:gd name="T31" fmla="*/ 27513786 h 271"/>
                            <a:gd name="T32" fmla="*/ 13400564 w 266"/>
                            <a:gd name="T33" fmla="*/ 27513786 h 271"/>
                            <a:gd name="T34" fmla="*/ 10277002 w 266"/>
                            <a:gd name="T35" fmla="*/ 27310842 h 271"/>
                            <a:gd name="T36" fmla="*/ 7556778 w 266"/>
                            <a:gd name="T37" fmla="*/ 26701690 h 271"/>
                            <a:gd name="T38" fmla="*/ 5239256 w 266"/>
                            <a:gd name="T39" fmla="*/ 25584699 h 271"/>
                            <a:gd name="T40" fmla="*/ 3325071 w 266"/>
                            <a:gd name="T41" fmla="*/ 23960188 h 271"/>
                            <a:gd name="T42" fmla="*/ 1914502 w 266"/>
                            <a:gd name="T43" fmla="*/ 21828156 h 271"/>
                            <a:gd name="T44" fmla="*/ 705443 w 266"/>
                            <a:gd name="T45" fmla="*/ 19493180 h 271"/>
                            <a:gd name="T46" fmla="*/ 201510 w 266"/>
                            <a:gd name="T47" fmla="*/ 16853309 h 271"/>
                            <a:gd name="T48" fmla="*/ 0 w 266"/>
                            <a:gd name="T49" fmla="*/ 13706237 h 271"/>
                            <a:gd name="T50" fmla="*/ 403020 w 266"/>
                            <a:gd name="T51" fmla="*/ 9238910 h 271"/>
                            <a:gd name="T52" fmla="*/ 1309973 w 266"/>
                            <a:gd name="T53" fmla="*/ 6700671 h 271"/>
                            <a:gd name="T54" fmla="*/ 2519032 w 266"/>
                            <a:gd name="T55" fmla="*/ 4467326 h 271"/>
                            <a:gd name="T56" fmla="*/ 4231707 w 266"/>
                            <a:gd name="T57" fmla="*/ 2741184 h 271"/>
                            <a:gd name="T58" fmla="*/ 6347719 w 266"/>
                            <a:gd name="T59" fmla="*/ 1319935 h 271"/>
                            <a:gd name="T60" fmla="*/ 8967347 w 266"/>
                            <a:gd name="T61" fmla="*/ 406207 h 271"/>
                            <a:gd name="T62" fmla="*/ 11687571 w 266"/>
                            <a:gd name="T63" fmla="*/ 0 h 271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</a:gdLst>
                          <a:ahLst/>
                          <a:cxnLst>
                            <a:cxn ang="T64">
                              <a:pos x="T0" y="T1"/>
                            </a:cxn>
                            <a:cxn ang="T65">
                              <a:pos x="T2" y="T3"/>
                            </a:cxn>
                            <a:cxn ang="T66">
                              <a:pos x="T4" y="T5"/>
                            </a:cxn>
                            <a:cxn ang="T67">
                              <a:pos x="T6" y="T7"/>
                            </a:cxn>
                            <a:cxn ang="T68">
                              <a:pos x="T8" y="T9"/>
                            </a:cxn>
                            <a:cxn ang="T69">
                              <a:pos x="T10" y="T11"/>
                            </a:cxn>
                            <a:cxn ang="T70">
                              <a:pos x="T12" y="T13"/>
                            </a:cxn>
                            <a:cxn ang="T71">
                              <a:pos x="T14" y="T15"/>
                            </a:cxn>
                            <a:cxn ang="T72">
                              <a:pos x="T16" y="T17"/>
                            </a:cxn>
                            <a:cxn ang="T73">
                              <a:pos x="T18" y="T19"/>
                            </a:cxn>
                            <a:cxn ang="T74">
                              <a:pos x="T20" y="T21"/>
                            </a:cxn>
                            <a:cxn ang="T75">
                              <a:pos x="T22" y="T23"/>
                            </a:cxn>
                            <a:cxn ang="T76">
                              <a:pos x="T24" y="T25"/>
                            </a:cxn>
                            <a:cxn ang="T77">
                              <a:pos x="T26" y="T27"/>
                            </a:cxn>
                            <a:cxn ang="T78">
                              <a:pos x="T28" y="T29"/>
                            </a:cxn>
                            <a:cxn ang="T79">
                              <a:pos x="T30" y="T31"/>
                            </a:cxn>
                            <a:cxn ang="T80">
                              <a:pos x="T32" y="T33"/>
                            </a:cxn>
                            <a:cxn ang="T81">
                              <a:pos x="T34" y="T35"/>
                            </a:cxn>
                            <a:cxn ang="T82">
                              <a:pos x="T36" y="T37"/>
                            </a:cxn>
                            <a:cxn ang="T83">
                              <a:pos x="T38" y="T39"/>
                            </a:cxn>
                            <a:cxn ang="T84">
                              <a:pos x="T40" y="T41"/>
                            </a:cxn>
                            <a:cxn ang="T85">
                              <a:pos x="T42" y="T43"/>
                            </a:cxn>
                            <a:cxn ang="T86">
                              <a:pos x="T44" y="T45"/>
                            </a:cxn>
                            <a:cxn ang="T87">
                              <a:pos x="T46" y="T47"/>
                            </a:cxn>
                            <a:cxn ang="T88">
                              <a:pos x="T48" y="T49"/>
                            </a:cxn>
                            <a:cxn ang="T89">
                              <a:pos x="T50" y="T51"/>
                            </a:cxn>
                            <a:cxn ang="T90">
                              <a:pos x="T52" y="T53"/>
                            </a:cxn>
                            <a:cxn ang="T91">
                              <a:pos x="T54" y="T55"/>
                            </a:cxn>
                            <a:cxn ang="T92">
                              <a:pos x="T56" y="T57"/>
                            </a:cxn>
                            <a:cxn ang="T93">
                              <a:pos x="T58" y="T59"/>
                            </a:cxn>
                            <a:cxn ang="T94">
                              <a:pos x="T60" y="T61"/>
                            </a:cxn>
                            <a:cxn ang="T95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00"/>
                      <wps:cNvSpPr>
                        <a:spLocks/>
                      </wps:cNvSpPr>
                      <wps:spPr bwMode="auto">
                        <a:xfrm>
                          <a:off x="403856" y="129558"/>
                          <a:ext cx="37505" cy="53324"/>
                        </a:xfrm>
                        <a:custGeom>
                          <a:avLst/>
                          <a:gdLst>
                            <a:gd name="T0" fmla="*/ 6049869 w 120"/>
                            <a:gd name="T1" fmla="*/ 17031749 h 167"/>
                            <a:gd name="T2" fmla="*/ 6049869 w 120"/>
                            <a:gd name="T3" fmla="*/ 17031749 h 167"/>
                            <a:gd name="T4" fmla="*/ 7318476 w 120"/>
                            <a:gd name="T5" fmla="*/ 17031749 h 167"/>
                            <a:gd name="T6" fmla="*/ 8684595 w 120"/>
                            <a:gd name="T7" fmla="*/ 16419960 h 167"/>
                            <a:gd name="T8" fmla="*/ 9660350 w 120"/>
                            <a:gd name="T9" fmla="*/ 15603816 h 167"/>
                            <a:gd name="T10" fmla="*/ 10343254 w 120"/>
                            <a:gd name="T11" fmla="*/ 14380238 h 167"/>
                            <a:gd name="T12" fmla="*/ 10928644 w 120"/>
                            <a:gd name="T13" fmla="*/ 13258198 h 167"/>
                            <a:gd name="T14" fmla="*/ 11319009 w 120"/>
                            <a:gd name="T15" fmla="*/ 11626548 h 167"/>
                            <a:gd name="T16" fmla="*/ 11514348 w 120"/>
                            <a:gd name="T17" fmla="*/ 10096756 h 167"/>
                            <a:gd name="T18" fmla="*/ 11709374 w 120"/>
                            <a:gd name="T19" fmla="*/ 8464786 h 167"/>
                            <a:gd name="T20" fmla="*/ 11709374 w 120"/>
                            <a:gd name="T21" fmla="*/ 8464786 h 167"/>
                            <a:gd name="T22" fmla="*/ 11514348 w 120"/>
                            <a:gd name="T23" fmla="*/ 6730958 h 167"/>
                            <a:gd name="T24" fmla="*/ 11319009 w 120"/>
                            <a:gd name="T25" fmla="*/ 5099307 h 167"/>
                            <a:gd name="T26" fmla="*/ 10928644 w 120"/>
                            <a:gd name="T27" fmla="*/ 3773551 h 167"/>
                            <a:gd name="T28" fmla="*/ 10343254 w 120"/>
                            <a:gd name="T29" fmla="*/ 2345617 h 167"/>
                            <a:gd name="T30" fmla="*/ 9660350 w 120"/>
                            <a:gd name="T31" fmla="*/ 1427934 h 167"/>
                            <a:gd name="T32" fmla="*/ 8684595 w 120"/>
                            <a:gd name="T33" fmla="*/ 611789 h 167"/>
                            <a:gd name="T34" fmla="*/ 7318476 w 120"/>
                            <a:gd name="T35" fmla="*/ 0 h 167"/>
                            <a:gd name="T36" fmla="*/ 6049869 w 120"/>
                            <a:gd name="T37" fmla="*/ 0 h 167"/>
                            <a:gd name="T38" fmla="*/ 6049869 w 120"/>
                            <a:gd name="T39" fmla="*/ 0 h 167"/>
                            <a:gd name="T40" fmla="*/ 4586236 w 120"/>
                            <a:gd name="T41" fmla="*/ 0 h 167"/>
                            <a:gd name="T42" fmla="*/ 3220117 w 120"/>
                            <a:gd name="T43" fmla="*/ 611789 h 167"/>
                            <a:gd name="T44" fmla="*/ 2244362 w 120"/>
                            <a:gd name="T45" fmla="*/ 1427934 h 167"/>
                            <a:gd name="T46" fmla="*/ 1366120 w 120"/>
                            <a:gd name="T47" fmla="*/ 2345617 h 167"/>
                            <a:gd name="T48" fmla="*/ 780729 w 120"/>
                            <a:gd name="T49" fmla="*/ 3773551 h 167"/>
                            <a:gd name="T50" fmla="*/ 390365 w 120"/>
                            <a:gd name="T51" fmla="*/ 5099307 h 167"/>
                            <a:gd name="T52" fmla="*/ 195026 w 120"/>
                            <a:gd name="T53" fmla="*/ 6730958 h 167"/>
                            <a:gd name="T54" fmla="*/ 0 w 120"/>
                            <a:gd name="T55" fmla="*/ 8464786 h 167"/>
                            <a:gd name="T56" fmla="*/ 0 w 120"/>
                            <a:gd name="T57" fmla="*/ 8464786 h 167"/>
                            <a:gd name="T58" fmla="*/ 195026 w 120"/>
                            <a:gd name="T59" fmla="*/ 10096756 h 167"/>
                            <a:gd name="T60" fmla="*/ 390365 w 120"/>
                            <a:gd name="T61" fmla="*/ 11626548 h 167"/>
                            <a:gd name="T62" fmla="*/ 780729 w 120"/>
                            <a:gd name="T63" fmla="*/ 13258198 h 167"/>
                            <a:gd name="T64" fmla="*/ 1366120 w 120"/>
                            <a:gd name="T65" fmla="*/ 14380238 h 167"/>
                            <a:gd name="T66" fmla="*/ 2244362 w 120"/>
                            <a:gd name="T67" fmla="*/ 15603816 h 167"/>
                            <a:gd name="T68" fmla="*/ 3220117 w 120"/>
                            <a:gd name="T69" fmla="*/ 16419960 h 167"/>
                            <a:gd name="T70" fmla="*/ 4586236 w 120"/>
                            <a:gd name="T71" fmla="*/ 17031749 h 167"/>
                            <a:gd name="T72" fmla="*/ 6049869 w 120"/>
                            <a:gd name="T73" fmla="*/ 17031749 h 16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01"/>
                      <wps:cNvSpPr>
                        <a:spLocks/>
                      </wps:cNvSpPr>
                      <wps:spPr bwMode="auto">
                        <a:xfrm>
                          <a:off x="291440" y="113051"/>
                          <a:ext cx="73710" cy="86339"/>
                        </a:xfrm>
                        <a:custGeom>
                          <a:avLst/>
                          <a:gdLst>
                            <a:gd name="T0" fmla="*/ 15669597 w 231"/>
                            <a:gd name="T1" fmla="*/ 0 h 271"/>
                            <a:gd name="T2" fmla="*/ 19637812 w 231"/>
                            <a:gd name="T3" fmla="*/ 202944 h 271"/>
                            <a:gd name="T4" fmla="*/ 22995605 w 231"/>
                            <a:gd name="T5" fmla="*/ 7005247 h 271"/>
                            <a:gd name="T6" fmla="*/ 21164024 w 231"/>
                            <a:gd name="T7" fmla="*/ 6294782 h 271"/>
                            <a:gd name="T8" fmla="*/ 17602650 w 231"/>
                            <a:gd name="T9" fmla="*/ 5279423 h 271"/>
                            <a:gd name="T10" fmla="*/ 15872858 w 231"/>
                            <a:gd name="T11" fmla="*/ 5279423 h 271"/>
                            <a:gd name="T12" fmla="*/ 12515384 w 231"/>
                            <a:gd name="T13" fmla="*/ 5888575 h 271"/>
                            <a:gd name="T14" fmla="*/ 9768011 w 231"/>
                            <a:gd name="T15" fmla="*/ 7614399 h 271"/>
                            <a:gd name="T16" fmla="*/ 8038219 w 231"/>
                            <a:gd name="T17" fmla="*/ 10152638 h 271"/>
                            <a:gd name="T18" fmla="*/ 7427798 w 231"/>
                            <a:gd name="T19" fmla="*/ 13706237 h 271"/>
                            <a:gd name="T20" fmla="*/ 7631378 w 231"/>
                            <a:gd name="T21" fmla="*/ 15736637 h 271"/>
                            <a:gd name="T22" fmla="*/ 8852220 w 231"/>
                            <a:gd name="T23" fmla="*/ 18884028 h 271"/>
                            <a:gd name="T24" fmla="*/ 11396013 w 231"/>
                            <a:gd name="T25" fmla="*/ 21016060 h 271"/>
                            <a:gd name="T26" fmla="*/ 14550226 w 231"/>
                            <a:gd name="T27" fmla="*/ 22234363 h 271"/>
                            <a:gd name="T28" fmla="*/ 16483598 w 231"/>
                            <a:gd name="T29" fmla="*/ 22234363 h 271"/>
                            <a:gd name="T30" fmla="*/ 20044653 w 231"/>
                            <a:gd name="T31" fmla="*/ 21828156 h 271"/>
                            <a:gd name="T32" fmla="*/ 23402446 w 231"/>
                            <a:gd name="T33" fmla="*/ 20813115 h 271"/>
                            <a:gd name="T34" fmla="*/ 23504236 w 231"/>
                            <a:gd name="T35" fmla="*/ 26295482 h 271"/>
                            <a:gd name="T36" fmla="*/ 20248233 w 231"/>
                            <a:gd name="T37" fmla="*/ 27310842 h 271"/>
                            <a:gd name="T38" fmla="*/ 15669597 w 231"/>
                            <a:gd name="T39" fmla="*/ 27513786 h 271"/>
                            <a:gd name="T40" fmla="*/ 12922225 w 231"/>
                            <a:gd name="T41" fmla="*/ 27513786 h 271"/>
                            <a:gd name="T42" fmla="*/ 8852220 w 231"/>
                            <a:gd name="T43" fmla="*/ 26498427 h 271"/>
                            <a:gd name="T44" fmla="*/ 6206637 w 231"/>
                            <a:gd name="T45" fmla="*/ 25381754 h 271"/>
                            <a:gd name="T46" fmla="*/ 4070005 w 231"/>
                            <a:gd name="T47" fmla="*/ 23554299 h 271"/>
                            <a:gd name="T48" fmla="*/ 2136633 w 231"/>
                            <a:gd name="T49" fmla="*/ 21625211 h 271"/>
                            <a:gd name="T50" fmla="*/ 712211 w 231"/>
                            <a:gd name="T51" fmla="*/ 18884028 h 271"/>
                            <a:gd name="T52" fmla="*/ 203580 w 231"/>
                            <a:gd name="T53" fmla="*/ 15533692 h 271"/>
                            <a:gd name="T54" fmla="*/ 0 w 231"/>
                            <a:gd name="T55" fmla="*/ 13706237 h 271"/>
                            <a:gd name="T56" fmla="*/ 305370 w 231"/>
                            <a:gd name="T57" fmla="*/ 10355901 h 271"/>
                            <a:gd name="T58" fmla="*/ 1119371 w 231"/>
                            <a:gd name="T59" fmla="*/ 7614399 h 271"/>
                            <a:gd name="T60" fmla="*/ 2747373 w 231"/>
                            <a:gd name="T61" fmla="*/ 5279423 h 271"/>
                            <a:gd name="T62" fmla="*/ 4476845 w 231"/>
                            <a:gd name="T63" fmla="*/ 3350336 h 271"/>
                            <a:gd name="T64" fmla="*/ 6817377 w 231"/>
                            <a:gd name="T65" fmla="*/ 1725824 h 271"/>
                            <a:gd name="T66" fmla="*/ 9360851 w 231"/>
                            <a:gd name="T67" fmla="*/ 710783 h 271"/>
                            <a:gd name="T68" fmla="*/ 12311804 w 231"/>
                            <a:gd name="T69" fmla="*/ 202944 h 271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</a:gdLst>
                          <a:ahLst/>
                          <a:cxnLst>
                            <a:cxn ang="T70">
                              <a:pos x="T0" y="T1"/>
                            </a:cxn>
                            <a:cxn ang="T71">
                              <a:pos x="T2" y="T3"/>
                            </a:cxn>
                            <a:cxn ang="T72">
                              <a:pos x="T4" y="T5"/>
                            </a:cxn>
                            <a:cxn ang="T73">
                              <a:pos x="T6" y="T7"/>
                            </a:cxn>
                            <a:cxn ang="T74">
                              <a:pos x="T8" y="T9"/>
                            </a:cxn>
                            <a:cxn ang="T75">
                              <a:pos x="T10" y="T11"/>
                            </a:cxn>
                            <a:cxn ang="T76">
                              <a:pos x="T12" y="T13"/>
                            </a:cxn>
                            <a:cxn ang="T77">
                              <a:pos x="T14" y="T15"/>
                            </a:cxn>
                            <a:cxn ang="T78">
                              <a:pos x="T16" y="T17"/>
                            </a:cxn>
                            <a:cxn ang="T79">
                              <a:pos x="T18" y="T19"/>
                            </a:cxn>
                            <a:cxn ang="T80">
                              <a:pos x="T20" y="T21"/>
                            </a:cxn>
                            <a:cxn ang="T81">
                              <a:pos x="T22" y="T23"/>
                            </a:cxn>
                            <a:cxn ang="T82">
                              <a:pos x="T24" y="T25"/>
                            </a:cxn>
                            <a:cxn ang="T83">
                              <a:pos x="T26" y="T27"/>
                            </a:cxn>
                            <a:cxn ang="T84">
                              <a:pos x="T28" y="T29"/>
                            </a:cxn>
                            <a:cxn ang="T85">
                              <a:pos x="T30" y="T31"/>
                            </a:cxn>
                            <a:cxn ang="T86">
                              <a:pos x="T32" y="T33"/>
                            </a:cxn>
                            <a:cxn ang="T87">
                              <a:pos x="T34" y="T35"/>
                            </a:cxn>
                            <a:cxn ang="T88">
                              <a:pos x="T36" y="T37"/>
                            </a:cxn>
                            <a:cxn ang="T89">
                              <a:pos x="T38" y="T39"/>
                            </a:cxn>
                            <a:cxn ang="T90">
                              <a:pos x="T40" y="T41"/>
                            </a:cxn>
                            <a:cxn ang="T91">
                              <a:pos x="T42" y="T43"/>
                            </a:cxn>
                            <a:cxn ang="T92">
                              <a:pos x="T44" y="T45"/>
                            </a:cxn>
                            <a:cxn ang="T93">
                              <a:pos x="T46" y="T47"/>
                            </a:cxn>
                            <a:cxn ang="T94">
                              <a:pos x="T48" y="T49"/>
                            </a:cxn>
                            <a:cxn ang="T95">
                              <a:pos x="T50" y="T51"/>
                            </a:cxn>
                            <a:cxn ang="T96">
                              <a:pos x="T52" y="T53"/>
                            </a:cxn>
                            <a:cxn ang="T97">
                              <a:pos x="T54" y="T55"/>
                            </a:cxn>
                            <a:cxn ang="T98">
                              <a:pos x="T56" y="T57"/>
                            </a:cxn>
                            <a:cxn ang="T99">
                              <a:pos x="T58" y="T59"/>
                            </a:cxn>
                            <a:cxn ang="T100">
                              <a:pos x="T60" y="T61"/>
                            </a:cxn>
                            <a:cxn ang="T101">
                              <a:pos x="T62" y="T63"/>
                            </a:cxn>
                            <a:cxn ang="T102">
                              <a:pos x="T64" y="T65"/>
                            </a:cxn>
                            <a:cxn ang="T103">
                              <a:pos x="T66" y="T67"/>
                            </a:cxn>
                            <a:cxn ang="T104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02"/>
                      <wps:cNvSpPr>
                        <a:spLocks/>
                      </wps:cNvSpPr>
                      <wps:spPr bwMode="auto">
                        <a:xfrm>
                          <a:off x="291440" y="113051"/>
                          <a:ext cx="73710" cy="86339"/>
                        </a:xfrm>
                        <a:custGeom>
                          <a:avLst/>
                          <a:gdLst>
                            <a:gd name="T0" fmla="*/ 15669597 w 231"/>
                            <a:gd name="T1" fmla="*/ 0 h 271"/>
                            <a:gd name="T2" fmla="*/ 19637812 w 231"/>
                            <a:gd name="T3" fmla="*/ 202944 h 271"/>
                            <a:gd name="T4" fmla="*/ 22995605 w 231"/>
                            <a:gd name="T5" fmla="*/ 7005247 h 271"/>
                            <a:gd name="T6" fmla="*/ 21164024 w 231"/>
                            <a:gd name="T7" fmla="*/ 6294782 h 271"/>
                            <a:gd name="T8" fmla="*/ 17602650 w 231"/>
                            <a:gd name="T9" fmla="*/ 5279423 h 271"/>
                            <a:gd name="T10" fmla="*/ 15872858 w 231"/>
                            <a:gd name="T11" fmla="*/ 5279423 h 271"/>
                            <a:gd name="T12" fmla="*/ 12515384 w 231"/>
                            <a:gd name="T13" fmla="*/ 5888575 h 271"/>
                            <a:gd name="T14" fmla="*/ 9768011 w 231"/>
                            <a:gd name="T15" fmla="*/ 7614399 h 271"/>
                            <a:gd name="T16" fmla="*/ 8038219 w 231"/>
                            <a:gd name="T17" fmla="*/ 10152638 h 271"/>
                            <a:gd name="T18" fmla="*/ 7427798 w 231"/>
                            <a:gd name="T19" fmla="*/ 13706237 h 271"/>
                            <a:gd name="T20" fmla="*/ 7631378 w 231"/>
                            <a:gd name="T21" fmla="*/ 15736637 h 271"/>
                            <a:gd name="T22" fmla="*/ 8852220 w 231"/>
                            <a:gd name="T23" fmla="*/ 18884028 h 271"/>
                            <a:gd name="T24" fmla="*/ 11396013 w 231"/>
                            <a:gd name="T25" fmla="*/ 21016060 h 271"/>
                            <a:gd name="T26" fmla="*/ 14550226 w 231"/>
                            <a:gd name="T27" fmla="*/ 22234363 h 271"/>
                            <a:gd name="T28" fmla="*/ 16483598 w 231"/>
                            <a:gd name="T29" fmla="*/ 22234363 h 271"/>
                            <a:gd name="T30" fmla="*/ 20044653 w 231"/>
                            <a:gd name="T31" fmla="*/ 21828156 h 271"/>
                            <a:gd name="T32" fmla="*/ 23402446 w 231"/>
                            <a:gd name="T33" fmla="*/ 20813115 h 271"/>
                            <a:gd name="T34" fmla="*/ 23504236 w 231"/>
                            <a:gd name="T35" fmla="*/ 26295482 h 271"/>
                            <a:gd name="T36" fmla="*/ 20248233 w 231"/>
                            <a:gd name="T37" fmla="*/ 27310842 h 271"/>
                            <a:gd name="T38" fmla="*/ 15669597 w 231"/>
                            <a:gd name="T39" fmla="*/ 27513786 h 271"/>
                            <a:gd name="T40" fmla="*/ 12922225 w 231"/>
                            <a:gd name="T41" fmla="*/ 27513786 h 271"/>
                            <a:gd name="T42" fmla="*/ 8852220 w 231"/>
                            <a:gd name="T43" fmla="*/ 26498427 h 271"/>
                            <a:gd name="T44" fmla="*/ 6206637 w 231"/>
                            <a:gd name="T45" fmla="*/ 25381754 h 271"/>
                            <a:gd name="T46" fmla="*/ 4070005 w 231"/>
                            <a:gd name="T47" fmla="*/ 23554299 h 271"/>
                            <a:gd name="T48" fmla="*/ 2136633 w 231"/>
                            <a:gd name="T49" fmla="*/ 21625211 h 271"/>
                            <a:gd name="T50" fmla="*/ 712211 w 231"/>
                            <a:gd name="T51" fmla="*/ 18884028 h 271"/>
                            <a:gd name="T52" fmla="*/ 203580 w 231"/>
                            <a:gd name="T53" fmla="*/ 15533692 h 271"/>
                            <a:gd name="T54" fmla="*/ 0 w 231"/>
                            <a:gd name="T55" fmla="*/ 13706237 h 271"/>
                            <a:gd name="T56" fmla="*/ 305370 w 231"/>
                            <a:gd name="T57" fmla="*/ 10355901 h 271"/>
                            <a:gd name="T58" fmla="*/ 1119371 w 231"/>
                            <a:gd name="T59" fmla="*/ 7614399 h 271"/>
                            <a:gd name="T60" fmla="*/ 2747373 w 231"/>
                            <a:gd name="T61" fmla="*/ 5279423 h 271"/>
                            <a:gd name="T62" fmla="*/ 4476845 w 231"/>
                            <a:gd name="T63" fmla="*/ 3350336 h 271"/>
                            <a:gd name="T64" fmla="*/ 6817377 w 231"/>
                            <a:gd name="T65" fmla="*/ 1725824 h 271"/>
                            <a:gd name="T66" fmla="*/ 9360851 w 231"/>
                            <a:gd name="T67" fmla="*/ 710783 h 271"/>
                            <a:gd name="T68" fmla="*/ 12311804 w 231"/>
                            <a:gd name="T69" fmla="*/ 202944 h 271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</a:gdLst>
                          <a:ahLst/>
                          <a:cxnLst>
                            <a:cxn ang="T70">
                              <a:pos x="T0" y="T1"/>
                            </a:cxn>
                            <a:cxn ang="T71">
                              <a:pos x="T2" y="T3"/>
                            </a:cxn>
                            <a:cxn ang="T72">
                              <a:pos x="T4" y="T5"/>
                            </a:cxn>
                            <a:cxn ang="T73">
                              <a:pos x="T6" y="T7"/>
                            </a:cxn>
                            <a:cxn ang="T74">
                              <a:pos x="T8" y="T9"/>
                            </a:cxn>
                            <a:cxn ang="T75">
                              <a:pos x="T10" y="T11"/>
                            </a:cxn>
                            <a:cxn ang="T76">
                              <a:pos x="T12" y="T13"/>
                            </a:cxn>
                            <a:cxn ang="T77">
                              <a:pos x="T14" y="T15"/>
                            </a:cxn>
                            <a:cxn ang="T78">
                              <a:pos x="T16" y="T17"/>
                            </a:cxn>
                            <a:cxn ang="T79">
                              <a:pos x="T18" y="T19"/>
                            </a:cxn>
                            <a:cxn ang="T80">
                              <a:pos x="T20" y="T21"/>
                            </a:cxn>
                            <a:cxn ang="T81">
                              <a:pos x="T22" y="T23"/>
                            </a:cxn>
                            <a:cxn ang="T82">
                              <a:pos x="T24" y="T25"/>
                            </a:cxn>
                            <a:cxn ang="T83">
                              <a:pos x="T26" y="T27"/>
                            </a:cxn>
                            <a:cxn ang="T84">
                              <a:pos x="T28" y="T29"/>
                            </a:cxn>
                            <a:cxn ang="T85">
                              <a:pos x="T30" y="T31"/>
                            </a:cxn>
                            <a:cxn ang="T86">
                              <a:pos x="T32" y="T33"/>
                            </a:cxn>
                            <a:cxn ang="T87">
                              <a:pos x="T34" y="T35"/>
                            </a:cxn>
                            <a:cxn ang="T88">
                              <a:pos x="T36" y="T37"/>
                            </a:cxn>
                            <a:cxn ang="T89">
                              <a:pos x="T38" y="T39"/>
                            </a:cxn>
                            <a:cxn ang="T90">
                              <a:pos x="T40" y="T41"/>
                            </a:cxn>
                            <a:cxn ang="T91">
                              <a:pos x="T42" y="T43"/>
                            </a:cxn>
                            <a:cxn ang="T92">
                              <a:pos x="T44" y="T45"/>
                            </a:cxn>
                            <a:cxn ang="T93">
                              <a:pos x="T46" y="T47"/>
                            </a:cxn>
                            <a:cxn ang="T94">
                              <a:pos x="T48" y="T49"/>
                            </a:cxn>
                            <a:cxn ang="T95">
                              <a:pos x="T50" y="T51"/>
                            </a:cxn>
                            <a:cxn ang="T96">
                              <a:pos x="T52" y="T53"/>
                            </a:cxn>
                            <a:cxn ang="T97">
                              <a:pos x="T54" y="T55"/>
                            </a:cxn>
                            <a:cxn ang="T98">
                              <a:pos x="T56" y="T57"/>
                            </a:cxn>
                            <a:cxn ang="T99">
                              <a:pos x="T58" y="T59"/>
                            </a:cxn>
                            <a:cxn ang="T100">
                              <a:pos x="T60" y="T61"/>
                            </a:cxn>
                            <a:cxn ang="T101">
                              <a:pos x="T62" y="T63"/>
                            </a:cxn>
                            <a:cxn ang="T102">
                              <a:pos x="T64" y="T65"/>
                            </a:cxn>
                            <a:cxn ang="T103">
                              <a:pos x="T66" y="T67"/>
                            </a:cxn>
                            <a:cxn ang="T104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03"/>
                      <wps:cNvSpPr>
                        <a:spLocks/>
                      </wps:cNvSpPr>
                      <wps:spPr bwMode="auto">
                        <a:xfrm>
                          <a:off x="213930" y="113651"/>
                          <a:ext cx="60408" cy="85138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775760 w 190"/>
                            <a:gd name="T3" fmla="*/ 0 h 267"/>
                            <a:gd name="T4" fmla="*/ 18775760 w 190"/>
                            <a:gd name="T5" fmla="*/ 5080857 h 267"/>
                            <a:gd name="T6" fmla="*/ 6864256 w 190"/>
                            <a:gd name="T7" fmla="*/ 5080857 h 267"/>
                            <a:gd name="T8" fmla="*/ 6864256 w 190"/>
                            <a:gd name="T9" fmla="*/ 10568591 h 267"/>
                            <a:gd name="T10" fmla="*/ 17968201 w 190"/>
                            <a:gd name="T11" fmla="*/ 10568591 h 267"/>
                            <a:gd name="T12" fmla="*/ 17968201 w 190"/>
                            <a:gd name="T13" fmla="*/ 15954287 h 267"/>
                            <a:gd name="T14" fmla="*/ 6864256 w 190"/>
                            <a:gd name="T15" fmla="*/ 15954287 h 267"/>
                            <a:gd name="T16" fmla="*/ 6864256 w 190"/>
                            <a:gd name="T17" fmla="*/ 21848260 h 267"/>
                            <a:gd name="T18" fmla="*/ 19179540 w 190"/>
                            <a:gd name="T19" fmla="*/ 21848260 h 267"/>
                            <a:gd name="T20" fmla="*/ 19179540 w 190"/>
                            <a:gd name="T21" fmla="*/ 27132556 h 267"/>
                            <a:gd name="T22" fmla="*/ 0 w 190"/>
                            <a:gd name="T23" fmla="*/ 27132556 h 267"/>
                            <a:gd name="T24" fmla="*/ 0 w 190"/>
                            <a:gd name="T25" fmla="*/ 0 h 267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04"/>
                      <wps:cNvSpPr>
                        <a:spLocks/>
                      </wps:cNvSpPr>
                      <wps:spPr bwMode="auto">
                        <a:xfrm>
                          <a:off x="78711" y="113651"/>
                          <a:ext cx="118116" cy="85138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19643 w 373"/>
                            <a:gd name="T3" fmla="*/ 0 h 267"/>
                            <a:gd name="T4" fmla="*/ 10528474 w 373"/>
                            <a:gd name="T5" fmla="*/ 20628906 h 267"/>
                            <a:gd name="T6" fmla="*/ 10728923 w 373"/>
                            <a:gd name="T7" fmla="*/ 20628906 h 267"/>
                            <a:gd name="T8" fmla="*/ 14138137 w 373"/>
                            <a:gd name="T9" fmla="*/ 0 h 267"/>
                            <a:gd name="T10" fmla="*/ 23263152 w 373"/>
                            <a:gd name="T11" fmla="*/ 0 h 267"/>
                            <a:gd name="T12" fmla="*/ 26973198 w 373"/>
                            <a:gd name="T13" fmla="*/ 20628906 h 267"/>
                            <a:gd name="T14" fmla="*/ 30482478 w 373"/>
                            <a:gd name="T15" fmla="*/ 0 h 267"/>
                            <a:gd name="T16" fmla="*/ 37401289 w 373"/>
                            <a:gd name="T17" fmla="*/ 0 h 267"/>
                            <a:gd name="T18" fmla="*/ 31184524 w 373"/>
                            <a:gd name="T19" fmla="*/ 27132556 h 267"/>
                            <a:gd name="T20" fmla="*/ 22260274 w 373"/>
                            <a:gd name="T21" fmla="*/ 27132556 h 267"/>
                            <a:gd name="T22" fmla="*/ 18650611 w 373"/>
                            <a:gd name="T23" fmla="*/ 6300531 h 267"/>
                            <a:gd name="T24" fmla="*/ 15141015 w 373"/>
                            <a:gd name="T25" fmla="*/ 27132556 h 267"/>
                            <a:gd name="T26" fmla="*/ 5815867 w 373"/>
                            <a:gd name="T27" fmla="*/ 27132556 h 267"/>
                            <a:gd name="T28" fmla="*/ 0 w 373"/>
                            <a:gd name="T29" fmla="*/ 0 h 267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05"/>
                      <wps:cNvSpPr>
                        <a:spLocks/>
                      </wps:cNvSpPr>
                      <wps:spPr bwMode="auto">
                        <a:xfrm>
                          <a:off x="0" y="113051"/>
                          <a:ext cx="63509" cy="86339"/>
                        </a:xfrm>
                        <a:custGeom>
                          <a:avLst/>
                          <a:gdLst>
                            <a:gd name="T0" fmla="*/ 11579176 w 201"/>
                            <a:gd name="T1" fmla="*/ 0 h 271"/>
                            <a:gd name="T2" fmla="*/ 16969226 w 201"/>
                            <a:gd name="T3" fmla="*/ 406207 h 271"/>
                            <a:gd name="T4" fmla="*/ 17967676 w 201"/>
                            <a:gd name="T5" fmla="*/ 6497727 h 271"/>
                            <a:gd name="T6" fmla="*/ 16570162 w 201"/>
                            <a:gd name="T7" fmla="*/ 5888575 h 271"/>
                            <a:gd name="T8" fmla="*/ 13675289 w 201"/>
                            <a:gd name="T9" fmla="*/ 5279423 h 271"/>
                            <a:gd name="T10" fmla="*/ 12177930 w 201"/>
                            <a:gd name="T11" fmla="*/ 5279423 h 271"/>
                            <a:gd name="T12" fmla="*/ 9083683 w 201"/>
                            <a:gd name="T13" fmla="*/ 5482367 h 271"/>
                            <a:gd name="T14" fmla="*/ 7686169 w 201"/>
                            <a:gd name="T15" fmla="*/ 6294782 h 271"/>
                            <a:gd name="T16" fmla="*/ 7286789 w 201"/>
                            <a:gd name="T17" fmla="*/ 7614399 h 271"/>
                            <a:gd name="T18" fmla="*/ 7286789 w 201"/>
                            <a:gd name="T19" fmla="*/ 8223551 h 271"/>
                            <a:gd name="T20" fmla="*/ 8484613 w 201"/>
                            <a:gd name="T21" fmla="*/ 9441855 h 271"/>
                            <a:gd name="T22" fmla="*/ 11379486 w 201"/>
                            <a:gd name="T23" fmla="*/ 10355901 h 271"/>
                            <a:gd name="T24" fmla="*/ 15971092 w 201"/>
                            <a:gd name="T25" fmla="*/ 12183357 h 271"/>
                            <a:gd name="T26" fmla="*/ 17967676 w 201"/>
                            <a:gd name="T27" fmla="*/ 13502974 h 271"/>
                            <a:gd name="T28" fmla="*/ 19464719 w 201"/>
                            <a:gd name="T29" fmla="*/ 15736637 h 271"/>
                            <a:gd name="T30" fmla="*/ 20063789 w 201"/>
                            <a:gd name="T31" fmla="*/ 18681083 h 271"/>
                            <a:gd name="T32" fmla="*/ 19864099 w 201"/>
                            <a:gd name="T33" fmla="*/ 20000700 h 271"/>
                            <a:gd name="T34" fmla="*/ 19464719 w 201"/>
                            <a:gd name="T35" fmla="*/ 22234363 h 271"/>
                            <a:gd name="T36" fmla="*/ 18466585 w 201"/>
                            <a:gd name="T37" fmla="*/ 23960188 h 271"/>
                            <a:gd name="T38" fmla="*/ 17168916 w 201"/>
                            <a:gd name="T39" fmla="*/ 25381754 h 271"/>
                            <a:gd name="T40" fmla="*/ 14673423 w 201"/>
                            <a:gd name="T41" fmla="*/ 26701690 h 271"/>
                            <a:gd name="T42" fmla="*/ 10381352 w 201"/>
                            <a:gd name="T43" fmla="*/ 27513786 h 271"/>
                            <a:gd name="T44" fmla="*/ 8085549 w 201"/>
                            <a:gd name="T45" fmla="*/ 27513786 h 271"/>
                            <a:gd name="T46" fmla="*/ 4292387 w 201"/>
                            <a:gd name="T47" fmla="*/ 27310842 h 271"/>
                            <a:gd name="T48" fmla="*/ 399380 w 201"/>
                            <a:gd name="T49" fmla="*/ 26295482 h 271"/>
                            <a:gd name="T50" fmla="*/ 998134 w 201"/>
                            <a:gd name="T51" fmla="*/ 20406908 h 271"/>
                            <a:gd name="T52" fmla="*/ 4292387 w 201"/>
                            <a:gd name="T53" fmla="*/ 21828156 h 271"/>
                            <a:gd name="T54" fmla="*/ 8085549 w 201"/>
                            <a:gd name="T55" fmla="*/ 22234363 h 271"/>
                            <a:gd name="T56" fmla="*/ 9882127 w 201"/>
                            <a:gd name="T57" fmla="*/ 22234363 h 271"/>
                            <a:gd name="T58" fmla="*/ 11778866 w 201"/>
                            <a:gd name="T59" fmla="*/ 21422267 h 271"/>
                            <a:gd name="T60" fmla="*/ 12377620 w 201"/>
                            <a:gd name="T61" fmla="*/ 20406908 h 271"/>
                            <a:gd name="T62" fmla="*/ 12577310 w 201"/>
                            <a:gd name="T63" fmla="*/ 19594811 h 271"/>
                            <a:gd name="T64" fmla="*/ 11978240 w 201"/>
                            <a:gd name="T65" fmla="*/ 18071931 h 271"/>
                            <a:gd name="T66" fmla="*/ 10581042 w 201"/>
                            <a:gd name="T67" fmla="*/ 17056572 h 271"/>
                            <a:gd name="T68" fmla="*/ 6388500 w 201"/>
                            <a:gd name="T69" fmla="*/ 15736637 h 271"/>
                            <a:gd name="T70" fmla="*/ 2894873 w 201"/>
                            <a:gd name="T71" fmla="*/ 14112125 h 271"/>
                            <a:gd name="T72" fmla="*/ 1197824 w 201"/>
                            <a:gd name="T73" fmla="*/ 12386301 h 271"/>
                            <a:gd name="T74" fmla="*/ 199690 w 201"/>
                            <a:gd name="T75" fmla="*/ 9848062 h 271"/>
                            <a:gd name="T76" fmla="*/ 0 w 201"/>
                            <a:gd name="T77" fmla="*/ 8223551 h 271"/>
                            <a:gd name="T78" fmla="*/ 399380 w 201"/>
                            <a:gd name="T79" fmla="*/ 5888575 h 271"/>
                            <a:gd name="T80" fmla="*/ 1197824 w 201"/>
                            <a:gd name="T81" fmla="*/ 4061119 h 271"/>
                            <a:gd name="T82" fmla="*/ 2295803 w 201"/>
                            <a:gd name="T83" fmla="*/ 2741184 h 271"/>
                            <a:gd name="T84" fmla="*/ 5590056 w 201"/>
                            <a:gd name="T85" fmla="*/ 710783 h 271"/>
                            <a:gd name="T86" fmla="*/ 9682437 w 201"/>
                            <a:gd name="T87" fmla="*/ 0 h 271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</a:gdLst>
                          <a:ahLst/>
                          <a:cxnLst>
                            <a:cxn ang="T88">
                              <a:pos x="T0" y="T1"/>
                            </a:cxn>
                            <a:cxn ang="T89">
                              <a:pos x="T2" y="T3"/>
                            </a:cxn>
                            <a:cxn ang="T90">
                              <a:pos x="T4" y="T5"/>
                            </a:cxn>
                            <a:cxn ang="T91">
                              <a:pos x="T6" y="T7"/>
                            </a:cxn>
                            <a:cxn ang="T92">
                              <a:pos x="T8" y="T9"/>
                            </a:cxn>
                            <a:cxn ang="T93">
                              <a:pos x="T10" y="T11"/>
                            </a:cxn>
                            <a:cxn ang="T94">
                              <a:pos x="T12" y="T13"/>
                            </a:cxn>
                            <a:cxn ang="T95">
                              <a:pos x="T14" y="T15"/>
                            </a:cxn>
                            <a:cxn ang="T96">
                              <a:pos x="T16" y="T17"/>
                            </a:cxn>
                            <a:cxn ang="T97">
                              <a:pos x="T18" y="T19"/>
                            </a:cxn>
                            <a:cxn ang="T98">
                              <a:pos x="T20" y="T21"/>
                            </a:cxn>
                            <a:cxn ang="T99">
                              <a:pos x="T22" y="T23"/>
                            </a:cxn>
                            <a:cxn ang="T100">
                              <a:pos x="T24" y="T25"/>
                            </a:cxn>
                            <a:cxn ang="T101">
                              <a:pos x="T26" y="T27"/>
                            </a:cxn>
                            <a:cxn ang="T102">
                              <a:pos x="T28" y="T29"/>
                            </a:cxn>
                            <a:cxn ang="T103">
                              <a:pos x="T30" y="T31"/>
                            </a:cxn>
                            <a:cxn ang="T104">
                              <a:pos x="T32" y="T33"/>
                            </a:cxn>
                            <a:cxn ang="T105">
                              <a:pos x="T34" y="T35"/>
                            </a:cxn>
                            <a:cxn ang="T106">
                              <a:pos x="T36" y="T37"/>
                            </a:cxn>
                            <a:cxn ang="T107">
                              <a:pos x="T38" y="T39"/>
                            </a:cxn>
                            <a:cxn ang="T108">
                              <a:pos x="T40" y="T41"/>
                            </a:cxn>
                            <a:cxn ang="T109">
                              <a:pos x="T42" y="T43"/>
                            </a:cxn>
                            <a:cxn ang="T110">
                              <a:pos x="T44" y="T45"/>
                            </a:cxn>
                            <a:cxn ang="T111">
                              <a:pos x="T46" y="T47"/>
                            </a:cxn>
                            <a:cxn ang="T112">
                              <a:pos x="T48" y="T49"/>
                            </a:cxn>
                            <a:cxn ang="T113">
                              <a:pos x="T50" y="T51"/>
                            </a:cxn>
                            <a:cxn ang="T114">
                              <a:pos x="T52" y="T53"/>
                            </a:cxn>
                            <a:cxn ang="T115">
                              <a:pos x="T54" y="T55"/>
                            </a:cxn>
                            <a:cxn ang="T116">
                              <a:pos x="T56" y="T57"/>
                            </a:cxn>
                            <a:cxn ang="T117">
                              <a:pos x="T58" y="T59"/>
                            </a:cxn>
                            <a:cxn ang="T118">
                              <a:pos x="T60" y="T61"/>
                            </a:cxn>
                            <a:cxn ang="T119">
                              <a:pos x="T62" y="T63"/>
                            </a:cxn>
                            <a:cxn ang="T120">
                              <a:pos x="T64" y="T65"/>
                            </a:cxn>
                            <a:cxn ang="T121">
                              <a:pos x="T66" y="T67"/>
                            </a:cxn>
                            <a:cxn ang="T122">
                              <a:pos x="T68" y="T69"/>
                            </a:cxn>
                            <a:cxn ang="T123">
                              <a:pos x="T70" y="T71"/>
                            </a:cxn>
                            <a:cxn ang="T124">
                              <a:pos x="T72" y="T73"/>
                            </a:cxn>
                            <a:cxn ang="T125">
                              <a:pos x="T74" y="T75"/>
                            </a:cxn>
                            <a:cxn ang="T126">
                              <a:pos x="T76" y="T77"/>
                            </a:cxn>
                            <a:cxn ang="T127">
                              <a:pos x="T78" y="T79"/>
                            </a:cxn>
                            <a:cxn ang="T128">
                              <a:pos x="T80" y="T81"/>
                            </a:cxn>
                            <a:cxn ang="T129">
                              <a:pos x="T82" y="T83"/>
                            </a:cxn>
                            <a:cxn ang="T130">
                              <a:pos x="T84" y="T85"/>
                            </a:cxn>
                            <a:cxn ang="T131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06"/>
                      <wps:cNvSpPr>
                        <a:spLocks/>
                      </wps:cNvSpPr>
                      <wps:spPr bwMode="auto">
                        <a:xfrm>
                          <a:off x="0" y="113051"/>
                          <a:ext cx="63509" cy="86339"/>
                        </a:xfrm>
                        <a:custGeom>
                          <a:avLst/>
                          <a:gdLst>
                            <a:gd name="T0" fmla="*/ 11579176 w 201"/>
                            <a:gd name="T1" fmla="*/ 0 h 271"/>
                            <a:gd name="T2" fmla="*/ 16969226 w 201"/>
                            <a:gd name="T3" fmla="*/ 406207 h 271"/>
                            <a:gd name="T4" fmla="*/ 17967676 w 201"/>
                            <a:gd name="T5" fmla="*/ 6497727 h 271"/>
                            <a:gd name="T6" fmla="*/ 16570162 w 201"/>
                            <a:gd name="T7" fmla="*/ 5888575 h 271"/>
                            <a:gd name="T8" fmla="*/ 13675289 w 201"/>
                            <a:gd name="T9" fmla="*/ 5279423 h 271"/>
                            <a:gd name="T10" fmla="*/ 12177930 w 201"/>
                            <a:gd name="T11" fmla="*/ 5279423 h 271"/>
                            <a:gd name="T12" fmla="*/ 9083683 w 201"/>
                            <a:gd name="T13" fmla="*/ 5482367 h 271"/>
                            <a:gd name="T14" fmla="*/ 7686169 w 201"/>
                            <a:gd name="T15" fmla="*/ 6294782 h 271"/>
                            <a:gd name="T16" fmla="*/ 7286789 w 201"/>
                            <a:gd name="T17" fmla="*/ 7614399 h 271"/>
                            <a:gd name="T18" fmla="*/ 7286789 w 201"/>
                            <a:gd name="T19" fmla="*/ 8223551 h 271"/>
                            <a:gd name="T20" fmla="*/ 8484613 w 201"/>
                            <a:gd name="T21" fmla="*/ 9441855 h 271"/>
                            <a:gd name="T22" fmla="*/ 11379486 w 201"/>
                            <a:gd name="T23" fmla="*/ 10355901 h 271"/>
                            <a:gd name="T24" fmla="*/ 15971092 w 201"/>
                            <a:gd name="T25" fmla="*/ 12183357 h 271"/>
                            <a:gd name="T26" fmla="*/ 17967676 w 201"/>
                            <a:gd name="T27" fmla="*/ 13502974 h 271"/>
                            <a:gd name="T28" fmla="*/ 19464719 w 201"/>
                            <a:gd name="T29" fmla="*/ 15736637 h 271"/>
                            <a:gd name="T30" fmla="*/ 20063789 w 201"/>
                            <a:gd name="T31" fmla="*/ 18681083 h 271"/>
                            <a:gd name="T32" fmla="*/ 19864099 w 201"/>
                            <a:gd name="T33" fmla="*/ 20000700 h 271"/>
                            <a:gd name="T34" fmla="*/ 19464719 w 201"/>
                            <a:gd name="T35" fmla="*/ 22234363 h 271"/>
                            <a:gd name="T36" fmla="*/ 18466585 w 201"/>
                            <a:gd name="T37" fmla="*/ 23960188 h 271"/>
                            <a:gd name="T38" fmla="*/ 17168916 w 201"/>
                            <a:gd name="T39" fmla="*/ 25381754 h 271"/>
                            <a:gd name="T40" fmla="*/ 14673423 w 201"/>
                            <a:gd name="T41" fmla="*/ 26701690 h 271"/>
                            <a:gd name="T42" fmla="*/ 10381352 w 201"/>
                            <a:gd name="T43" fmla="*/ 27513786 h 271"/>
                            <a:gd name="T44" fmla="*/ 8085549 w 201"/>
                            <a:gd name="T45" fmla="*/ 27513786 h 271"/>
                            <a:gd name="T46" fmla="*/ 4292387 w 201"/>
                            <a:gd name="T47" fmla="*/ 27310842 h 271"/>
                            <a:gd name="T48" fmla="*/ 399380 w 201"/>
                            <a:gd name="T49" fmla="*/ 26295482 h 271"/>
                            <a:gd name="T50" fmla="*/ 998134 w 201"/>
                            <a:gd name="T51" fmla="*/ 20406908 h 271"/>
                            <a:gd name="T52" fmla="*/ 4292387 w 201"/>
                            <a:gd name="T53" fmla="*/ 21828156 h 271"/>
                            <a:gd name="T54" fmla="*/ 8085549 w 201"/>
                            <a:gd name="T55" fmla="*/ 22234363 h 271"/>
                            <a:gd name="T56" fmla="*/ 9882127 w 201"/>
                            <a:gd name="T57" fmla="*/ 22234363 h 271"/>
                            <a:gd name="T58" fmla="*/ 11778866 w 201"/>
                            <a:gd name="T59" fmla="*/ 21422267 h 271"/>
                            <a:gd name="T60" fmla="*/ 12377620 w 201"/>
                            <a:gd name="T61" fmla="*/ 20406908 h 271"/>
                            <a:gd name="T62" fmla="*/ 12577310 w 201"/>
                            <a:gd name="T63" fmla="*/ 19594811 h 271"/>
                            <a:gd name="T64" fmla="*/ 11978240 w 201"/>
                            <a:gd name="T65" fmla="*/ 18071931 h 271"/>
                            <a:gd name="T66" fmla="*/ 10581042 w 201"/>
                            <a:gd name="T67" fmla="*/ 17056572 h 271"/>
                            <a:gd name="T68" fmla="*/ 6388500 w 201"/>
                            <a:gd name="T69" fmla="*/ 15736637 h 271"/>
                            <a:gd name="T70" fmla="*/ 2894873 w 201"/>
                            <a:gd name="T71" fmla="*/ 14112125 h 271"/>
                            <a:gd name="T72" fmla="*/ 1197824 w 201"/>
                            <a:gd name="T73" fmla="*/ 12386301 h 271"/>
                            <a:gd name="T74" fmla="*/ 199690 w 201"/>
                            <a:gd name="T75" fmla="*/ 9848062 h 271"/>
                            <a:gd name="T76" fmla="*/ 0 w 201"/>
                            <a:gd name="T77" fmla="*/ 8223551 h 271"/>
                            <a:gd name="T78" fmla="*/ 399380 w 201"/>
                            <a:gd name="T79" fmla="*/ 5888575 h 271"/>
                            <a:gd name="T80" fmla="*/ 1197824 w 201"/>
                            <a:gd name="T81" fmla="*/ 4061119 h 271"/>
                            <a:gd name="T82" fmla="*/ 2295803 w 201"/>
                            <a:gd name="T83" fmla="*/ 2741184 h 271"/>
                            <a:gd name="T84" fmla="*/ 5590056 w 201"/>
                            <a:gd name="T85" fmla="*/ 710783 h 271"/>
                            <a:gd name="T86" fmla="*/ 9682437 w 201"/>
                            <a:gd name="T87" fmla="*/ 0 h 271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</a:gdLst>
                          <a:ahLst/>
                          <a:cxnLst>
                            <a:cxn ang="T88">
                              <a:pos x="T0" y="T1"/>
                            </a:cxn>
                            <a:cxn ang="T89">
                              <a:pos x="T2" y="T3"/>
                            </a:cxn>
                            <a:cxn ang="T90">
                              <a:pos x="T4" y="T5"/>
                            </a:cxn>
                            <a:cxn ang="T91">
                              <a:pos x="T6" y="T7"/>
                            </a:cxn>
                            <a:cxn ang="T92">
                              <a:pos x="T8" y="T9"/>
                            </a:cxn>
                            <a:cxn ang="T93">
                              <a:pos x="T10" y="T11"/>
                            </a:cxn>
                            <a:cxn ang="T94">
                              <a:pos x="T12" y="T13"/>
                            </a:cxn>
                            <a:cxn ang="T95">
                              <a:pos x="T14" y="T15"/>
                            </a:cxn>
                            <a:cxn ang="T96">
                              <a:pos x="T16" y="T17"/>
                            </a:cxn>
                            <a:cxn ang="T97">
                              <a:pos x="T18" y="T19"/>
                            </a:cxn>
                            <a:cxn ang="T98">
                              <a:pos x="T20" y="T21"/>
                            </a:cxn>
                            <a:cxn ang="T99">
                              <a:pos x="T22" y="T23"/>
                            </a:cxn>
                            <a:cxn ang="T100">
                              <a:pos x="T24" y="T25"/>
                            </a:cxn>
                            <a:cxn ang="T101">
                              <a:pos x="T26" y="T27"/>
                            </a:cxn>
                            <a:cxn ang="T102">
                              <a:pos x="T28" y="T29"/>
                            </a:cxn>
                            <a:cxn ang="T103">
                              <a:pos x="T30" y="T31"/>
                            </a:cxn>
                            <a:cxn ang="T104">
                              <a:pos x="T32" y="T33"/>
                            </a:cxn>
                            <a:cxn ang="T105">
                              <a:pos x="T34" y="T35"/>
                            </a:cxn>
                            <a:cxn ang="T106">
                              <a:pos x="T36" y="T37"/>
                            </a:cxn>
                            <a:cxn ang="T107">
                              <a:pos x="T38" y="T39"/>
                            </a:cxn>
                            <a:cxn ang="T108">
                              <a:pos x="T40" y="T41"/>
                            </a:cxn>
                            <a:cxn ang="T109">
                              <a:pos x="T42" y="T43"/>
                            </a:cxn>
                            <a:cxn ang="T110">
                              <a:pos x="T44" y="T45"/>
                            </a:cxn>
                            <a:cxn ang="T111">
                              <a:pos x="T46" y="T47"/>
                            </a:cxn>
                            <a:cxn ang="T112">
                              <a:pos x="T48" y="T49"/>
                            </a:cxn>
                            <a:cxn ang="T113">
                              <a:pos x="T50" y="T51"/>
                            </a:cxn>
                            <a:cxn ang="T114">
                              <a:pos x="T52" y="T53"/>
                            </a:cxn>
                            <a:cxn ang="T115">
                              <a:pos x="T54" y="T55"/>
                            </a:cxn>
                            <a:cxn ang="T116">
                              <a:pos x="T56" y="T57"/>
                            </a:cxn>
                            <a:cxn ang="T117">
                              <a:pos x="T58" y="T59"/>
                            </a:cxn>
                            <a:cxn ang="T118">
                              <a:pos x="T60" y="T61"/>
                            </a:cxn>
                            <a:cxn ang="T119">
                              <a:pos x="T62" y="T63"/>
                            </a:cxn>
                            <a:cxn ang="T120">
                              <a:pos x="T64" y="T65"/>
                            </a:cxn>
                            <a:cxn ang="T121">
                              <a:pos x="T66" y="T67"/>
                            </a:cxn>
                            <a:cxn ang="T122">
                              <a:pos x="T68" y="T69"/>
                            </a:cxn>
                            <a:cxn ang="T123">
                              <a:pos x="T70" y="T71"/>
                            </a:cxn>
                            <a:cxn ang="T124">
                              <a:pos x="T72" y="T73"/>
                            </a:cxn>
                            <a:cxn ang="T125">
                              <a:pos x="T74" y="T75"/>
                            </a:cxn>
                            <a:cxn ang="T126">
                              <a:pos x="T76" y="T77"/>
                            </a:cxn>
                            <a:cxn ang="T127">
                              <a:pos x="T78" y="T79"/>
                            </a:cxn>
                            <a:cxn ang="T128">
                              <a:pos x="T80" y="T81"/>
                            </a:cxn>
                            <a:cxn ang="T129">
                              <a:pos x="T82" y="T83"/>
                            </a:cxn>
                            <a:cxn ang="T130">
                              <a:pos x="T84" y="T85"/>
                            </a:cxn>
                            <a:cxn ang="T131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0E4C46D7" id="Plátno 372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FyFsMA&#10;AADbAAAADwAAAGRycy9kb3ducmV2LnhtbESPQWvCQBSE70L/w/IK3nTTICqpGwkFwVOlaqHHR/Y1&#10;SZN9m+5uY/z3XUHwOMzMN8xmO5pODOR8Y1nByzwBQVxa3XCl4HzazdYgfEDW2FkmBVfysM2fJhvM&#10;tL3wBw3HUIkIYZ+hgjqEPpPSlzUZ9HPbE0fv2zqDIUpXSe3wEuGmk2mSLKXBhuNCjT291VS2xz+j&#10;YFj/LloqGl8sD6ckfDrz9fOeKjV9HotXEIHG8Ajf23utIF3B7Uv8ATL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jFyFsMAAADbAAAADwAAAAAAAAAAAAAAAACYAgAAZHJzL2Rv&#10;d25yZXYueG1sUEsFBgAAAAAEAAQA9QAAAIgDAAAAAA=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2147483646,2147483646;2147483646,2147483646;2147483646,2147483646;2147483646,2147483646;2147483646,2147483646;2147483646,2147483646;2147483646,2147483646;2147483646,2147483646;2147483646,1561345935;2147483646,127489723;2147483646,2147483646;2147483646,0;2147483646,1497601073;2147483646,2147483646;0,2147483646;0,2147483646;2147483646,2147483646;1472191831,2147483646;1472191831,2147483646;2147483646,2147483646;2147483646,2147483646;2147483646,2147483646;2147483646,2147483646;2147483646,2147483646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weC78A&#10;AADbAAAADwAAAGRycy9kb3ducmV2LnhtbERPy4rCMBTdC/5DuII7TRUUqUYRRRgYXPjYuLs01zba&#10;3JQmtp35erMQXB7Oe7XpbCkaqr1xrGAyTkAQZ04bzhVcL4fRAoQPyBpLx6Tgjzxs1v3eClPtWj5R&#10;cw65iCHsU1RQhFClUvqsIIt+7CriyN1dbTFEWOdS19jGcFvKaZLMpUXDsaHAinYFZc/zyyow7eU1&#10;u/3jY2duR9f8Nsd9nmilhoNuuwQRqAtf8cf9oxVM49j4Jf4AuX4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xHB4LvwAAANsAAAAPAAAAAAAAAAAAAAAAAJgCAABkcnMvZG93bnJl&#10;di54bWxQSwUGAAAAAAQABAD1AAAAhAMAAAAA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2147483646,2113302243;2147483646,2113302243;2147483646,2147483646;2147483646,2147483646;2147483646,2147483646;2147483646,2147483646;2147483646,2147483646;2147483646,2147483646;2147483646,2147483646;2147483646,2147483646;2147483646,2147483646;1702388704,2147483646;1342283728,2147483646;949432573,2147483646;622073777,2147483646;392851156,2147483646;196476761,2147483646;65492360,2147483646;0,2113302243;0,2113302243;65492360,1665026173;196476761,1312859573;392851156,928622715;622073777,608425386;949432573,384236858;1342283728,192118270;1702388704,64039529;2147483646,0;2147483646,0;2147483646,64039529;2147483646,192118270;2147483646,384236858;2147483646,608425386;2147483646,928622715;2147483646,1312859573;2147483646,1665026173;2147483646,2113302243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JEc8QA&#10;AADbAAAADwAAAGRycy9kb3ducmV2LnhtbESP0WrCQBRE3wX/YbkF3+qmCqLRVaoo2hfFtB9wzd4m&#10;wezdmF2T+PduoeDjMDNnmMWqM6VoqHaFZQUfwwgEcWp1wZmCn+/d+xSE88gaS8uk4EEOVst+b4Gx&#10;ti2fqUl8JgKEXYwKcu+rWEqX5mTQDW1FHLxfWxv0QdaZ1DW2AW5KOYqiiTRYcFjIsaJNTuk1uRsF&#10;++x6Xx+bpPyKLnZ7W/v9oz2NlRq8dZ9zEJ46/wr/tw9awWgGf1/C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CRHPEAAAA2wAAAA8AAAAAAAAAAAAAAAAAmAIAAGRycy9k&#10;b3ducmV2LnhtbFBLBQYAAAAABAAEAPUAAACJAwAAAAA=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2147483646,2113302243;2147483646,2113302243;2147483646,2147483646;2147483646,2147483646;2147483646,2147483646;2147483646,2147483646;2147483646,2147483646;2147483646,2147483646;2147483646,2147483646;2147483646,2147483646;2147483646,2147483646;1702388704,2147483646;1342283728,2147483646;949432573,2147483646;622073777,2147483646;392851156,2147483646;196476761,2147483646;65492360,2147483646;0,2113302243;0,2113302243;65492360,1665026173;196476761,1312859573;392851156,928622715;622073777,608425386;949432573,384236858;1342283728,192118270;1702388704,64039529;2147483646,0;2147483646,0;2147483646,64039529;2147483646,192118270;2147483646,384236858;2147483646,608425386;2147483646,928622715;2147483646,1312859573;2147483646,1665026173;2147483646,2113302243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6F4sIA&#10;AADbAAAADwAAAGRycy9kb3ducmV2LnhtbERPz2vCMBS+D/wfwhN2m6krbKMai0iFnQbrhOHt0Tyb&#10;avNSmmhb/3pzGOz48f1e56NtxY163zhWsFwkIIgrpxuuFRx+9i8fIHxA1tg6JgUTecg3s6c1ZtoN&#10;/E23MtQihrDPUIEJocuk9JUhi37hOuLInVxvMUTY11L3OMRw28rXJHmTFhuODQY72hmqLuXVKtg3&#10;h7aY0q/z+Xgl8+uK8vR+n5R6no/bFYhAY/gX/7k/tYI0ro9f4g+Qm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3oXiwgAAANsAAAAPAAAAAAAAAAAAAAAAAJgCAABkcnMvZG93&#10;bnJldi54bWxQSwUGAAAAAAQABAD1AAAAhwMAAAAA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2147483646,0;2147483646,64656760;2147483646,226451267;2147483646,614595729;2147483646,1132155661;2147483646,1746649758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662616833,2147483646;1055172531,2147483646;607544898,2147483646;223864115,2147483646;63946850,2147483646;0,2147483646;127893700,2147483646;415704665,2134794219;799385448,1423263688;1342882900,873325038;2014374647,420523498;2147483646,129415152;2147483646,0;2147483646,2147483646;2147483646,2147483646;2147483646,2147483646;2147483646,2147483646;2147483646,2147483646;2147483646,2147483646;2147483646,2147483646;2147483646,2147483646;2147483646,1876065229;2147483646,1681992998;2147483646,1681992998;2147483646,2134794219;2147483646,2147483646;2147483646,2147483646;2147483646,2147483646;2147483646,2147483646;2147483646,2147483646;2147483646,2147483646;2147483646,2147483646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+go8QA&#10;AADbAAAADwAAAGRycy9kb3ducmV2LnhtbESPQWsCMRSE74L/IbyCN82qRcrWKEWx6EWoFnp9bl43&#10;225eliTdXf31jVDocZiZb5jlure1aMmHyrGC6SQDQVw4XXGp4P28Gz+BCBFZY+2YFFwpwHo1HCwx&#10;167jN2pPsRQJwiFHBSbGJpcyFIYsholriJP36bzFmKQvpfbYJbit5SzLFtJixWnBYEMbQ8X36ccq&#10;+Oj6oz/odnt7PXwtNmd7ebyZi1Kjh/7lGUSkPv6H/9p7rWA+hfuX9AP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2voKPEAAAA2wAAAA8AAAAAAAAAAAAAAAAAmAIAAGRycy9k&#10;b3ducmV2LnhtbFBLBQYAAAAABAAEAPUAAACJ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2147483646,0;2147483646,64656760;2147483646,226451267;2147483646,614595729;2147483646,1132155661;2147483646,1746649758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662616833,2147483646;1055172531,2147483646;607544898,2147483646;223864115,2147483646;63946850,2147483646;0,2147483646;127893700,2147483646;415704665,2134794219;799385448,1423263688;1342882900,873325038;2014374647,420523498;2147483646,129415152;2147483646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U1KsQA&#10;AADbAAAADwAAAGRycy9kb3ducmV2LnhtbESPQWvCQBSE70L/w/IKvZmNCiLRVURabPFkLBRvj+wz&#10;icm+TbPbJP33riB4HGbmG2a1GUwtOmpdaVnBJIpBEGdWl5wr+D59jBcgnEfWWFsmBf/kYLN+Ga0w&#10;0bbnI3Wpz0WAsEtQQeF9k0jpsoIMusg2xMG72NagD7LNpW6xD3BTy2kcz6XBksNCgQ3tCsqq9M8o&#10;2F9/jf855zO5P3/VVdpX3fshVurtddguQXga/DP8aH9qBbMp3L+EHyD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lNSrEAAAA2wAAAA8AAAAAAAAAAAAAAAAAmAIAAGRycy9k&#10;b3ducmV2LnhtbFBLBQYAAAAABAAEAPUAAACJAwAAAAA=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890836140,2147483646;1890836140,2147483646;2147483646,2147483646;2147483646,2147483646;2147483646,2147483646;2147483646,2147483646;2147483646,2147483646;2147483646,2147483646;2147483646,2147483646;2147483646,2147483646;2147483646,2147483646;2147483646,2147483646;2147483646,1628236206;2147483646,1204915171;2147483646,748968149;2147483646,455947022;2147483646,195347525;2147483646,0;1890836140,0;1890836140,0;1433389843,0;1006420734,195347525;701456640,455947022;426969422,748968149;244010343,1204915171;122005328,1628236206;60953751,2147483646;0,2147483646;0,2147483646;60953751,2147483646;122005328,2147483646;244010343,2147483646;426969422,2147483646;701456640,2147483646;1006420734,2147483646;1433389843,2147483646;1890836140,2147483646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YRq8QA&#10;AADbAAAADwAAAGRycy9kb3ducmV2LnhtbESP3WrCQBSE7wXfYTlCb6RuaiBI6ipaUEpBwR96fcie&#10;JiHZs2F31fj2bkHwcpiZb5j5sjetuJLztWUFH5MEBHFhdc2lgvNp8z4D4QOyxtYyKbiTh+ViOJhj&#10;ru2ND3Q9hlJECPscFVQhdLmUvqjIoJ/Yjjh6f9YZDFG6UmqHtwg3rZwmSSYN1hwXKuzoq6KiOV6M&#10;gt3+nG3T5ifb/vbj0GzcZbpbj5V6G/WrTxCB+vAKP9vfWkGawv+X+AP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WEavEAAAA2wAAAA8AAAAAAAAAAAAAAAAAmAIAAGRycy9k&#10;b3ducmV2LnhtbFBLBQYAAAAABAAEAPUAAACJAwAAAAA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2147483646,0;2147483646,64656760;2147483646,2147483646;2147483646,2005480380;2147483646,1681992998;2147483646,1681992998;2147483646,1876065229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980481443,2147483646;1298701595,2147483646;681780166,2147483646;227260055,2147483646;64960527,2147483646;0,2147483646;97440791,2147483646;357181110,2147483646;876661748,1681992998;1428520541,1067397269;2147483646,549837337;2147483646,226451267;2147483646,64656760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N1LcQA&#10;AADbAAAADwAAAGRycy9kb3ducmV2LnhtbESPQWvCQBSE74L/YXmCN91obSmpq4hSkR4EU6HXR/Y1&#10;G82+Ddk1Rn99Vyh4HGbmG2a+7GwlWmp86VjBZJyAIM6dLrlQcPz+HL2D8AFZY+WYFNzIw3LR780x&#10;1e7KB2qzUIgIYZ+iAhNCnUrpc0MW/djVxNH7dY3FEGVTSN3gNcJtJadJ8iYtlhwXDNa0NpSfs4tV&#10;sF2bavZzOPJ9s91z/bVpT69Zq9Rw0K0+QATqwjP8395pBS8zeHyJP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6TdS3EAAAA2wAAAA8AAAAAAAAAAAAAAAAAmAIAAGRycy9k&#10;b3ducmV2LnhtbFBLBQYAAAAABAAEAPUAAACJAwAAAAA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2147483646,0;2147483646,64656760;2147483646,2147483646;2147483646,2005480380;2147483646,1681992998;2147483646,1681992998;2147483646,1876065229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980481443,2147483646;1298701595,2147483646;681780166,2147483646;227260055,2147483646;64960527,2147483646;0,2147483646;97440791,2147483646;357181110,2147483646;876661748,1681992998;1428520541,1067397269;2147483646,549837337;2147483646,226451267;2147483646,64656760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3xSMQA&#10;AADbAAAADwAAAGRycy9kb3ducmV2LnhtbESPzWrDMBCE74W8g9hALyWW25CmuJZNCBh6yKVJAzlu&#10;rK1taq2MJf/k7aNCocdhZr5h0nw2rRipd41lBc9RDIK4tLrhSsHXqVi9gXAeWWNrmRTcyEGeLR5S&#10;TLSd+JPGo69EgLBLUEHtfZdI6cqaDLrIdsTB+7a9QR9kX0nd4xTgppUvcfwqDTYcFmrsaF9T+XMc&#10;jIIDd2j2OFyeimF73sTX8+6EhVKPy3n3DsLT7P/Df+0PrWC9gd8v4QfI7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d8UjEAAAA2wAAAA8AAAAAAAAAAAAAAAAAmAIAAGRycy9k&#10;b3ducmV2LnhtbFBLBQYAAAAABAAEAPUAAACJAwAAAAA=&#10;" path="m,l186,r,50l68,50r,54l178,104r,53l68,157r,58l190,215r,52l,267,,xe" fillcolor="black" stroked="f">
                <v:path arrowok="t" o:connecttype="custom" o:connectlocs="0,0;2147483646,0;2147483646,1620127353;2147483646,1620127353;2147483646,2147483646;2147483646,2147483646;2147483646,2147483646;2147483646,2147483646;2147483646,2147483646;2147483646,2147483646;2147483646,2147483646;0,2147483646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BlGcUA&#10;AADbAAAADwAAAGRycy9kb3ducmV2LnhtbESPUWvCQBCE3wX/w7EFX6ReakVK6im1VGophUalz0tu&#10;mwRzeyG3avTXewWhj8PMfMPMFp2r1ZHaUHk28DBKQBHn3lZcGNhtV/dPoIIgW6w9k4EzBVjM+70Z&#10;ptafOKPjRgoVIRxSNFCKNKnWIS/JYRj5hjh6v751KFG2hbYtniLc1XqcJFPtsOK4UGJDryXl+83B&#10;GXg7X7KP78vw5zOR9+yLlkstk86YwV338gxKqJP/8K29tgYep/D3Jf4APb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IGUZxQAAANsAAAAPAAAAAAAAAAAAAAAAAJgCAABkcnMv&#10;ZG93bnJldi54bWxQSwUGAAAAAAQABAD1AAAAigMAAAAA&#10;" path="m,l72,r33,203l107,203,141,r91,l269,203,304,r69,l311,267r-89,l186,62,151,267r-93,l,xe" fillcolor="black" stroked="f">
                <v:path arrowok="t" o:connecttype="custom" o:connectlocs="0,0;2147483646,0;2147483646,2147483646;2147483646,2147483646;2147483646,0;2147483646,0;2147483646,2147483646;2147483646,0;2147483646,0;2147483646,2147483646;2147483646,2147483646;2147483646,2009043477;2147483646,2147483646;1841680822,2147483646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cw9sQA&#10;AADbAAAADwAAAGRycy9kb3ducmV2LnhtbESPQWvCQBSE74L/YXmCN90YqUrqKlIQpQehVqHHR/Y1&#10;G5t9m2bXJP33XaHQ4zAz3zDrbW8r0VLjS8cKZtMEBHHudMmFgsv7frIC4QOyxsoxKfghD9vNcLDG&#10;TLuO36g9h0JECPsMFZgQ6kxKnxuy6KeuJo7ep2sshiibQuoGuwi3lUyTZCEtlhwXDNb0Yij/Ot+t&#10;gpTk7WKfDstFQv31Q6bft5N5VWo86nfPIAL14T/81z5qBfMlPL7EH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+3MPbEAAAA2wAAAA8AAAAAAAAAAAAAAAAAmAIAAGRycy9k&#10;b3ducmV2LnhtbFBLBQYAAAAABAAEAPUAAACJ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2147483646,0;2147483646,129415152;2147483646,2070137459;2147483646,1876065229;2147483646,1681992998;2147483646,1681992998;2147483646,1746649758;2147483646,2005480380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356244806,2147483646;126190171,2147483646;315375583,2147483646;1356244806,2147483646;2147483646,2147483646;2147483646,2147483646;2147483646,2147483646;2147483646,2147483646;2147483646,2147483646;2147483646,2147483646;2147483646,2147483646;2018543515,2147483646;914679052,2147483646;378470669,2147483646;63095086,2147483646;0,2147483646;126190171,1876065229;378470669,1293848536;725393795,873325038;1766263017,226451267;2147483646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LZzsAA&#10;AADbAAAADwAAAGRycy9kb3ducmV2LnhtbERPTYvCMBC9L/gfwgheRFNdWKSaFhUFj7vVi7exGdti&#10;MylNbKu/fnNY2OPjfW/SwdSio9ZVlhUs5hEI4tzqigsFl/NxtgLhPLLG2jIpeJGDNBl9bDDWtucf&#10;6jJfiBDCLkYFpfdNLKXLSzLo5rYhDtzdtgZ9gG0hdYt9CDe1XEbRlzRYcWgosaF9SfkjexoFz6nL&#10;9jf9Pb0OXa4P713fV++tUpPxsF2D8DT4f/Gf+6QVfIax4Uv4ATL5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jLZzsAAAADbAAAADwAAAAAAAAAAAAAAAACYAgAAZHJzL2Rvd25y&#10;ZXYueG1sUEsFBgAAAAAEAAQA9QAAAIUDAAAAAA=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2147483646,0;2147483646,129415152;2147483646,2070137459;2147483646,1876065229;2147483646,1681992998;2147483646,1681992998;2147483646,1746649758;2147483646,2005480380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356244806,2147483646;126190171,2147483646;315375583,2147483646;1356244806,2147483646;2147483646,2147483646;2147483646,2147483646;2147483646,2147483646;2147483646,2147483646;2147483646,2147483646;2147483646,2147483646;2147483646,2147483646;2018543515,2147483646;914679052,2147483646;378470669,2147483646;63095086,2147483646;0,2147483646;126190171,1876065229;378470669,1293848536;725393795,873325038;1766263017,226451267;2147483646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F86D9C" w:rsidRPr="00AE3921" w:rsidTr="001F529C">
      <w:trPr>
        <w:trHeight w:val="227"/>
        <w:jc w:val="center"/>
      </w:trPr>
      <w:tc>
        <w:tcPr>
          <w:tcW w:w="5103" w:type="dxa"/>
          <w:vAlign w:val="center"/>
        </w:tcPr>
        <w:p w:rsidR="00F86D9C" w:rsidRPr="00AE3921" w:rsidRDefault="00CA114E" w:rsidP="001F529C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r>
            <w:rPr>
              <w:color w:val="000000" w:themeColor="text1"/>
              <w:sz w:val="12"/>
              <w:szCs w:val="12"/>
            </w:rPr>
            <w:t>Kanalizace Frýdek-Místek - Skalice</w:t>
          </w:r>
        </w:p>
      </w:tc>
      <w:tc>
        <w:tcPr>
          <w:tcW w:w="3402" w:type="dxa"/>
          <w:tcMar>
            <w:left w:w="113" w:type="dxa"/>
          </w:tcMar>
          <w:vAlign w:val="center"/>
        </w:tcPr>
        <w:p w:rsidR="00F86D9C" w:rsidRPr="00AE3921" w:rsidRDefault="00A130F0" w:rsidP="00D245A6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-462044778"/>
              <w:showingPlcHdr/>
              <w:text/>
            </w:sdtPr>
            <w:sdtEndPr/>
            <w:sdtContent>
              <w:r w:rsidR="00F86D9C">
                <w:rPr>
                  <w:bCs/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F86D9C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-315488470"/>
              <w:text/>
            </w:sdtPr>
            <w:sdtEndPr/>
            <w:sdtContent>
              <w:r w:rsidR="00F86D9C" w:rsidRPr="00AE3921">
                <w:rPr>
                  <w:bC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  <w:tr w:rsidR="00F86D9C" w:rsidRPr="00AE3921" w:rsidTr="001F529C">
      <w:trPr>
        <w:trHeight w:val="227"/>
        <w:jc w:val="center"/>
      </w:trPr>
      <w:tc>
        <w:tcPr>
          <w:tcW w:w="5103" w:type="dxa"/>
          <w:vAlign w:val="center"/>
        </w:tcPr>
        <w:p w:rsidR="00F86D9C" w:rsidRPr="00AE3921" w:rsidRDefault="00F86D9C" w:rsidP="001F529C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r>
            <w:rPr>
              <w:color w:val="000000" w:themeColor="text1"/>
              <w:sz w:val="12"/>
              <w:szCs w:val="12"/>
            </w:rPr>
            <w:t>Seznam příloh</w:t>
          </w:r>
        </w:p>
      </w:tc>
      <w:tc>
        <w:tcPr>
          <w:tcW w:w="3402" w:type="dxa"/>
          <w:tcMar>
            <w:left w:w="113" w:type="dxa"/>
          </w:tcMar>
          <w:vAlign w:val="center"/>
        </w:tcPr>
        <w:p w:rsidR="00F86D9C" w:rsidRPr="00AE3921" w:rsidRDefault="00A130F0" w:rsidP="004D37E7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-2093997134"/>
              <w:showingPlcHdr/>
              <w:text/>
            </w:sdtPr>
            <w:sdtEndPr/>
            <w:sdtContent>
              <w:r w:rsidR="00F86D9C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proofErr w:type="spellStart"/>
          <w:r w:rsidR="00F86D9C">
            <w:rPr>
              <w:color w:val="000000" w:themeColor="text1"/>
              <w:sz w:val="12"/>
              <w:szCs w:val="12"/>
            </w:rPr>
            <w:t>D</w:t>
          </w:r>
          <w:r w:rsidR="00CA114E">
            <w:rPr>
              <w:color w:val="000000" w:themeColor="text1"/>
              <w:sz w:val="12"/>
              <w:szCs w:val="12"/>
            </w:rPr>
            <w:t>PS</w:t>
          </w:r>
          <w:proofErr w:type="spellEnd"/>
        </w:p>
      </w:tc>
    </w:tr>
  </w:tbl>
  <w:p w:rsidR="00F86D9C" w:rsidRPr="00AE3921" w:rsidRDefault="00F86D9C" w:rsidP="00CA337C">
    <w:pPr>
      <w:pStyle w:val="Zhlav"/>
      <w:rPr>
        <w:color w:val="000000" w:themeColor="text1"/>
        <w:sz w:val="12"/>
        <w:szCs w:val="1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D9C" w:rsidRPr="00AE3921" w:rsidRDefault="00F86D9C" w:rsidP="00CA337C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="003746F9">
      <w:rPr>
        <w:noProof/>
        <w:color w:val="000000" w:themeColor="text1"/>
      </w:rPr>
      <mc:AlternateContent>
        <mc:Choice Requires="wpc">
          <w:drawing>
            <wp:inline distT="0" distB="0" distL="0" distR="0">
              <wp:extent cx="683895" cy="199390"/>
              <wp:effectExtent l="0" t="9525" r="1905" b="635"/>
              <wp:docPr id="26" name="Plátno 3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4" name="Freeform 195"/>
                      <wps:cNvSpPr>
                        <a:spLocks noEditPoints="1"/>
                      </wps:cNvSpPr>
                      <wps:spPr bwMode="auto">
                        <a:xfrm>
                          <a:off x="507370" y="26612"/>
                          <a:ext cx="176525" cy="172178"/>
                        </a:xfrm>
                        <a:custGeom>
                          <a:avLst/>
                          <a:gdLst>
                            <a:gd name="T0" fmla="*/ 44756707 w 556"/>
                            <a:gd name="T1" fmla="*/ 42507038 h 543"/>
                            <a:gd name="T2" fmla="*/ 44756707 w 556"/>
                            <a:gd name="T3" fmla="*/ 47933658 h 543"/>
                            <a:gd name="T4" fmla="*/ 11289980 w 556"/>
                            <a:gd name="T5" fmla="*/ 47933658 h 543"/>
                            <a:gd name="T6" fmla="*/ 11289980 w 556"/>
                            <a:gd name="T7" fmla="*/ 42507038 h 543"/>
                            <a:gd name="T8" fmla="*/ 27821737 w 556"/>
                            <a:gd name="T9" fmla="*/ 25725232 h 543"/>
                            <a:gd name="T10" fmla="*/ 44756707 w 556"/>
                            <a:gd name="T11" fmla="*/ 42507038 h 543"/>
                            <a:gd name="T12" fmla="*/ 56046688 w 556"/>
                            <a:gd name="T13" fmla="*/ 18188719 h 543"/>
                            <a:gd name="T14" fmla="*/ 35583757 w 556"/>
                            <a:gd name="T15" fmla="*/ 18188719 h 543"/>
                            <a:gd name="T16" fmla="*/ 48889805 w 556"/>
                            <a:gd name="T17" fmla="*/ 4924037 h 543"/>
                            <a:gd name="T18" fmla="*/ 43950280 w 556"/>
                            <a:gd name="T19" fmla="*/ 402066 h 543"/>
                            <a:gd name="T20" fmla="*/ 27821737 w 556"/>
                            <a:gd name="T21" fmla="*/ 16580773 h 543"/>
                            <a:gd name="T22" fmla="*/ 11491587 w 556"/>
                            <a:gd name="T23" fmla="*/ 0 h 543"/>
                            <a:gd name="T24" fmla="*/ 6955593 w 556"/>
                            <a:gd name="T25" fmla="*/ 4723004 h 543"/>
                            <a:gd name="T26" fmla="*/ 20261641 w 556"/>
                            <a:gd name="T27" fmla="*/ 18188719 h 543"/>
                            <a:gd name="T28" fmla="*/ 0 w 556"/>
                            <a:gd name="T29" fmla="*/ 18188719 h 543"/>
                            <a:gd name="T30" fmla="*/ 0 w 556"/>
                            <a:gd name="T31" fmla="*/ 24418836 h 543"/>
                            <a:gd name="T32" fmla="*/ 20261641 w 556"/>
                            <a:gd name="T33" fmla="*/ 24418836 h 543"/>
                            <a:gd name="T34" fmla="*/ 4636956 w 556"/>
                            <a:gd name="T35" fmla="*/ 39793729 h 543"/>
                            <a:gd name="T36" fmla="*/ 4636956 w 556"/>
                            <a:gd name="T37" fmla="*/ 54565840 h 543"/>
                            <a:gd name="T38" fmla="*/ 51208125 w 556"/>
                            <a:gd name="T39" fmla="*/ 54565840 h 543"/>
                            <a:gd name="T40" fmla="*/ 51208125 w 556"/>
                            <a:gd name="T41" fmla="*/ 39793729 h 543"/>
                            <a:gd name="T42" fmla="*/ 35583757 w 556"/>
                            <a:gd name="T43" fmla="*/ 24418836 h 543"/>
                            <a:gd name="T44" fmla="*/ 56046688 w 556"/>
                            <a:gd name="T45" fmla="*/ 24418836 h 543"/>
                            <a:gd name="T46" fmla="*/ 56046688 w 556"/>
                            <a:gd name="T47" fmla="*/ 18188719 h 543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</a:gdLst>
                          <a:ahLst/>
                          <a:cxnLst>
                            <a:cxn ang="T48">
                              <a:pos x="T0" y="T1"/>
                            </a:cxn>
                            <a:cxn ang="T49">
                              <a:pos x="T2" y="T3"/>
                            </a:cxn>
                            <a:cxn ang="T50">
                              <a:pos x="T4" y="T5"/>
                            </a:cxn>
                            <a:cxn ang="T51">
                              <a:pos x="T6" y="T7"/>
                            </a:cxn>
                            <a:cxn ang="T52">
                              <a:pos x="T8" y="T9"/>
                            </a:cxn>
                            <a:cxn ang="T53">
                              <a:pos x="T10" y="T11"/>
                            </a:cxn>
                            <a:cxn ang="T54">
                              <a:pos x="T12" y="T13"/>
                            </a:cxn>
                            <a:cxn ang="T55">
                              <a:pos x="T14" y="T15"/>
                            </a:cxn>
                            <a:cxn ang="T56">
                              <a:pos x="T16" y="T17"/>
                            </a:cxn>
                            <a:cxn ang="T57">
                              <a:pos x="T18" y="T19"/>
                            </a:cxn>
                            <a:cxn ang="T58">
                              <a:pos x="T20" y="T21"/>
                            </a:cxn>
                            <a:cxn ang="T59">
                              <a:pos x="T22" y="T23"/>
                            </a:cxn>
                            <a:cxn ang="T60">
                              <a:pos x="T24" y="T25"/>
                            </a:cxn>
                            <a:cxn ang="T61">
                              <a:pos x="T26" y="T27"/>
                            </a:cxn>
                            <a:cxn ang="T62">
                              <a:pos x="T28" y="T29"/>
                            </a:cxn>
                            <a:cxn ang="T63">
                              <a:pos x="T30" y="T31"/>
                            </a:cxn>
                            <a:cxn ang="T64">
                              <a:pos x="T32" y="T33"/>
                            </a:cxn>
                            <a:cxn ang="T65">
                              <a:pos x="T34" y="T35"/>
                            </a:cxn>
                            <a:cxn ang="T66">
                              <a:pos x="T36" y="T37"/>
                            </a:cxn>
                            <a:cxn ang="T67">
                              <a:pos x="T38" y="T39"/>
                            </a:cxn>
                            <a:cxn ang="T68">
                              <a:pos x="T40" y="T41"/>
                            </a:cxn>
                            <a:cxn ang="T69">
                              <a:pos x="T42" y="T43"/>
                            </a:cxn>
                            <a:cxn ang="T70">
                              <a:pos x="T44" y="T45"/>
                            </a:cxn>
                            <a:cxn ang="T71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96"/>
                      <wps:cNvSpPr>
                        <a:spLocks/>
                      </wps:cNvSpPr>
                      <wps:spPr bwMode="auto">
                        <a:xfrm>
                          <a:off x="574680" y="0"/>
                          <a:ext cx="41906" cy="41919"/>
                        </a:xfrm>
                        <a:custGeom>
                          <a:avLst/>
                          <a:gdLst>
                            <a:gd name="T0" fmla="*/ 13406721 w 131"/>
                            <a:gd name="T1" fmla="*/ 6654641 h 132"/>
                            <a:gd name="T2" fmla="*/ 13406721 w 131"/>
                            <a:gd name="T3" fmla="*/ 6654641 h 132"/>
                            <a:gd name="T4" fmla="*/ 13304355 w 131"/>
                            <a:gd name="T5" fmla="*/ 7965563 h 132"/>
                            <a:gd name="T6" fmla="*/ 12894892 w 131"/>
                            <a:gd name="T7" fmla="*/ 9377153 h 132"/>
                            <a:gd name="T8" fmla="*/ 12281017 w 131"/>
                            <a:gd name="T9" fmla="*/ 10385432 h 132"/>
                            <a:gd name="T10" fmla="*/ 11462091 w 131"/>
                            <a:gd name="T11" fmla="*/ 11292725 h 132"/>
                            <a:gd name="T12" fmla="*/ 10541118 w 131"/>
                            <a:gd name="T13" fmla="*/ 12099348 h 132"/>
                            <a:gd name="T14" fmla="*/ 9313049 w 131"/>
                            <a:gd name="T15" fmla="*/ 12905971 h 132"/>
                            <a:gd name="T16" fmla="*/ 8084979 w 131"/>
                            <a:gd name="T17" fmla="*/ 13309283 h 132"/>
                            <a:gd name="T18" fmla="*/ 6754543 w 131"/>
                            <a:gd name="T19" fmla="*/ 13309283 h 132"/>
                            <a:gd name="T20" fmla="*/ 6754543 w 131"/>
                            <a:gd name="T21" fmla="*/ 13309283 h 132"/>
                            <a:gd name="T22" fmla="*/ 5321742 w 131"/>
                            <a:gd name="T23" fmla="*/ 13309283 h 132"/>
                            <a:gd name="T24" fmla="*/ 4196038 w 131"/>
                            <a:gd name="T25" fmla="*/ 12905971 h 132"/>
                            <a:gd name="T26" fmla="*/ 2967968 w 131"/>
                            <a:gd name="T27" fmla="*/ 12099348 h 132"/>
                            <a:gd name="T28" fmla="*/ 1944630 w 131"/>
                            <a:gd name="T29" fmla="*/ 11292725 h 132"/>
                            <a:gd name="T30" fmla="*/ 1228070 w 131"/>
                            <a:gd name="T31" fmla="*/ 10385432 h 132"/>
                            <a:gd name="T32" fmla="*/ 614195 w 131"/>
                            <a:gd name="T33" fmla="*/ 9377153 h 132"/>
                            <a:gd name="T34" fmla="*/ 204732 w 131"/>
                            <a:gd name="T35" fmla="*/ 7965563 h 132"/>
                            <a:gd name="T36" fmla="*/ 0 w 131"/>
                            <a:gd name="T37" fmla="*/ 6654641 h 132"/>
                            <a:gd name="T38" fmla="*/ 0 w 131"/>
                            <a:gd name="T39" fmla="*/ 6654641 h 132"/>
                            <a:gd name="T40" fmla="*/ 204732 w 131"/>
                            <a:gd name="T41" fmla="*/ 5243051 h 132"/>
                            <a:gd name="T42" fmla="*/ 614195 w 131"/>
                            <a:gd name="T43" fmla="*/ 4134103 h 132"/>
                            <a:gd name="T44" fmla="*/ 1228070 w 131"/>
                            <a:gd name="T45" fmla="*/ 2924168 h 132"/>
                            <a:gd name="T46" fmla="*/ 1944630 w 131"/>
                            <a:gd name="T47" fmla="*/ 1915889 h 132"/>
                            <a:gd name="T48" fmla="*/ 2967968 w 131"/>
                            <a:gd name="T49" fmla="*/ 1209935 h 132"/>
                            <a:gd name="T50" fmla="*/ 4196038 w 131"/>
                            <a:gd name="T51" fmla="*/ 604967 h 132"/>
                            <a:gd name="T52" fmla="*/ 5321742 w 131"/>
                            <a:gd name="T53" fmla="*/ 201656 h 132"/>
                            <a:gd name="T54" fmla="*/ 6754543 w 131"/>
                            <a:gd name="T55" fmla="*/ 0 h 132"/>
                            <a:gd name="T56" fmla="*/ 6754543 w 131"/>
                            <a:gd name="T57" fmla="*/ 0 h 132"/>
                            <a:gd name="T58" fmla="*/ 8084979 w 131"/>
                            <a:gd name="T59" fmla="*/ 201656 h 132"/>
                            <a:gd name="T60" fmla="*/ 9313049 w 131"/>
                            <a:gd name="T61" fmla="*/ 604967 h 132"/>
                            <a:gd name="T62" fmla="*/ 10541118 w 131"/>
                            <a:gd name="T63" fmla="*/ 1209935 h 132"/>
                            <a:gd name="T64" fmla="*/ 11462091 w 131"/>
                            <a:gd name="T65" fmla="*/ 1915889 h 132"/>
                            <a:gd name="T66" fmla="*/ 12281017 w 131"/>
                            <a:gd name="T67" fmla="*/ 2924168 h 132"/>
                            <a:gd name="T68" fmla="*/ 12894892 w 131"/>
                            <a:gd name="T69" fmla="*/ 4134103 h 132"/>
                            <a:gd name="T70" fmla="*/ 13304355 w 131"/>
                            <a:gd name="T71" fmla="*/ 5243051 h 132"/>
                            <a:gd name="T72" fmla="*/ 13406721 w 131"/>
                            <a:gd name="T73" fmla="*/ 6654641 h 132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97"/>
                      <wps:cNvSpPr>
                        <a:spLocks/>
                      </wps:cNvSpPr>
                      <wps:spPr bwMode="auto">
                        <a:xfrm>
                          <a:off x="574680" y="0"/>
                          <a:ext cx="41906" cy="41919"/>
                        </a:xfrm>
                        <a:custGeom>
                          <a:avLst/>
                          <a:gdLst>
                            <a:gd name="T0" fmla="*/ 13406721 w 131"/>
                            <a:gd name="T1" fmla="*/ 6654641 h 132"/>
                            <a:gd name="T2" fmla="*/ 13406721 w 131"/>
                            <a:gd name="T3" fmla="*/ 6654641 h 132"/>
                            <a:gd name="T4" fmla="*/ 13304355 w 131"/>
                            <a:gd name="T5" fmla="*/ 7965563 h 132"/>
                            <a:gd name="T6" fmla="*/ 12894892 w 131"/>
                            <a:gd name="T7" fmla="*/ 9377153 h 132"/>
                            <a:gd name="T8" fmla="*/ 12281017 w 131"/>
                            <a:gd name="T9" fmla="*/ 10385432 h 132"/>
                            <a:gd name="T10" fmla="*/ 11462091 w 131"/>
                            <a:gd name="T11" fmla="*/ 11292725 h 132"/>
                            <a:gd name="T12" fmla="*/ 10541118 w 131"/>
                            <a:gd name="T13" fmla="*/ 12099348 h 132"/>
                            <a:gd name="T14" fmla="*/ 9313049 w 131"/>
                            <a:gd name="T15" fmla="*/ 12905971 h 132"/>
                            <a:gd name="T16" fmla="*/ 8084979 w 131"/>
                            <a:gd name="T17" fmla="*/ 13309283 h 132"/>
                            <a:gd name="T18" fmla="*/ 6754543 w 131"/>
                            <a:gd name="T19" fmla="*/ 13309283 h 132"/>
                            <a:gd name="T20" fmla="*/ 6754543 w 131"/>
                            <a:gd name="T21" fmla="*/ 13309283 h 132"/>
                            <a:gd name="T22" fmla="*/ 5321742 w 131"/>
                            <a:gd name="T23" fmla="*/ 13309283 h 132"/>
                            <a:gd name="T24" fmla="*/ 4196038 w 131"/>
                            <a:gd name="T25" fmla="*/ 12905971 h 132"/>
                            <a:gd name="T26" fmla="*/ 2967968 w 131"/>
                            <a:gd name="T27" fmla="*/ 12099348 h 132"/>
                            <a:gd name="T28" fmla="*/ 1944630 w 131"/>
                            <a:gd name="T29" fmla="*/ 11292725 h 132"/>
                            <a:gd name="T30" fmla="*/ 1228070 w 131"/>
                            <a:gd name="T31" fmla="*/ 10385432 h 132"/>
                            <a:gd name="T32" fmla="*/ 614195 w 131"/>
                            <a:gd name="T33" fmla="*/ 9377153 h 132"/>
                            <a:gd name="T34" fmla="*/ 204732 w 131"/>
                            <a:gd name="T35" fmla="*/ 7965563 h 132"/>
                            <a:gd name="T36" fmla="*/ 0 w 131"/>
                            <a:gd name="T37" fmla="*/ 6654641 h 132"/>
                            <a:gd name="T38" fmla="*/ 0 w 131"/>
                            <a:gd name="T39" fmla="*/ 6654641 h 132"/>
                            <a:gd name="T40" fmla="*/ 204732 w 131"/>
                            <a:gd name="T41" fmla="*/ 5243051 h 132"/>
                            <a:gd name="T42" fmla="*/ 614195 w 131"/>
                            <a:gd name="T43" fmla="*/ 4134103 h 132"/>
                            <a:gd name="T44" fmla="*/ 1228070 w 131"/>
                            <a:gd name="T45" fmla="*/ 2924168 h 132"/>
                            <a:gd name="T46" fmla="*/ 1944630 w 131"/>
                            <a:gd name="T47" fmla="*/ 1915889 h 132"/>
                            <a:gd name="T48" fmla="*/ 2967968 w 131"/>
                            <a:gd name="T49" fmla="*/ 1209935 h 132"/>
                            <a:gd name="T50" fmla="*/ 4196038 w 131"/>
                            <a:gd name="T51" fmla="*/ 604967 h 132"/>
                            <a:gd name="T52" fmla="*/ 5321742 w 131"/>
                            <a:gd name="T53" fmla="*/ 201656 h 132"/>
                            <a:gd name="T54" fmla="*/ 6754543 w 131"/>
                            <a:gd name="T55" fmla="*/ 0 h 132"/>
                            <a:gd name="T56" fmla="*/ 6754543 w 131"/>
                            <a:gd name="T57" fmla="*/ 0 h 132"/>
                            <a:gd name="T58" fmla="*/ 8084979 w 131"/>
                            <a:gd name="T59" fmla="*/ 201656 h 132"/>
                            <a:gd name="T60" fmla="*/ 9313049 w 131"/>
                            <a:gd name="T61" fmla="*/ 604967 h 132"/>
                            <a:gd name="T62" fmla="*/ 10541118 w 131"/>
                            <a:gd name="T63" fmla="*/ 1209935 h 132"/>
                            <a:gd name="T64" fmla="*/ 11462091 w 131"/>
                            <a:gd name="T65" fmla="*/ 1915889 h 132"/>
                            <a:gd name="T66" fmla="*/ 12281017 w 131"/>
                            <a:gd name="T67" fmla="*/ 2924168 h 132"/>
                            <a:gd name="T68" fmla="*/ 12894892 w 131"/>
                            <a:gd name="T69" fmla="*/ 4134103 h 132"/>
                            <a:gd name="T70" fmla="*/ 13304355 w 131"/>
                            <a:gd name="T71" fmla="*/ 5243051 h 132"/>
                            <a:gd name="T72" fmla="*/ 13406721 w 131"/>
                            <a:gd name="T73" fmla="*/ 6654641 h 132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98"/>
                      <wps:cNvSpPr>
                        <a:spLocks noEditPoints="1"/>
                      </wps:cNvSpPr>
                      <wps:spPr bwMode="auto">
                        <a:xfrm>
                          <a:off x="381053" y="113051"/>
                          <a:ext cx="84412" cy="86339"/>
                        </a:xfrm>
                        <a:custGeom>
                          <a:avLst/>
                          <a:gdLst>
                            <a:gd name="T0" fmla="*/ 13400564 w 266"/>
                            <a:gd name="T1" fmla="*/ 0 h 271"/>
                            <a:gd name="T2" fmla="*/ 16322298 w 266"/>
                            <a:gd name="T3" fmla="*/ 202944 h 271"/>
                            <a:gd name="T4" fmla="*/ 19042839 w 266"/>
                            <a:gd name="T5" fmla="*/ 710783 h 271"/>
                            <a:gd name="T6" fmla="*/ 21360044 w 266"/>
                            <a:gd name="T7" fmla="*/ 1929087 h 271"/>
                            <a:gd name="T8" fmla="*/ 23274546 w 266"/>
                            <a:gd name="T9" fmla="*/ 3553599 h 271"/>
                            <a:gd name="T10" fmla="*/ 24886625 w 266"/>
                            <a:gd name="T11" fmla="*/ 5482367 h 271"/>
                            <a:gd name="T12" fmla="*/ 25894174 w 266"/>
                            <a:gd name="T13" fmla="*/ 7817662 h 271"/>
                            <a:gd name="T14" fmla="*/ 26397790 w 266"/>
                            <a:gd name="T15" fmla="*/ 10558846 h 271"/>
                            <a:gd name="T16" fmla="*/ 26800810 w 266"/>
                            <a:gd name="T17" fmla="*/ 13706237 h 271"/>
                            <a:gd name="T18" fmla="*/ 26196280 w 266"/>
                            <a:gd name="T19" fmla="*/ 18274876 h 271"/>
                            <a:gd name="T20" fmla="*/ 25491155 w 266"/>
                            <a:gd name="T21" fmla="*/ 20813115 h 271"/>
                            <a:gd name="T22" fmla="*/ 24080586 w 266"/>
                            <a:gd name="T23" fmla="*/ 22945147 h 271"/>
                            <a:gd name="T24" fmla="*/ 22367593 w 266"/>
                            <a:gd name="T25" fmla="*/ 24772603 h 271"/>
                            <a:gd name="T26" fmla="*/ 20453408 w 266"/>
                            <a:gd name="T27" fmla="*/ 26092538 h 271"/>
                            <a:gd name="T28" fmla="*/ 17833780 w 266"/>
                            <a:gd name="T29" fmla="*/ 27107579 h 271"/>
                            <a:gd name="T30" fmla="*/ 14911729 w 266"/>
                            <a:gd name="T31" fmla="*/ 27513786 h 271"/>
                            <a:gd name="T32" fmla="*/ 13400564 w 266"/>
                            <a:gd name="T33" fmla="*/ 27513786 h 271"/>
                            <a:gd name="T34" fmla="*/ 10277002 w 266"/>
                            <a:gd name="T35" fmla="*/ 27310842 h 271"/>
                            <a:gd name="T36" fmla="*/ 7556778 w 266"/>
                            <a:gd name="T37" fmla="*/ 26701690 h 271"/>
                            <a:gd name="T38" fmla="*/ 5239256 w 266"/>
                            <a:gd name="T39" fmla="*/ 25584699 h 271"/>
                            <a:gd name="T40" fmla="*/ 3325071 w 266"/>
                            <a:gd name="T41" fmla="*/ 23960188 h 271"/>
                            <a:gd name="T42" fmla="*/ 1914502 w 266"/>
                            <a:gd name="T43" fmla="*/ 21828156 h 271"/>
                            <a:gd name="T44" fmla="*/ 705443 w 266"/>
                            <a:gd name="T45" fmla="*/ 19493180 h 271"/>
                            <a:gd name="T46" fmla="*/ 201510 w 266"/>
                            <a:gd name="T47" fmla="*/ 16853309 h 271"/>
                            <a:gd name="T48" fmla="*/ 0 w 266"/>
                            <a:gd name="T49" fmla="*/ 13706237 h 271"/>
                            <a:gd name="T50" fmla="*/ 403020 w 266"/>
                            <a:gd name="T51" fmla="*/ 9238910 h 271"/>
                            <a:gd name="T52" fmla="*/ 1309973 w 266"/>
                            <a:gd name="T53" fmla="*/ 6700671 h 271"/>
                            <a:gd name="T54" fmla="*/ 2519032 w 266"/>
                            <a:gd name="T55" fmla="*/ 4467326 h 271"/>
                            <a:gd name="T56" fmla="*/ 4231707 w 266"/>
                            <a:gd name="T57" fmla="*/ 2741184 h 271"/>
                            <a:gd name="T58" fmla="*/ 6347719 w 266"/>
                            <a:gd name="T59" fmla="*/ 1319935 h 271"/>
                            <a:gd name="T60" fmla="*/ 8967347 w 266"/>
                            <a:gd name="T61" fmla="*/ 406207 h 271"/>
                            <a:gd name="T62" fmla="*/ 11687571 w 266"/>
                            <a:gd name="T63" fmla="*/ 0 h 271"/>
                            <a:gd name="T64" fmla="*/ 13400564 w 266"/>
                            <a:gd name="T65" fmla="*/ 22234363 h 271"/>
                            <a:gd name="T66" fmla="*/ 14710219 w 266"/>
                            <a:gd name="T67" fmla="*/ 22234363 h 271"/>
                            <a:gd name="T68" fmla="*/ 17128337 w 266"/>
                            <a:gd name="T69" fmla="*/ 20813115 h 271"/>
                            <a:gd name="T70" fmla="*/ 18438310 w 266"/>
                            <a:gd name="T71" fmla="*/ 18477820 h 271"/>
                            <a:gd name="T72" fmla="*/ 19042839 w 266"/>
                            <a:gd name="T73" fmla="*/ 15330429 h 271"/>
                            <a:gd name="T74" fmla="*/ 19244349 w 266"/>
                            <a:gd name="T75" fmla="*/ 13706237 h 271"/>
                            <a:gd name="T76" fmla="*/ 18841330 w 266"/>
                            <a:gd name="T77" fmla="*/ 10355901 h 271"/>
                            <a:gd name="T78" fmla="*/ 17833780 w 266"/>
                            <a:gd name="T79" fmla="*/ 7614399 h 271"/>
                            <a:gd name="T80" fmla="*/ 16120788 w 266"/>
                            <a:gd name="T81" fmla="*/ 5888575 h 271"/>
                            <a:gd name="T82" fmla="*/ 13400564 w 266"/>
                            <a:gd name="T83" fmla="*/ 5279423 h 271"/>
                            <a:gd name="T84" fmla="*/ 11889081 w 266"/>
                            <a:gd name="T85" fmla="*/ 5279423 h 271"/>
                            <a:gd name="T86" fmla="*/ 9470963 w 266"/>
                            <a:gd name="T87" fmla="*/ 6700671 h 271"/>
                            <a:gd name="T88" fmla="*/ 7959798 w 266"/>
                            <a:gd name="T89" fmla="*/ 9035966 h 271"/>
                            <a:gd name="T90" fmla="*/ 7355268 w 266"/>
                            <a:gd name="T91" fmla="*/ 11980094 h 271"/>
                            <a:gd name="T92" fmla="*/ 7153758 w 266"/>
                            <a:gd name="T93" fmla="*/ 13706237 h 271"/>
                            <a:gd name="T94" fmla="*/ 7556778 w 266"/>
                            <a:gd name="T95" fmla="*/ 16853309 h 271"/>
                            <a:gd name="T96" fmla="*/ 8564327 w 266"/>
                            <a:gd name="T97" fmla="*/ 19594811 h 271"/>
                            <a:gd name="T98" fmla="*/ 10478512 w 266"/>
                            <a:gd name="T99" fmla="*/ 21625211 h 271"/>
                            <a:gd name="T100" fmla="*/ 13400564 w 266"/>
                            <a:gd name="T101" fmla="*/ 22234363 h 271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</a:gdLst>
                          <a:ahLst/>
                          <a:cxnLst>
                            <a:cxn ang="T102">
                              <a:pos x="T0" y="T1"/>
                            </a:cxn>
                            <a:cxn ang="T103">
                              <a:pos x="T2" y="T3"/>
                            </a:cxn>
                            <a:cxn ang="T104">
                              <a:pos x="T4" y="T5"/>
                            </a:cxn>
                            <a:cxn ang="T105">
                              <a:pos x="T6" y="T7"/>
                            </a:cxn>
                            <a:cxn ang="T106">
                              <a:pos x="T8" y="T9"/>
                            </a:cxn>
                            <a:cxn ang="T107">
                              <a:pos x="T10" y="T11"/>
                            </a:cxn>
                            <a:cxn ang="T108">
                              <a:pos x="T12" y="T13"/>
                            </a:cxn>
                            <a:cxn ang="T109">
                              <a:pos x="T14" y="T15"/>
                            </a:cxn>
                            <a:cxn ang="T110">
                              <a:pos x="T16" y="T17"/>
                            </a:cxn>
                            <a:cxn ang="T111">
                              <a:pos x="T18" y="T19"/>
                            </a:cxn>
                            <a:cxn ang="T112">
                              <a:pos x="T20" y="T21"/>
                            </a:cxn>
                            <a:cxn ang="T113">
                              <a:pos x="T22" y="T23"/>
                            </a:cxn>
                            <a:cxn ang="T114">
                              <a:pos x="T24" y="T25"/>
                            </a:cxn>
                            <a:cxn ang="T115">
                              <a:pos x="T26" y="T27"/>
                            </a:cxn>
                            <a:cxn ang="T116">
                              <a:pos x="T28" y="T29"/>
                            </a:cxn>
                            <a:cxn ang="T117">
                              <a:pos x="T30" y="T31"/>
                            </a:cxn>
                            <a:cxn ang="T118">
                              <a:pos x="T32" y="T33"/>
                            </a:cxn>
                            <a:cxn ang="T119">
                              <a:pos x="T34" y="T35"/>
                            </a:cxn>
                            <a:cxn ang="T120">
                              <a:pos x="T36" y="T37"/>
                            </a:cxn>
                            <a:cxn ang="T121">
                              <a:pos x="T38" y="T39"/>
                            </a:cxn>
                            <a:cxn ang="T122">
                              <a:pos x="T40" y="T41"/>
                            </a:cxn>
                            <a:cxn ang="T123">
                              <a:pos x="T42" y="T43"/>
                            </a:cxn>
                            <a:cxn ang="T124">
                              <a:pos x="T44" y="T45"/>
                            </a:cxn>
                            <a:cxn ang="T125">
                              <a:pos x="T46" y="T47"/>
                            </a:cxn>
                            <a:cxn ang="T126">
                              <a:pos x="T48" y="T49"/>
                            </a:cxn>
                            <a:cxn ang="T127">
                              <a:pos x="T50" y="T51"/>
                            </a:cxn>
                            <a:cxn ang="T128">
                              <a:pos x="T52" y="T53"/>
                            </a:cxn>
                            <a:cxn ang="T129">
                              <a:pos x="T54" y="T55"/>
                            </a:cxn>
                            <a:cxn ang="T130">
                              <a:pos x="T56" y="T57"/>
                            </a:cxn>
                            <a:cxn ang="T131">
                              <a:pos x="T58" y="T59"/>
                            </a:cxn>
                            <a:cxn ang="T132">
                              <a:pos x="T60" y="T61"/>
                            </a:cxn>
                            <a:cxn ang="T133">
                              <a:pos x="T62" y="T63"/>
                            </a:cxn>
                            <a:cxn ang="T134">
                              <a:pos x="T64" y="T65"/>
                            </a:cxn>
                            <a:cxn ang="T135">
                              <a:pos x="T66" y="T67"/>
                            </a:cxn>
                            <a:cxn ang="T136">
                              <a:pos x="T68" y="T69"/>
                            </a:cxn>
                            <a:cxn ang="T137">
                              <a:pos x="T70" y="T71"/>
                            </a:cxn>
                            <a:cxn ang="T138">
                              <a:pos x="T72" y="T73"/>
                            </a:cxn>
                            <a:cxn ang="T139">
                              <a:pos x="T74" y="T75"/>
                            </a:cxn>
                            <a:cxn ang="T140">
                              <a:pos x="T76" y="T77"/>
                            </a:cxn>
                            <a:cxn ang="T141">
                              <a:pos x="T78" y="T79"/>
                            </a:cxn>
                            <a:cxn ang="T142">
                              <a:pos x="T80" y="T81"/>
                            </a:cxn>
                            <a:cxn ang="T143">
                              <a:pos x="T82" y="T83"/>
                            </a:cxn>
                            <a:cxn ang="T144">
                              <a:pos x="T84" y="T85"/>
                            </a:cxn>
                            <a:cxn ang="T145">
                              <a:pos x="T86" y="T87"/>
                            </a:cxn>
                            <a:cxn ang="T146">
                              <a:pos x="T88" y="T89"/>
                            </a:cxn>
                            <a:cxn ang="T147">
                              <a:pos x="T90" y="T91"/>
                            </a:cxn>
                            <a:cxn ang="T148">
                              <a:pos x="T92" y="T93"/>
                            </a:cxn>
                            <a:cxn ang="T149">
                              <a:pos x="T94" y="T95"/>
                            </a:cxn>
                            <a:cxn ang="T150">
                              <a:pos x="T96" y="T97"/>
                            </a:cxn>
                            <a:cxn ang="T151">
                              <a:pos x="T98" y="T99"/>
                            </a:cxn>
                            <a:cxn ang="T152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99"/>
                      <wps:cNvSpPr>
                        <a:spLocks/>
                      </wps:cNvSpPr>
                      <wps:spPr bwMode="auto">
                        <a:xfrm>
                          <a:off x="381053" y="113051"/>
                          <a:ext cx="84412" cy="86339"/>
                        </a:xfrm>
                        <a:custGeom>
                          <a:avLst/>
                          <a:gdLst>
                            <a:gd name="T0" fmla="*/ 13400564 w 266"/>
                            <a:gd name="T1" fmla="*/ 0 h 271"/>
                            <a:gd name="T2" fmla="*/ 16322298 w 266"/>
                            <a:gd name="T3" fmla="*/ 202944 h 271"/>
                            <a:gd name="T4" fmla="*/ 19042839 w 266"/>
                            <a:gd name="T5" fmla="*/ 710783 h 271"/>
                            <a:gd name="T6" fmla="*/ 21360044 w 266"/>
                            <a:gd name="T7" fmla="*/ 1929087 h 271"/>
                            <a:gd name="T8" fmla="*/ 23274546 w 266"/>
                            <a:gd name="T9" fmla="*/ 3553599 h 271"/>
                            <a:gd name="T10" fmla="*/ 24886625 w 266"/>
                            <a:gd name="T11" fmla="*/ 5482367 h 271"/>
                            <a:gd name="T12" fmla="*/ 25894174 w 266"/>
                            <a:gd name="T13" fmla="*/ 7817662 h 271"/>
                            <a:gd name="T14" fmla="*/ 26397790 w 266"/>
                            <a:gd name="T15" fmla="*/ 10558846 h 271"/>
                            <a:gd name="T16" fmla="*/ 26800810 w 266"/>
                            <a:gd name="T17" fmla="*/ 13706237 h 271"/>
                            <a:gd name="T18" fmla="*/ 26196280 w 266"/>
                            <a:gd name="T19" fmla="*/ 18274876 h 271"/>
                            <a:gd name="T20" fmla="*/ 25491155 w 266"/>
                            <a:gd name="T21" fmla="*/ 20813115 h 271"/>
                            <a:gd name="T22" fmla="*/ 24080586 w 266"/>
                            <a:gd name="T23" fmla="*/ 22945147 h 271"/>
                            <a:gd name="T24" fmla="*/ 22367593 w 266"/>
                            <a:gd name="T25" fmla="*/ 24772603 h 271"/>
                            <a:gd name="T26" fmla="*/ 20453408 w 266"/>
                            <a:gd name="T27" fmla="*/ 26092538 h 271"/>
                            <a:gd name="T28" fmla="*/ 17833780 w 266"/>
                            <a:gd name="T29" fmla="*/ 27107579 h 271"/>
                            <a:gd name="T30" fmla="*/ 14911729 w 266"/>
                            <a:gd name="T31" fmla="*/ 27513786 h 271"/>
                            <a:gd name="T32" fmla="*/ 13400564 w 266"/>
                            <a:gd name="T33" fmla="*/ 27513786 h 271"/>
                            <a:gd name="T34" fmla="*/ 10277002 w 266"/>
                            <a:gd name="T35" fmla="*/ 27310842 h 271"/>
                            <a:gd name="T36" fmla="*/ 7556778 w 266"/>
                            <a:gd name="T37" fmla="*/ 26701690 h 271"/>
                            <a:gd name="T38" fmla="*/ 5239256 w 266"/>
                            <a:gd name="T39" fmla="*/ 25584699 h 271"/>
                            <a:gd name="T40" fmla="*/ 3325071 w 266"/>
                            <a:gd name="T41" fmla="*/ 23960188 h 271"/>
                            <a:gd name="T42" fmla="*/ 1914502 w 266"/>
                            <a:gd name="T43" fmla="*/ 21828156 h 271"/>
                            <a:gd name="T44" fmla="*/ 705443 w 266"/>
                            <a:gd name="T45" fmla="*/ 19493180 h 271"/>
                            <a:gd name="T46" fmla="*/ 201510 w 266"/>
                            <a:gd name="T47" fmla="*/ 16853309 h 271"/>
                            <a:gd name="T48" fmla="*/ 0 w 266"/>
                            <a:gd name="T49" fmla="*/ 13706237 h 271"/>
                            <a:gd name="T50" fmla="*/ 403020 w 266"/>
                            <a:gd name="T51" fmla="*/ 9238910 h 271"/>
                            <a:gd name="T52" fmla="*/ 1309973 w 266"/>
                            <a:gd name="T53" fmla="*/ 6700671 h 271"/>
                            <a:gd name="T54" fmla="*/ 2519032 w 266"/>
                            <a:gd name="T55" fmla="*/ 4467326 h 271"/>
                            <a:gd name="T56" fmla="*/ 4231707 w 266"/>
                            <a:gd name="T57" fmla="*/ 2741184 h 271"/>
                            <a:gd name="T58" fmla="*/ 6347719 w 266"/>
                            <a:gd name="T59" fmla="*/ 1319935 h 271"/>
                            <a:gd name="T60" fmla="*/ 8967347 w 266"/>
                            <a:gd name="T61" fmla="*/ 406207 h 271"/>
                            <a:gd name="T62" fmla="*/ 11687571 w 266"/>
                            <a:gd name="T63" fmla="*/ 0 h 271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</a:gdLst>
                          <a:ahLst/>
                          <a:cxnLst>
                            <a:cxn ang="T64">
                              <a:pos x="T0" y="T1"/>
                            </a:cxn>
                            <a:cxn ang="T65">
                              <a:pos x="T2" y="T3"/>
                            </a:cxn>
                            <a:cxn ang="T66">
                              <a:pos x="T4" y="T5"/>
                            </a:cxn>
                            <a:cxn ang="T67">
                              <a:pos x="T6" y="T7"/>
                            </a:cxn>
                            <a:cxn ang="T68">
                              <a:pos x="T8" y="T9"/>
                            </a:cxn>
                            <a:cxn ang="T69">
                              <a:pos x="T10" y="T11"/>
                            </a:cxn>
                            <a:cxn ang="T70">
                              <a:pos x="T12" y="T13"/>
                            </a:cxn>
                            <a:cxn ang="T71">
                              <a:pos x="T14" y="T15"/>
                            </a:cxn>
                            <a:cxn ang="T72">
                              <a:pos x="T16" y="T17"/>
                            </a:cxn>
                            <a:cxn ang="T73">
                              <a:pos x="T18" y="T19"/>
                            </a:cxn>
                            <a:cxn ang="T74">
                              <a:pos x="T20" y="T21"/>
                            </a:cxn>
                            <a:cxn ang="T75">
                              <a:pos x="T22" y="T23"/>
                            </a:cxn>
                            <a:cxn ang="T76">
                              <a:pos x="T24" y="T25"/>
                            </a:cxn>
                            <a:cxn ang="T77">
                              <a:pos x="T26" y="T27"/>
                            </a:cxn>
                            <a:cxn ang="T78">
                              <a:pos x="T28" y="T29"/>
                            </a:cxn>
                            <a:cxn ang="T79">
                              <a:pos x="T30" y="T31"/>
                            </a:cxn>
                            <a:cxn ang="T80">
                              <a:pos x="T32" y="T33"/>
                            </a:cxn>
                            <a:cxn ang="T81">
                              <a:pos x="T34" y="T35"/>
                            </a:cxn>
                            <a:cxn ang="T82">
                              <a:pos x="T36" y="T37"/>
                            </a:cxn>
                            <a:cxn ang="T83">
                              <a:pos x="T38" y="T39"/>
                            </a:cxn>
                            <a:cxn ang="T84">
                              <a:pos x="T40" y="T41"/>
                            </a:cxn>
                            <a:cxn ang="T85">
                              <a:pos x="T42" y="T43"/>
                            </a:cxn>
                            <a:cxn ang="T86">
                              <a:pos x="T44" y="T45"/>
                            </a:cxn>
                            <a:cxn ang="T87">
                              <a:pos x="T46" y="T47"/>
                            </a:cxn>
                            <a:cxn ang="T88">
                              <a:pos x="T48" y="T49"/>
                            </a:cxn>
                            <a:cxn ang="T89">
                              <a:pos x="T50" y="T51"/>
                            </a:cxn>
                            <a:cxn ang="T90">
                              <a:pos x="T52" y="T53"/>
                            </a:cxn>
                            <a:cxn ang="T91">
                              <a:pos x="T54" y="T55"/>
                            </a:cxn>
                            <a:cxn ang="T92">
                              <a:pos x="T56" y="T57"/>
                            </a:cxn>
                            <a:cxn ang="T93">
                              <a:pos x="T58" y="T59"/>
                            </a:cxn>
                            <a:cxn ang="T94">
                              <a:pos x="T60" y="T61"/>
                            </a:cxn>
                            <a:cxn ang="T95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200"/>
                      <wps:cNvSpPr>
                        <a:spLocks/>
                      </wps:cNvSpPr>
                      <wps:spPr bwMode="auto">
                        <a:xfrm>
                          <a:off x="403856" y="129558"/>
                          <a:ext cx="37505" cy="53324"/>
                        </a:xfrm>
                        <a:custGeom>
                          <a:avLst/>
                          <a:gdLst>
                            <a:gd name="T0" fmla="*/ 6049869 w 120"/>
                            <a:gd name="T1" fmla="*/ 17031749 h 167"/>
                            <a:gd name="T2" fmla="*/ 6049869 w 120"/>
                            <a:gd name="T3" fmla="*/ 17031749 h 167"/>
                            <a:gd name="T4" fmla="*/ 7318476 w 120"/>
                            <a:gd name="T5" fmla="*/ 17031749 h 167"/>
                            <a:gd name="T6" fmla="*/ 8684595 w 120"/>
                            <a:gd name="T7" fmla="*/ 16419960 h 167"/>
                            <a:gd name="T8" fmla="*/ 9660350 w 120"/>
                            <a:gd name="T9" fmla="*/ 15603816 h 167"/>
                            <a:gd name="T10" fmla="*/ 10343254 w 120"/>
                            <a:gd name="T11" fmla="*/ 14380238 h 167"/>
                            <a:gd name="T12" fmla="*/ 10928644 w 120"/>
                            <a:gd name="T13" fmla="*/ 13258198 h 167"/>
                            <a:gd name="T14" fmla="*/ 11319009 w 120"/>
                            <a:gd name="T15" fmla="*/ 11626548 h 167"/>
                            <a:gd name="T16" fmla="*/ 11514348 w 120"/>
                            <a:gd name="T17" fmla="*/ 10096756 h 167"/>
                            <a:gd name="T18" fmla="*/ 11709374 w 120"/>
                            <a:gd name="T19" fmla="*/ 8464786 h 167"/>
                            <a:gd name="T20" fmla="*/ 11709374 w 120"/>
                            <a:gd name="T21" fmla="*/ 8464786 h 167"/>
                            <a:gd name="T22" fmla="*/ 11514348 w 120"/>
                            <a:gd name="T23" fmla="*/ 6730958 h 167"/>
                            <a:gd name="T24" fmla="*/ 11319009 w 120"/>
                            <a:gd name="T25" fmla="*/ 5099307 h 167"/>
                            <a:gd name="T26" fmla="*/ 10928644 w 120"/>
                            <a:gd name="T27" fmla="*/ 3773551 h 167"/>
                            <a:gd name="T28" fmla="*/ 10343254 w 120"/>
                            <a:gd name="T29" fmla="*/ 2345617 h 167"/>
                            <a:gd name="T30" fmla="*/ 9660350 w 120"/>
                            <a:gd name="T31" fmla="*/ 1427934 h 167"/>
                            <a:gd name="T32" fmla="*/ 8684595 w 120"/>
                            <a:gd name="T33" fmla="*/ 611789 h 167"/>
                            <a:gd name="T34" fmla="*/ 7318476 w 120"/>
                            <a:gd name="T35" fmla="*/ 0 h 167"/>
                            <a:gd name="T36" fmla="*/ 6049869 w 120"/>
                            <a:gd name="T37" fmla="*/ 0 h 167"/>
                            <a:gd name="T38" fmla="*/ 6049869 w 120"/>
                            <a:gd name="T39" fmla="*/ 0 h 167"/>
                            <a:gd name="T40" fmla="*/ 4586236 w 120"/>
                            <a:gd name="T41" fmla="*/ 0 h 167"/>
                            <a:gd name="T42" fmla="*/ 3220117 w 120"/>
                            <a:gd name="T43" fmla="*/ 611789 h 167"/>
                            <a:gd name="T44" fmla="*/ 2244362 w 120"/>
                            <a:gd name="T45" fmla="*/ 1427934 h 167"/>
                            <a:gd name="T46" fmla="*/ 1366120 w 120"/>
                            <a:gd name="T47" fmla="*/ 2345617 h 167"/>
                            <a:gd name="T48" fmla="*/ 780729 w 120"/>
                            <a:gd name="T49" fmla="*/ 3773551 h 167"/>
                            <a:gd name="T50" fmla="*/ 390365 w 120"/>
                            <a:gd name="T51" fmla="*/ 5099307 h 167"/>
                            <a:gd name="T52" fmla="*/ 195026 w 120"/>
                            <a:gd name="T53" fmla="*/ 6730958 h 167"/>
                            <a:gd name="T54" fmla="*/ 0 w 120"/>
                            <a:gd name="T55" fmla="*/ 8464786 h 167"/>
                            <a:gd name="T56" fmla="*/ 0 w 120"/>
                            <a:gd name="T57" fmla="*/ 8464786 h 167"/>
                            <a:gd name="T58" fmla="*/ 195026 w 120"/>
                            <a:gd name="T59" fmla="*/ 10096756 h 167"/>
                            <a:gd name="T60" fmla="*/ 390365 w 120"/>
                            <a:gd name="T61" fmla="*/ 11626548 h 167"/>
                            <a:gd name="T62" fmla="*/ 780729 w 120"/>
                            <a:gd name="T63" fmla="*/ 13258198 h 167"/>
                            <a:gd name="T64" fmla="*/ 1366120 w 120"/>
                            <a:gd name="T65" fmla="*/ 14380238 h 167"/>
                            <a:gd name="T66" fmla="*/ 2244362 w 120"/>
                            <a:gd name="T67" fmla="*/ 15603816 h 167"/>
                            <a:gd name="T68" fmla="*/ 3220117 w 120"/>
                            <a:gd name="T69" fmla="*/ 16419960 h 167"/>
                            <a:gd name="T70" fmla="*/ 4586236 w 120"/>
                            <a:gd name="T71" fmla="*/ 17031749 h 167"/>
                            <a:gd name="T72" fmla="*/ 6049869 w 120"/>
                            <a:gd name="T73" fmla="*/ 17031749 h 16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201"/>
                      <wps:cNvSpPr>
                        <a:spLocks/>
                      </wps:cNvSpPr>
                      <wps:spPr bwMode="auto">
                        <a:xfrm>
                          <a:off x="291440" y="113051"/>
                          <a:ext cx="73710" cy="86339"/>
                        </a:xfrm>
                        <a:custGeom>
                          <a:avLst/>
                          <a:gdLst>
                            <a:gd name="T0" fmla="*/ 15669597 w 231"/>
                            <a:gd name="T1" fmla="*/ 0 h 271"/>
                            <a:gd name="T2" fmla="*/ 19637812 w 231"/>
                            <a:gd name="T3" fmla="*/ 202944 h 271"/>
                            <a:gd name="T4" fmla="*/ 22995605 w 231"/>
                            <a:gd name="T5" fmla="*/ 7005247 h 271"/>
                            <a:gd name="T6" fmla="*/ 21164024 w 231"/>
                            <a:gd name="T7" fmla="*/ 6294782 h 271"/>
                            <a:gd name="T8" fmla="*/ 17602650 w 231"/>
                            <a:gd name="T9" fmla="*/ 5279423 h 271"/>
                            <a:gd name="T10" fmla="*/ 15872858 w 231"/>
                            <a:gd name="T11" fmla="*/ 5279423 h 271"/>
                            <a:gd name="T12" fmla="*/ 12515384 w 231"/>
                            <a:gd name="T13" fmla="*/ 5888575 h 271"/>
                            <a:gd name="T14" fmla="*/ 9768011 w 231"/>
                            <a:gd name="T15" fmla="*/ 7614399 h 271"/>
                            <a:gd name="T16" fmla="*/ 8038219 w 231"/>
                            <a:gd name="T17" fmla="*/ 10152638 h 271"/>
                            <a:gd name="T18" fmla="*/ 7427798 w 231"/>
                            <a:gd name="T19" fmla="*/ 13706237 h 271"/>
                            <a:gd name="T20" fmla="*/ 7631378 w 231"/>
                            <a:gd name="T21" fmla="*/ 15736637 h 271"/>
                            <a:gd name="T22" fmla="*/ 8852220 w 231"/>
                            <a:gd name="T23" fmla="*/ 18884028 h 271"/>
                            <a:gd name="T24" fmla="*/ 11396013 w 231"/>
                            <a:gd name="T25" fmla="*/ 21016060 h 271"/>
                            <a:gd name="T26" fmla="*/ 14550226 w 231"/>
                            <a:gd name="T27" fmla="*/ 22234363 h 271"/>
                            <a:gd name="T28" fmla="*/ 16483598 w 231"/>
                            <a:gd name="T29" fmla="*/ 22234363 h 271"/>
                            <a:gd name="T30" fmla="*/ 20044653 w 231"/>
                            <a:gd name="T31" fmla="*/ 21828156 h 271"/>
                            <a:gd name="T32" fmla="*/ 23402446 w 231"/>
                            <a:gd name="T33" fmla="*/ 20813115 h 271"/>
                            <a:gd name="T34" fmla="*/ 23504236 w 231"/>
                            <a:gd name="T35" fmla="*/ 26295482 h 271"/>
                            <a:gd name="T36" fmla="*/ 20248233 w 231"/>
                            <a:gd name="T37" fmla="*/ 27310842 h 271"/>
                            <a:gd name="T38" fmla="*/ 15669597 w 231"/>
                            <a:gd name="T39" fmla="*/ 27513786 h 271"/>
                            <a:gd name="T40" fmla="*/ 12922225 w 231"/>
                            <a:gd name="T41" fmla="*/ 27513786 h 271"/>
                            <a:gd name="T42" fmla="*/ 8852220 w 231"/>
                            <a:gd name="T43" fmla="*/ 26498427 h 271"/>
                            <a:gd name="T44" fmla="*/ 6206637 w 231"/>
                            <a:gd name="T45" fmla="*/ 25381754 h 271"/>
                            <a:gd name="T46" fmla="*/ 4070005 w 231"/>
                            <a:gd name="T47" fmla="*/ 23554299 h 271"/>
                            <a:gd name="T48" fmla="*/ 2136633 w 231"/>
                            <a:gd name="T49" fmla="*/ 21625211 h 271"/>
                            <a:gd name="T50" fmla="*/ 712211 w 231"/>
                            <a:gd name="T51" fmla="*/ 18884028 h 271"/>
                            <a:gd name="T52" fmla="*/ 203580 w 231"/>
                            <a:gd name="T53" fmla="*/ 15533692 h 271"/>
                            <a:gd name="T54" fmla="*/ 0 w 231"/>
                            <a:gd name="T55" fmla="*/ 13706237 h 271"/>
                            <a:gd name="T56" fmla="*/ 305370 w 231"/>
                            <a:gd name="T57" fmla="*/ 10355901 h 271"/>
                            <a:gd name="T58" fmla="*/ 1119371 w 231"/>
                            <a:gd name="T59" fmla="*/ 7614399 h 271"/>
                            <a:gd name="T60" fmla="*/ 2747373 w 231"/>
                            <a:gd name="T61" fmla="*/ 5279423 h 271"/>
                            <a:gd name="T62" fmla="*/ 4476845 w 231"/>
                            <a:gd name="T63" fmla="*/ 3350336 h 271"/>
                            <a:gd name="T64" fmla="*/ 6817377 w 231"/>
                            <a:gd name="T65" fmla="*/ 1725824 h 271"/>
                            <a:gd name="T66" fmla="*/ 9360851 w 231"/>
                            <a:gd name="T67" fmla="*/ 710783 h 271"/>
                            <a:gd name="T68" fmla="*/ 12311804 w 231"/>
                            <a:gd name="T69" fmla="*/ 202944 h 271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</a:gdLst>
                          <a:ahLst/>
                          <a:cxnLst>
                            <a:cxn ang="T70">
                              <a:pos x="T0" y="T1"/>
                            </a:cxn>
                            <a:cxn ang="T71">
                              <a:pos x="T2" y="T3"/>
                            </a:cxn>
                            <a:cxn ang="T72">
                              <a:pos x="T4" y="T5"/>
                            </a:cxn>
                            <a:cxn ang="T73">
                              <a:pos x="T6" y="T7"/>
                            </a:cxn>
                            <a:cxn ang="T74">
                              <a:pos x="T8" y="T9"/>
                            </a:cxn>
                            <a:cxn ang="T75">
                              <a:pos x="T10" y="T11"/>
                            </a:cxn>
                            <a:cxn ang="T76">
                              <a:pos x="T12" y="T13"/>
                            </a:cxn>
                            <a:cxn ang="T77">
                              <a:pos x="T14" y="T15"/>
                            </a:cxn>
                            <a:cxn ang="T78">
                              <a:pos x="T16" y="T17"/>
                            </a:cxn>
                            <a:cxn ang="T79">
                              <a:pos x="T18" y="T19"/>
                            </a:cxn>
                            <a:cxn ang="T80">
                              <a:pos x="T20" y="T21"/>
                            </a:cxn>
                            <a:cxn ang="T81">
                              <a:pos x="T22" y="T23"/>
                            </a:cxn>
                            <a:cxn ang="T82">
                              <a:pos x="T24" y="T25"/>
                            </a:cxn>
                            <a:cxn ang="T83">
                              <a:pos x="T26" y="T27"/>
                            </a:cxn>
                            <a:cxn ang="T84">
                              <a:pos x="T28" y="T29"/>
                            </a:cxn>
                            <a:cxn ang="T85">
                              <a:pos x="T30" y="T31"/>
                            </a:cxn>
                            <a:cxn ang="T86">
                              <a:pos x="T32" y="T33"/>
                            </a:cxn>
                            <a:cxn ang="T87">
                              <a:pos x="T34" y="T35"/>
                            </a:cxn>
                            <a:cxn ang="T88">
                              <a:pos x="T36" y="T37"/>
                            </a:cxn>
                            <a:cxn ang="T89">
                              <a:pos x="T38" y="T39"/>
                            </a:cxn>
                            <a:cxn ang="T90">
                              <a:pos x="T40" y="T41"/>
                            </a:cxn>
                            <a:cxn ang="T91">
                              <a:pos x="T42" y="T43"/>
                            </a:cxn>
                            <a:cxn ang="T92">
                              <a:pos x="T44" y="T45"/>
                            </a:cxn>
                            <a:cxn ang="T93">
                              <a:pos x="T46" y="T47"/>
                            </a:cxn>
                            <a:cxn ang="T94">
                              <a:pos x="T48" y="T49"/>
                            </a:cxn>
                            <a:cxn ang="T95">
                              <a:pos x="T50" y="T51"/>
                            </a:cxn>
                            <a:cxn ang="T96">
                              <a:pos x="T52" y="T53"/>
                            </a:cxn>
                            <a:cxn ang="T97">
                              <a:pos x="T54" y="T55"/>
                            </a:cxn>
                            <a:cxn ang="T98">
                              <a:pos x="T56" y="T57"/>
                            </a:cxn>
                            <a:cxn ang="T99">
                              <a:pos x="T58" y="T59"/>
                            </a:cxn>
                            <a:cxn ang="T100">
                              <a:pos x="T60" y="T61"/>
                            </a:cxn>
                            <a:cxn ang="T101">
                              <a:pos x="T62" y="T63"/>
                            </a:cxn>
                            <a:cxn ang="T102">
                              <a:pos x="T64" y="T65"/>
                            </a:cxn>
                            <a:cxn ang="T103">
                              <a:pos x="T66" y="T67"/>
                            </a:cxn>
                            <a:cxn ang="T104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202"/>
                      <wps:cNvSpPr>
                        <a:spLocks/>
                      </wps:cNvSpPr>
                      <wps:spPr bwMode="auto">
                        <a:xfrm>
                          <a:off x="291440" y="113051"/>
                          <a:ext cx="73710" cy="86339"/>
                        </a:xfrm>
                        <a:custGeom>
                          <a:avLst/>
                          <a:gdLst>
                            <a:gd name="T0" fmla="*/ 15669597 w 231"/>
                            <a:gd name="T1" fmla="*/ 0 h 271"/>
                            <a:gd name="T2" fmla="*/ 19637812 w 231"/>
                            <a:gd name="T3" fmla="*/ 202944 h 271"/>
                            <a:gd name="T4" fmla="*/ 22995605 w 231"/>
                            <a:gd name="T5" fmla="*/ 7005247 h 271"/>
                            <a:gd name="T6" fmla="*/ 21164024 w 231"/>
                            <a:gd name="T7" fmla="*/ 6294782 h 271"/>
                            <a:gd name="T8" fmla="*/ 17602650 w 231"/>
                            <a:gd name="T9" fmla="*/ 5279423 h 271"/>
                            <a:gd name="T10" fmla="*/ 15872858 w 231"/>
                            <a:gd name="T11" fmla="*/ 5279423 h 271"/>
                            <a:gd name="T12" fmla="*/ 12515384 w 231"/>
                            <a:gd name="T13" fmla="*/ 5888575 h 271"/>
                            <a:gd name="T14" fmla="*/ 9768011 w 231"/>
                            <a:gd name="T15" fmla="*/ 7614399 h 271"/>
                            <a:gd name="T16" fmla="*/ 8038219 w 231"/>
                            <a:gd name="T17" fmla="*/ 10152638 h 271"/>
                            <a:gd name="T18" fmla="*/ 7427798 w 231"/>
                            <a:gd name="T19" fmla="*/ 13706237 h 271"/>
                            <a:gd name="T20" fmla="*/ 7631378 w 231"/>
                            <a:gd name="T21" fmla="*/ 15736637 h 271"/>
                            <a:gd name="T22" fmla="*/ 8852220 w 231"/>
                            <a:gd name="T23" fmla="*/ 18884028 h 271"/>
                            <a:gd name="T24" fmla="*/ 11396013 w 231"/>
                            <a:gd name="T25" fmla="*/ 21016060 h 271"/>
                            <a:gd name="T26" fmla="*/ 14550226 w 231"/>
                            <a:gd name="T27" fmla="*/ 22234363 h 271"/>
                            <a:gd name="T28" fmla="*/ 16483598 w 231"/>
                            <a:gd name="T29" fmla="*/ 22234363 h 271"/>
                            <a:gd name="T30" fmla="*/ 20044653 w 231"/>
                            <a:gd name="T31" fmla="*/ 21828156 h 271"/>
                            <a:gd name="T32" fmla="*/ 23402446 w 231"/>
                            <a:gd name="T33" fmla="*/ 20813115 h 271"/>
                            <a:gd name="T34" fmla="*/ 23504236 w 231"/>
                            <a:gd name="T35" fmla="*/ 26295482 h 271"/>
                            <a:gd name="T36" fmla="*/ 20248233 w 231"/>
                            <a:gd name="T37" fmla="*/ 27310842 h 271"/>
                            <a:gd name="T38" fmla="*/ 15669597 w 231"/>
                            <a:gd name="T39" fmla="*/ 27513786 h 271"/>
                            <a:gd name="T40" fmla="*/ 12922225 w 231"/>
                            <a:gd name="T41" fmla="*/ 27513786 h 271"/>
                            <a:gd name="T42" fmla="*/ 8852220 w 231"/>
                            <a:gd name="T43" fmla="*/ 26498427 h 271"/>
                            <a:gd name="T44" fmla="*/ 6206637 w 231"/>
                            <a:gd name="T45" fmla="*/ 25381754 h 271"/>
                            <a:gd name="T46" fmla="*/ 4070005 w 231"/>
                            <a:gd name="T47" fmla="*/ 23554299 h 271"/>
                            <a:gd name="T48" fmla="*/ 2136633 w 231"/>
                            <a:gd name="T49" fmla="*/ 21625211 h 271"/>
                            <a:gd name="T50" fmla="*/ 712211 w 231"/>
                            <a:gd name="T51" fmla="*/ 18884028 h 271"/>
                            <a:gd name="T52" fmla="*/ 203580 w 231"/>
                            <a:gd name="T53" fmla="*/ 15533692 h 271"/>
                            <a:gd name="T54" fmla="*/ 0 w 231"/>
                            <a:gd name="T55" fmla="*/ 13706237 h 271"/>
                            <a:gd name="T56" fmla="*/ 305370 w 231"/>
                            <a:gd name="T57" fmla="*/ 10355901 h 271"/>
                            <a:gd name="T58" fmla="*/ 1119371 w 231"/>
                            <a:gd name="T59" fmla="*/ 7614399 h 271"/>
                            <a:gd name="T60" fmla="*/ 2747373 w 231"/>
                            <a:gd name="T61" fmla="*/ 5279423 h 271"/>
                            <a:gd name="T62" fmla="*/ 4476845 w 231"/>
                            <a:gd name="T63" fmla="*/ 3350336 h 271"/>
                            <a:gd name="T64" fmla="*/ 6817377 w 231"/>
                            <a:gd name="T65" fmla="*/ 1725824 h 271"/>
                            <a:gd name="T66" fmla="*/ 9360851 w 231"/>
                            <a:gd name="T67" fmla="*/ 710783 h 271"/>
                            <a:gd name="T68" fmla="*/ 12311804 w 231"/>
                            <a:gd name="T69" fmla="*/ 202944 h 271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</a:gdLst>
                          <a:ahLst/>
                          <a:cxnLst>
                            <a:cxn ang="T70">
                              <a:pos x="T0" y="T1"/>
                            </a:cxn>
                            <a:cxn ang="T71">
                              <a:pos x="T2" y="T3"/>
                            </a:cxn>
                            <a:cxn ang="T72">
                              <a:pos x="T4" y="T5"/>
                            </a:cxn>
                            <a:cxn ang="T73">
                              <a:pos x="T6" y="T7"/>
                            </a:cxn>
                            <a:cxn ang="T74">
                              <a:pos x="T8" y="T9"/>
                            </a:cxn>
                            <a:cxn ang="T75">
                              <a:pos x="T10" y="T11"/>
                            </a:cxn>
                            <a:cxn ang="T76">
                              <a:pos x="T12" y="T13"/>
                            </a:cxn>
                            <a:cxn ang="T77">
                              <a:pos x="T14" y="T15"/>
                            </a:cxn>
                            <a:cxn ang="T78">
                              <a:pos x="T16" y="T17"/>
                            </a:cxn>
                            <a:cxn ang="T79">
                              <a:pos x="T18" y="T19"/>
                            </a:cxn>
                            <a:cxn ang="T80">
                              <a:pos x="T20" y="T21"/>
                            </a:cxn>
                            <a:cxn ang="T81">
                              <a:pos x="T22" y="T23"/>
                            </a:cxn>
                            <a:cxn ang="T82">
                              <a:pos x="T24" y="T25"/>
                            </a:cxn>
                            <a:cxn ang="T83">
                              <a:pos x="T26" y="T27"/>
                            </a:cxn>
                            <a:cxn ang="T84">
                              <a:pos x="T28" y="T29"/>
                            </a:cxn>
                            <a:cxn ang="T85">
                              <a:pos x="T30" y="T31"/>
                            </a:cxn>
                            <a:cxn ang="T86">
                              <a:pos x="T32" y="T33"/>
                            </a:cxn>
                            <a:cxn ang="T87">
                              <a:pos x="T34" y="T35"/>
                            </a:cxn>
                            <a:cxn ang="T88">
                              <a:pos x="T36" y="T37"/>
                            </a:cxn>
                            <a:cxn ang="T89">
                              <a:pos x="T38" y="T39"/>
                            </a:cxn>
                            <a:cxn ang="T90">
                              <a:pos x="T40" y="T41"/>
                            </a:cxn>
                            <a:cxn ang="T91">
                              <a:pos x="T42" y="T43"/>
                            </a:cxn>
                            <a:cxn ang="T92">
                              <a:pos x="T44" y="T45"/>
                            </a:cxn>
                            <a:cxn ang="T93">
                              <a:pos x="T46" y="T47"/>
                            </a:cxn>
                            <a:cxn ang="T94">
                              <a:pos x="T48" y="T49"/>
                            </a:cxn>
                            <a:cxn ang="T95">
                              <a:pos x="T50" y="T51"/>
                            </a:cxn>
                            <a:cxn ang="T96">
                              <a:pos x="T52" y="T53"/>
                            </a:cxn>
                            <a:cxn ang="T97">
                              <a:pos x="T54" y="T55"/>
                            </a:cxn>
                            <a:cxn ang="T98">
                              <a:pos x="T56" y="T57"/>
                            </a:cxn>
                            <a:cxn ang="T99">
                              <a:pos x="T58" y="T59"/>
                            </a:cxn>
                            <a:cxn ang="T100">
                              <a:pos x="T60" y="T61"/>
                            </a:cxn>
                            <a:cxn ang="T101">
                              <a:pos x="T62" y="T63"/>
                            </a:cxn>
                            <a:cxn ang="T102">
                              <a:pos x="T64" y="T65"/>
                            </a:cxn>
                            <a:cxn ang="T103">
                              <a:pos x="T66" y="T67"/>
                            </a:cxn>
                            <a:cxn ang="T104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203"/>
                      <wps:cNvSpPr>
                        <a:spLocks/>
                      </wps:cNvSpPr>
                      <wps:spPr bwMode="auto">
                        <a:xfrm>
                          <a:off x="213930" y="113651"/>
                          <a:ext cx="60408" cy="85138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775760 w 190"/>
                            <a:gd name="T3" fmla="*/ 0 h 267"/>
                            <a:gd name="T4" fmla="*/ 18775760 w 190"/>
                            <a:gd name="T5" fmla="*/ 5080857 h 267"/>
                            <a:gd name="T6" fmla="*/ 6864256 w 190"/>
                            <a:gd name="T7" fmla="*/ 5080857 h 267"/>
                            <a:gd name="T8" fmla="*/ 6864256 w 190"/>
                            <a:gd name="T9" fmla="*/ 10568591 h 267"/>
                            <a:gd name="T10" fmla="*/ 17968201 w 190"/>
                            <a:gd name="T11" fmla="*/ 10568591 h 267"/>
                            <a:gd name="T12" fmla="*/ 17968201 w 190"/>
                            <a:gd name="T13" fmla="*/ 15954287 h 267"/>
                            <a:gd name="T14" fmla="*/ 6864256 w 190"/>
                            <a:gd name="T15" fmla="*/ 15954287 h 267"/>
                            <a:gd name="T16" fmla="*/ 6864256 w 190"/>
                            <a:gd name="T17" fmla="*/ 21848260 h 267"/>
                            <a:gd name="T18" fmla="*/ 19179540 w 190"/>
                            <a:gd name="T19" fmla="*/ 21848260 h 267"/>
                            <a:gd name="T20" fmla="*/ 19179540 w 190"/>
                            <a:gd name="T21" fmla="*/ 27132556 h 267"/>
                            <a:gd name="T22" fmla="*/ 0 w 190"/>
                            <a:gd name="T23" fmla="*/ 27132556 h 267"/>
                            <a:gd name="T24" fmla="*/ 0 w 190"/>
                            <a:gd name="T25" fmla="*/ 0 h 267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204"/>
                      <wps:cNvSpPr>
                        <a:spLocks/>
                      </wps:cNvSpPr>
                      <wps:spPr bwMode="auto">
                        <a:xfrm>
                          <a:off x="78711" y="113651"/>
                          <a:ext cx="118116" cy="85138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19643 w 373"/>
                            <a:gd name="T3" fmla="*/ 0 h 267"/>
                            <a:gd name="T4" fmla="*/ 10528474 w 373"/>
                            <a:gd name="T5" fmla="*/ 20628906 h 267"/>
                            <a:gd name="T6" fmla="*/ 10728923 w 373"/>
                            <a:gd name="T7" fmla="*/ 20628906 h 267"/>
                            <a:gd name="T8" fmla="*/ 14138137 w 373"/>
                            <a:gd name="T9" fmla="*/ 0 h 267"/>
                            <a:gd name="T10" fmla="*/ 23263152 w 373"/>
                            <a:gd name="T11" fmla="*/ 0 h 267"/>
                            <a:gd name="T12" fmla="*/ 26973198 w 373"/>
                            <a:gd name="T13" fmla="*/ 20628906 h 267"/>
                            <a:gd name="T14" fmla="*/ 30482478 w 373"/>
                            <a:gd name="T15" fmla="*/ 0 h 267"/>
                            <a:gd name="T16" fmla="*/ 37401289 w 373"/>
                            <a:gd name="T17" fmla="*/ 0 h 267"/>
                            <a:gd name="T18" fmla="*/ 31184524 w 373"/>
                            <a:gd name="T19" fmla="*/ 27132556 h 267"/>
                            <a:gd name="T20" fmla="*/ 22260274 w 373"/>
                            <a:gd name="T21" fmla="*/ 27132556 h 267"/>
                            <a:gd name="T22" fmla="*/ 18650611 w 373"/>
                            <a:gd name="T23" fmla="*/ 6300531 h 267"/>
                            <a:gd name="T24" fmla="*/ 15141015 w 373"/>
                            <a:gd name="T25" fmla="*/ 27132556 h 267"/>
                            <a:gd name="T26" fmla="*/ 5815867 w 373"/>
                            <a:gd name="T27" fmla="*/ 27132556 h 267"/>
                            <a:gd name="T28" fmla="*/ 0 w 373"/>
                            <a:gd name="T29" fmla="*/ 0 h 267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205"/>
                      <wps:cNvSpPr>
                        <a:spLocks/>
                      </wps:cNvSpPr>
                      <wps:spPr bwMode="auto">
                        <a:xfrm>
                          <a:off x="0" y="113051"/>
                          <a:ext cx="63509" cy="86339"/>
                        </a:xfrm>
                        <a:custGeom>
                          <a:avLst/>
                          <a:gdLst>
                            <a:gd name="T0" fmla="*/ 11579176 w 201"/>
                            <a:gd name="T1" fmla="*/ 0 h 271"/>
                            <a:gd name="T2" fmla="*/ 16969226 w 201"/>
                            <a:gd name="T3" fmla="*/ 406207 h 271"/>
                            <a:gd name="T4" fmla="*/ 17967676 w 201"/>
                            <a:gd name="T5" fmla="*/ 6497727 h 271"/>
                            <a:gd name="T6" fmla="*/ 16570162 w 201"/>
                            <a:gd name="T7" fmla="*/ 5888575 h 271"/>
                            <a:gd name="T8" fmla="*/ 13675289 w 201"/>
                            <a:gd name="T9" fmla="*/ 5279423 h 271"/>
                            <a:gd name="T10" fmla="*/ 12177930 w 201"/>
                            <a:gd name="T11" fmla="*/ 5279423 h 271"/>
                            <a:gd name="T12" fmla="*/ 9083683 w 201"/>
                            <a:gd name="T13" fmla="*/ 5482367 h 271"/>
                            <a:gd name="T14" fmla="*/ 7686169 w 201"/>
                            <a:gd name="T15" fmla="*/ 6294782 h 271"/>
                            <a:gd name="T16" fmla="*/ 7286789 w 201"/>
                            <a:gd name="T17" fmla="*/ 7614399 h 271"/>
                            <a:gd name="T18" fmla="*/ 7286789 w 201"/>
                            <a:gd name="T19" fmla="*/ 8223551 h 271"/>
                            <a:gd name="T20" fmla="*/ 8484613 w 201"/>
                            <a:gd name="T21" fmla="*/ 9441855 h 271"/>
                            <a:gd name="T22" fmla="*/ 11379486 w 201"/>
                            <a:gd name="T23" fmla="*/ 10355901 h 271"/>
                            <a:gd name="T24" fmla="*/ 15971092 w 201"/>
                            <a:gd name="T25" fmla="*/ 12183357 h 271"/>
                            <a:gd name="T26" fmla="*/ 17967676 w 201"/>
                            <a:gd name="T27" fmla="*/ 13502974 h 271"/>
                            <a:gd name="T28" fmla="*/ 19464719 w 201"/>
                            <a:gd name="T29" fmla="*/ 15736637 h 271"/>
                            <a:gd name="T30" fmla="*/ 20063789 w 201"/>
                            <a:gd name="T31" fmla="*/ 18681083 h 271"/>
                            <a:gd name="T32" fmla="*/ 19864099 w 201"/>
                            <a:gd name="T33" fmla="*/ 20000700 h 271"/>
                            <a:gd name="T34" fmla="*/ 19464719 w 201"/>
                            <a:gd name="T35" fmla="*/ 22234363 h 271"/>
                            <a:gd name="T36" fmla="*/ 18466585 w 201"/>
                            <a:gd name="T37" fmla="*/ 23960188 h 271"/>
                            <a:gd name="T38" fmla="*/ 17168916 w 201"/>
                            <a:gd name="T39" fmla="*/ 25381754 h 271"/>
                            <a:gd name="T40" fmla="*/ 14673423 w 201"/>
                            <a:gd name="T41" fmla="*/ 26701690 h 271"/>
                            <a:gd name="T42" fmla="*/ 10381352 w 201"/>
                            <a:gd name="T43" fmla="*/ 27513786 h 271"/>
                            <a:gd name="T44" fmla="*/ 8085549 w 201"/>
                            <a:gd name="T45" fmla="*/ 27513786 h 271"/>
                            <a:gd name="T46" fmla="*/ 4292387 w 201"/>
                            <a:gd name="T47" fmla="*/ 27310842 h 271"/>
                            <a:gd name="T48" fmla="*/ 399380 w 201"/>
                            <a:gd name="T49" fmla="*/ 26295482 h 271"/>
                            <a:gd name="T50" fmla="*/ 998134 w 201"/>
                            <a:gd name="T51" fmla="*/ 20406908 h 271"/>
                            <a:gd name="T52" fmla="*/ 4292387 w 201"/>
                            <a:gd name="T53" fmla="*/ 21828156 h 271"/>
                            <a:gd name="T54" fmla="*/ 8085549 w 201"/>
                            <a:gd name="T55" fmla="*/ 22234363 h 271"/>
                            <a:gd name="T56" fmla="*/ 9882127 w 201"/>
                            <a:gd name="T57" fmla="*/ 22234363 h 271"/>
                            <a:gd name="T58" fmla="*/ 11778866 w 201"/>
                            <a:gd name="T59" fmla="*/ 21422267 h 271"/>
                            <a:gd name="T60" fmla="*/ 12377620 w 201"/>
                            <a:gd name="T61" fmla="*/ 20406908 h 271"/>
                            <a:gd name="T62" fmla="*/ 12577310 w 201"/>
                            <a:gd name="T63" fmla="*/ 19594811 h 271"/>
                            <a:gd name="T64" fmla="*/ 11978240 w 201"/>
                            <a:gd name="T65" fmla="*/ 18071931 h 271"/>
                            <a:gd name="T66" fmla="*/ 10581042 w 201"/>
                            <a:gd name="T67" fmla="*/ 17056572 h 271"/>
                            <a:gd name="T68" fmla="*/ 6388500 w 201"/>
                            <a:gd name="T69" fmla="*/ 15736637 h 271"/>
                            <a:gd name="T70" fmla="*/ 2894873 w 201"/>
                            <a:gd name="T71" fmla="*/ 14112125 h 271"/>
                            <a:gd name="T72" fmla="*/ 1197824 w 201"/>
                            <a:gd name="T73" fmla="*/ 12386301 h 271"/>
                            <a:gd name="T74" fmla="*/ 199690 w 201"/>
                            <a:gd name="T75" fmla="*/ 9848062 h 271"/>
                            <a:gd name="T76" fmla="*/ 0 w 201"/>
                            <a:gd name="T77" fmla="*/ 8223551 h 271"/>
                            <a:gd name="T78" fmla="*/ 399380 w 201"/>
                            <a:gd name="T79" fmla="*/ 5888575 h 271"/>
                            <a:gd name="T80" fmla="*/ 1197824 w 201"/>
                            <a:gd name="T81" fmla="*/ 4061119 h 271"/>
                            <a:gd name="T82" fmla="*/ 2295803 w 201"/>
                            <a:gd name="T83" fmla="*/ 2741184 h 271"/>
                            <a:gd name="T84" fmla="*/ 5590056 w 201"/>
                            <a:gd name="T85" fmla="*/ 710783 h 271"/>
                            <a:gd name="T86" fmla="*/ 9682437 w 201"/>
                            <a:gd name="T87" fmla="*/ 0 h 271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</a:gdLst>
                          <a:ahLst/>
                          <a:cxnLst>
                            <a:cxn ang="T88">
                              <a:pos x="T0" y="T1"/>
                            </a:cxn>
                            <a:cxn ang="T89">
                              <a:pos x="T2" y="T3"/>
                            </a:cxn>
                            <a:cxn ang="T90">
                              <a:pos x="T4" y="T5"/>
                            </a:cxn>
                            <a:cxn ang="T91">
                              <a:pos x="T6" y="T7"/>
                            </a:cxn>
                            <a:cxn ang="T92">
                              <a:pos x="T8" y="T9"/>
                            </a:cxn>
                            <a:cxn ang="T93">
                              <a:pos x="T10" y="T11"/>
                            </a:cxn>
                            <a:cxn ang="T94">
                              <a:pos x="T12" y="T13"/>
                            </a:cxn>
                            <a:cxn ang="T95">
                              <a:pos x="T14" y="T15"/>
                            </a:cxn>
                            <a:cxn ang="T96">
                              <a:pos x="T16" y="T17"/>
                            </a:cxn>
                            <a:cxn ang="T97">
                              <a:pos x="T18" y="T19"/>
                            </a:cxn>
                            <a:cxn ang="T98">
                              <a:pos x="T20" y="T21"/>
                            </a:cxn>
                            <a:cxn ang="T99">
                              <a:pos x="T22" y="T23"/>
                            </a:cxn>
                            <a:cxn ang="T100">
                              <a:pos x="T24" y="T25"/>
                            </a:cxn>
                            <a:cxn ang="T101">
                              <a:pos x="T26" y="T27"/>
                            </a:cxn>
                            <a:cxn ang="T102">
                              <a:pos x="T28" y="T29"/>
                            </a:cxn>
                            <a:cxn ang="T103">
                              <a:pos x="T30" y="T31"/>
                            </a:cxn>
                            <a:cxn ang="T104">
                              <a:pos x="T32" y="T33"/>
                            </a:cxn>
                            <a:cxn ang="T105">
                              <a:pos x="T34" y="T35"/>
                            </a:cxn>
                            <a:cxn ang="T106">
                              <a:pos x="T36" y="T37"/>
                            </a:cxn>
                            <a:cxn ang="T107">
                              <a:pos x="T38" y="T39"/>
                            </a:cxn>
                            <a:cxn ang="T108">
                              <a:pos x="T40" y="T41"/>
                            </a:cxn>
                            <a:cxn ang="T109">
                              <a:pos x="T42" y="T43"/>
                            </a:cxn>
                            <a:cxn ang="T110">
                              <a:pos x="T44" y="T45"/>
                            </a:cxn>
                            <a:cxn ang="T111">
                              <a:pos x="T46" y="T47"/>
                            </a:cxn>
                            <a:cxn ang="T112">
                              <a:pos x="T48" y="T49"/>
                            </a:cxn>
                            <a:cxn ang="T113">
                              <a:pos x="T50" y="T51"/>
                            </a:cxn>
                            <a:cxn ang="T114">
                              <a:pos x="T52" y="T53"/>
                            </a:cxn>
                            <a:cxn ang="T115">
                              <a:pos x="T54" y="T55"/>
                            </a:cxn>
                            <a:cxn ang="T116">
                              <a:pos x="T56" y="T57"/>
                            </a:cxn>
                            <a:cxn ang="T117">
                              <a:pos x="T58" y="T59"/>
                            </a:cxn>
                            <a:cxn ang="T118">
                              <a:pos x="T60" y="T61"/>
                            </a:cxn>
                            <a:cxn ang="T119">
                              <a:pos x="T62" y="T63"/>
                            </a:cxn>
                            <a:cxn ang="T120">
                              <a:pos x="T64" y="T65"/>
                            </a:cxn>
                            <a:cxn ang="T121">
                              <a:pos x="T66" y="T67"/>
                            </a:cxn>
                            <a:cxn ang="T122">
                              <a:pos x="T68" y="T69"/>
                            </a:cxn>
                            <a:cxn ang="T123">
                              <a:pos x="T70" y="T71"/>
                            </a:cxn>
                            <a:cxn ang="T124">
                              <a:pos x="T72" y="T73"/>
                            </a:cxn>
                            <a:cxn ang="T125">
                              <a:pos x="T74" y="T75"/>
                            </a:cxn>
                            <a:cxn ang="T126">
                              <a:pos x="T76" y="T77"/>
                            </a:cxn>
                            <a:cxn ang="T127">
                              <a:pos x="T78" y="T79"/>
                            </a:cxn>
                            <a:cxn ang="T128">
                              <a:pos x="T80" y="T81"/>
                            </a:cxn>
                            <a:cxn ang="T129">
                              <a:pos x="T82" y="T83"/>
                            </a:cxn>
                            <a:cxn ang="T130">
                              <a:pos x="T84" y="T85"/>
                            </a:cxn>
                            <a:cxn ang="T131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206"/>
                      <wps:cNvSpPr>
                        <a:spLocks/>
                      </wps:cNvSpPr>
                      <wps:spPr bwMode="auto">
                        <a:xfrm>
                          <a:off x="0" y="113051"/>
                          <a:ext cx="63509" cy="86339"/>
                        </a:xfrm>
                        <a:custGeom>
                          <a:avLst/>
                          <a:gdLst>
                            <a:gd name="T0" fmla="*/ 11579176 w 201"/>
                            <a:gd name="T1" fmla="*/ 0 h 271"/>
                            <a:gd name="T2" fmla="*/ 16969226 w 201"/>
                            <a:gd name="T3" fmla="*/ 406207 h 271"/>
                            <a:gd name="T4" fmla="*/ 17967676 w 201"/>
                            <a:gd name="T5" fmla="*/ 6497727 h 271"/>
                            <a:gd name="T6" fmla="*/ 16570162 w 201"/>
                            <a:gd name="T7" fmla="*/ 5888575 h 271"/>
                            <a:gd name="T8" fmla="*/ 13675289 w 201"/>
                            <a:gd name="T9" fmla="*/ 5279423 h 271"/>
                            <a:gd name="T10" fmla="*/ 12177930 w 201"/>
                            <a:gd name="T11" fmla="*/ 5279423 h 271"/>
                            <a:gd name="T12" fmla="*/ 9083683 w 201"/>
                            <a:gd name="T13" fmla="*/ 5482367 h 271"/>
                            <a:gd name="T14" fmla="*/ 7686169 w 201"/>
                            <a:gd name="T15" fmla="*/ 6294782 h 271"/>
                            <a:gd name="T16" fmla="*/ 7286789 w 201"/>
                            <a:gd name="T17" fmla="*/ 7614399 h 271"/>
                            <a:gd name="T18" fmla="*/ 7286789 w 201"/>
                            <a:gd name="T19" fmla="*/ 8223551 h 271"/>
                            <a:gd name="T20" fmla="*/ 8484613 w 201"/>
                            <a:gd name="T21" fmla="*/ 9441855 h 271"/>
                            <a:gd name="T22" fmla="*/ 11379486 w 201"/>
                            <a:gd name="T23" fmla="*/ 10355901 h 271"/>
                            <a:gd name="T24" fmla="*/ 15971092 w 201"/>
                            <a:gd name="T25" fmla="*/ 12183357 h 271"/>
                            <a:gd name="T26" fmla="*/ 17967676 w 201"/>
                            <a:gd name="T27" fmla="*/ 13502974 h 271"/>
                            <a:gd name="T28" fmla="*/ 19464719 w 201"/>
                            <a:gd name="T29" fmla="*/ 15736637 h 271"/>
                            <a:gd name="T30" fmla="*/ 20063789 w 201"/>
                            <a:gd name="T31" fmla="*/ 18681083 h 271"/>
                            <a:gd name="T32" fmla="*/ 19864099 w 201"/>
                            <a:gd name="T33" fmla="*/ 20000700 h 271"/>
                            <a:gd name="T34" fmla="*/ 19464719 w 201"/>
                            <a:gd name="T35" fmla="*/ 22234363 h 271"/>
                            <a:gd name="T36" fmla="*/ 18466585 w 201"/>
                            <a:gd name="T37" fmla="*/ 23960188 h 271"/>
                            <a:gd name="T38" fmla="*/ 17168916 w 201"/>
                            <a:gd name="T39" fmla="*/ 25381754 h 271"/>
                            <a:gd name="T40" fmla="*/ 14673423 w 201"/>
                            <a:gd name="T41" fmla="*/ 26701690 h 271"/>
                            <a:gd name="T42" fmla="*/ 10381352 w 201"/>
                            <a:gd name="T43" fmla="*/ 27513786 h 271"/>
                            <a:gd name="T44" fmla="*/ 8085549 w 201"/>
                            <a:gd name="T45" fmla="*/ 27513786 h 271"/>
                            <a:gd name="T46" fmla="*/ 4292387 w 201"/>
                            <a:gd name="T47" fmla="*/ 27310842 h 271"/>
                            <a:gd name="T48" fmla="*/ 399380 w 201"/>
                            <a:gd name="T49" fmla="*/ 26295482 h 271"/>
                            <a:gd name="T50" fmla="*/ 998134 w 201"/>
                            <a:gd name="T51" fmla="*/ 20406908 h 271"/>
                            <a:gd name="T52" fmla="*/ 4292387 w 201"/>
                            <a:gd name="T53" fmla="*/ 21828156 h 271"/>
                            <a:gd name="T54" fmla="*/ 8085549 w 201"/>
                            <a:gd name="T55" fmla="*/ 22234363 h 271"/>
                            <a:gd name="T56" fmla="*/ 9882127 w 201"/>
                            <a:gd name="T57" fmla="*/ 22234363 h 271"/>
                            <a:gd name="T58" fmla="*/ 11778866 w 201"/>
                            <a:gd name="T59" fmla="*/ 21422267 h 271"/>
                            <a:gd name="T60" fmla="*/ 12377620 w 201"/>
                            <a:gd name="T61" fmla="*/ 20406908 h 271"/>
                            <a:gd name="T62" fmla="*/ 12577310 w 201"/>
                            <a:gd name="T63" fmla="*/ 19594811 h 271"/>
                            <a:gd name="T64" fmla="*/ 11978240 w 201"/>
                            <a:gd name="T65" fmla="*/ 18071931 h 271"/>
                            <a:gd name="T66" fmla="*/ 10581042 w 201"/>
                            <a:gd name="T67" fmla="*/ 17056572 h 271"/>
                            <a:gd name="T68" fmla="*/ 6388500 w 201"/>
                            <a:gd name="T69" fmla="*/ 15736637 h 271"/>
                            <a:gd name="T70" fmla="*/ 2894873 w 201"/>
                            <a:gd name="T71" fmla="*/ 14112125 h 271"/>
                            <a:gd name="T72" fmla="*/ 1197824 w 201"/>
                            <a:gd name="T73" fmla="*/ 12386301 h 271"/>
                            <a:gd name="T74" fmla="*/ 199690 w 201"/>
                            <a:gd name="T75" fmla="*/ 9848062 h 271"/>
                            <a:gd name="T76" fmla="*/ 0 w 201"/>
                            <a:gd name="T77" fmla="*/ 8223551 h 271"/>
                            <a:gd name="T78" fmla="*/ 399380 w 201"/>
                            <a:gd name="T79" fmla="*/ 5888575 h 271"/>
                            <a:gd name="T80" fmla="*/ 1197824 w 201"/>
                            <a:gd name="T81" fmla="*/ 4061119 h 271"/>
                            <a:gd name="T82" fmla="*/ 2295803 w 201"/>
                            <a:gd name="T83" fmla="*/ 2741184 h 271"/>
                            <a:gd name="T84" fmla="*/ 5590056 w 201"/>
                            <a:gd name="T85" fmla="*/ 710783 h 271"/>
                            <a:gd name="T86" fmla="*/ 9682437 w 201"/>
                            <a:gd name="T87" fmla="*/ 0 h 271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</a:gdLst>
                          <a:ahLst/>
                          <a:cxnLst>
                            <a:cxn ang="T88">
                              <a:pos x="T0" y="T1"/>
                            </a:cxn>
                            <a:cxn ang="T89">
                              <a:pos x="T2" y="T3"/>
                            </a:cxn>
                            <a:cxn ang="T90">
                              <a:pos x="T4" y="T5"/>
                            </a:cxn>
                            <a:cxn ang="T91">
                              <a:pos x="T6" y="T7"/>
                            </a:cxn>
                            <a:cxn ang="T92">
                              <a:pos x="T8" y="T9"/>
                            </a:cxn>
                            <a:cxn ang="T93">
                              <a:pos x="T10" y="T11"/>
                            </a:cxn>
                            <a:cxn ang="T94">
                              <a:pos x="T12" y="T13"/>
                            </a:cxn>
                            <a:cxn ang="T95">
                              <a:pos x="T14" y="T15"/>
                            </a:cxn>
                            <a:cxn ang="T96">
                              <a:pos x="T16" y="T17"/>
                            </a:cxn>
                            <a:cxn ang="T97">
                              <a:pos x="T18" y="T19"/>
                            </a:cxn>
                            <a:cxn ang="T98">
                              <a:pos x="T20" y="T21"/>
                            </a:cxn>
                            <a:cxn ang="T99">
                              <a:pos x="T22" y="T23"/>
                            </a:cxn>
                            <a:cxn ang="T100">
                              <a:pos x="T24" y="T25"/>
                            </a:cxn>
                            <a:cxn ang="T101">
                              <a:pos x="T26" y="T27"/>
                            </a:cxn>
                            <a:cxn ang="T102">
                              <a:pos x="T28" y="T29"/>
                            </a:cxn>
                            <a:cxn ang="T103">
                              <a:pos x="T30" y="T31"/>
                            </a:cxn>
                            <a:cxn ang="T104">
                              <a:pos x="T32" y="T33"/>
                            </a:cxn>
                            <a:cxn ang="T105">
                              <a:pos x="T34" y="T35"/>
                            </a:cxn>
                            <a:cxn ang="T106">
                              <a:pos x="T36" y="T37"/>
                            </a:cxn>
                            <a:cxn ang="T107">
                              <a:pos x="T38" y="T39"/>
                            </a:cxn>
                            <a:cxn ang="T108">
                              <a:pos x="T40" y="T41"/>
                            </a:cxn>
                            <a:cxn ang="T109">
                              <a:pos x="T42" y="T43"/>
                            </a:cxn>
                            <a:cxn ang="T110">
                              <a:pos x="T44" y="T45"/>
                            </a:cxn>
                            <a:cxn ang="T111">
                              <a:pos x="T46" y="T47"/>
                            </a:cxn>
                            <a:cxn ang="T112">
                              <a:pos x="T48" y="T49"/>
                            </a:cxn>
                            <a:cxn ang="T113">
                              <a:pos x="T50" y="T51"/>
                            </a:cxn>
                            <a:cxn ang="T114">
                              <a:pos x="T52" y="T53"/>
                            </a:cxn>
                            <a:cxn ang="T115">
                              <a:pos x="T54" y="T55"/>
                            </a:cxn>
                            <a:cxn ang="T116">
                              <a:pos x="T56" y="T57"/>
                            </a:cxn>
                            <a:cxn ang="T117">
                              <a:pos x="T58" y="T59"/>
                            </a:cxn>
                            <a:cxn ang="T118">
                              <a:pos x="T60" y="T61"/>
                            </a:cxn>
                            <a:cxn ang="T119">
                              <a:pos x="T62" y="T63"/>
                            </a:cxn>
                            <a:cxn ang="T120">
                              <a:pos x="T64" y="T65"/>
                            </a:cxn>
                            <a:cxn ang="T121">
                              <a:pos x="T66" y="T67"/>
                            </a:cxn>
                            <a:cxn ang="T122">
                              <a:pos x="T68" y="T69"/>
                            </a:cxn>
                            <a:cxn ang="T123">
                              <a:pos x="T70" y="T71"/>
                            </a:cxn>
                            <a:cxn ang="T124">
                              <a:pos x="T72" y="T73"/>
                            </a:cxn>
                            <a:cxn ang="T125">
                              <a:pos x="T74" y="T75"/>
                            </a:cxn>
                            <a:cxn ang="T126">
                              <a:pos x="T76" y="T77"/>
                            </a:cxn>
                            <a:cxn ang="T127">
                              <a:pos x="T78" y="T79"/>
                            </a:cxn>
                            <a:cxn ang="T128">
                              <a:pos x="T80" y="T81"/>
                            </a:cxn>
                            <a:cxn ang="T129">
                              <a:pos x="T82" y="T83"/>
                            </a:cxn>
                            <a:cxn ang="T130">
                              <a:pos x="T84" y="T85"/>
                            </a:cxn>
                            <a:cxn ang="T131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253565D6" id="Plátno 385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8m3MAA&#10;AADbAAAADwAAAGRycy9kb3ducmV2LnhtbERPS4vCMBC+C/sfwix4s6kiItUoRVjwtMv6AI9DM7bV&#10;ZtJNYq3/fiMI3ubje85y3ZtGdOR8bVnBOElBEBdW11wqOOy/RnMQPiBrbCyTggd5WK8+BkvMtL3z&#10;L3W7UIoYwj5DBVUIbSalLyoy6BPbEkfubJ3BEKErpXZ4j+GmkZM0nUmDNceGClvaVFRcdzejoJv/&#10;Ta+U1z6f/ezTcHTmdPmeKDX87PMFiEB9eItf7q2O86fw/CUeIF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I8m3MAAAADbAAAADwAAAAAAAAAAAAAAAACYAgAAZHJzL2Rvd25y&#10;ZXYueG1sUEsFBgAAAAAEAAQA9QAAAIUDAAAAAA=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2147483646,2147483646;2147483646,2147483646;2147483646,2147483646;2147483646,2147483646;2147483646,2147483646;2147483646,2147483646;2147483646,2147483646;2147483646,2147483646;2147483646,1561345935;2147483646,127489723;2147483646,2147483646;2147483646,0;2147483646,1497601073;2147483646,2147483646;0,2147483646;0,2147483646;2147483646,2147483646;1472191831,2147483646;1472191831,2147483646;2147483646,2147483646;2147483646,2147483646;2147483646,2147483646;2147483646,2147483646;2147483646,2147483646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F7KMAA&#10;AADbAAAADwAAAGRycy9kb3ducmV2LnhtbERPTYvCMBC9L/gfwgje1tQFRbpGEWVBEA/qXrwNzdhG&#10;m0lpYlv99UYQvM3jfc5s0dlSNFR741jBaJiAIM6cNpwr+D/+fU9B+ICssXRMCu7kYTHvfc0w1a7l&#10;PTWHkIsYwj5FBUUIVSqlzwqy6IeuIo7c2dUWQ4R1LnWNbQy3pfxJkom0aDg2FFjRqqDserhZBaY9&#10;3sanB15W5rRzzbbZrfNEKzXod8tfEIG68BG/3Rsd54/h9Us8QM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XF7KMAAAADbAAAADwAAAAAAAAAAAAAAAACYAgAAZHJzL2Rvd25y&#10;ZXYueG1sUEsFBgAAAAAEAAQA9QAAAIUDAAAAAA=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2147483646,2113302243;2147483646,2113302243;2147483646,2147483646;2147483646,2147483646;2147483646,2147483646;2147483646,2147483646;2147483646,2147483646;2147483646,2147483646;2147483646,2147483646;2147483646,2147483646;2147483646,2147483646;1702388704,2147483646;1342283728,2147483646;949432573,2147483646;622073777,2147483646;392851156,2147483646;196476761,2147483646;65492360,2147483646;0,2113302243;0,2113302243;65492360,1665026173;196476761,1312859573;392851156,928622715;622073777,608425386;949432573,384236858;1342283728,192118270;1702388704,64039529;2147483646,0;2147483646,0;2147483646,64039529;2147483646,192118270;2147483646,384236858;2147483646,608425386;2147483646,928622715;2147483646,1312859573;2147483646,1665026173;2147483646,2113302243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EavMIA&#10;AADbAAAADwAAAGRycy9kb3ducmV2LnhtbERP22rCQBB9L/gPyxR8q5sqBEldpRFFfak07QdMs9Mk&#10;JDsbs2suf98tFPo2h3OdzW40jeipc5VlBc+LCARxbnXFhYLPj+PTGoTzyBoby6RgIge77exhg4m2&#10;A79Tn/lChBB2CSoovW8TKV1ekkG3sC1x4L5tZ9AH2BVSdziEcNPIZRTF0mDFoaHElvYl5XV2NwpO&#10;RX1P3/qsuURf9nBL/Wkariul5o/j6wsIT6P/F/+5zzrMj+H3l3C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Rq8wgAAANsAAAAPAAAAAAAAAAAAAAAAAJgCAABkcnMvZG93&#10;bnJldi54bWxQSwUGAAAAAAQABAD1AAAAhwM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2147483646,2113302243;2147483646,2113302243;2147483646,2147483646;2147483646,2147483646;2147483646,2147483646;2147483646,2147483646;2147483646,2147483646;2147483646,2147483646;2147483646,2147483646;2147483646,2147483646;2147483646,2147483646;1702388704,2147483646;1342283728,2147483646;949432573,2147483646;622073777,2147483646;392851156,2147483646;196476761,2147483646;65492360,2147483646;0,2113302243;0,2113302243;65492360,1665026173;196476761,1312859573;392851156,928622715;622073777,608425386;949432573,384236858;1342283728,192118270;1702388704,64039529;2147483646,0;2147483646,0;2147483646,64039529;2147483646,192118270;2147483646,384236858;2147483646,608425386;2147483646,928622715;2147483646,1312859573;2147483646,1665026173;2147483646,2113302243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JB9sIA&#10;AADbAAAADwAAAGRycy9kb3ducmV2LnhtbERPTWvCQBC9F/wPywi91U0tVEndhCIJ9FRoKoi3ITtm&#10;Y7OzIbtq4q93C4Xe5vE+Z5OPthMXGnzrWMHzIgFBXDvdcqNg910+rUH4gKyxc0wKJvKQZ7OHDaba&#10;XfmLLlVoRAxhn6ICE0KfSulrQxb9wvXEkTu6wWKIcGikHvAaw20nl0nyKi22HBsM9rQ1VP9UZ6ug&#10;bHddMb18nk6HM5m9K6rj6jYp9Tgf399ABBrDv/jP/aHj/BX8/hIPk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gkH2wgAAANsAAAAPAAAAAAAAAAAAAAAAAJgCAABkcnMvZG93&#10;bnJldi54bWxQSwUGAAAAAAQABAD1AAAAhwMAAAAA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2147483646,0;2147483646,64656760;2147483646,226451267;2147483646,614595729;2147483646,1132155661;2147483646,1746649758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662616833,2147483646;1055172531,2147483646;607544898,2147483646;223864115,2147483646;63946850,2147483646;0,2147483646;127893700,2147483646;415704665,2134794219;799385448,1423263688;1342882900,873325038;2014374647,420523498;2147483646,129415152;2147483646,0;2147483646,2147483646;2147483646,2147483646;2147483646,2147483646;2147483646,2147483646;2147483646,2147483646;2147483646,2147483646;2147483646,2147483646;2147483646,2147483646;2147483646,1876065229;2147483646,1681992998;2147483646,1681992998;2147483646,2134794219;2147483646,2147483646;2147483646,2147483646;2147483646,2147483646;2147483646,2147483646;2147483646,2147483646;2147483646,2147483646;2147483646,2147483646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BVXsUA&#10;AADbAAAADwAAAGRycy9kb3ducmV2LnhtbESPQUsDMRCF74L/IUzBm81WpMjatJSKYi+CbcHrdDPd&#10;bLuZLEncXfvrnYPgbYb35r1vFqvRt6qnmJrABmbTAhRxFWzDtYHD/vX+CVTKyBbbwGTghxKslrc3&#10;CyxtGPiT+l2ulYRwKtGAy7krtU6VI49pGjpi0U4hesyyxlrbiIOE+1Y/FMVce2xYGhx2tHFUXXbf&#10;3sDXMH7Ere1frm/b83yz98fHqzsaczcZ18+gMo353/x3/W4FX2DlFxlAL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IFVexQAAANsAAAAPAAAAAAAAAAAAAAAAAJgCAABkcnMv&#10;ZG93bnJldi54bWxQSwUGAAAAAAQABAD1AAAAigMAAAAA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2147483646,0;2147483646,64656760;2147483646,226451267;2147483646,614595729;2147483646,1132155661;2147483646,1746649758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662616833,2147483646;1055172531,2147483646;607544898,2147483646;223864115,2147483646;63946850,2147483646;0,2147483646;127893700,2147483646;415704665,2134794219;799385448,1423263688;1342882900,873325038;2014374647,420523498;2147483646,129415152;2147483646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T7O8IA&#10;AADbAAAADwAAAGRycy9kb3ducmV2LnhtbERPTWvCQBC9F/wPywje6kYFqamriCgqnpoKxduQnSZp&#10;srMxuybx37uFQm/zeJ+zXPemEi01rrCsYDKOQBCnVhecKbh87l/fQDiPrLGyTAoe5GC9GrwsMda2&#10;4w9qE5+JEMIuRgW593UspUtzMujGtiYO3LdtDPoAm0zqBrsQbio5jaK5NFhwaMixpm1OaZncjYLD&#10;z834r2s2k4frqSqTrmx350ip0bDfvIPw1Pt/8Z/7qMP8Bfz+Eg6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9Ps7wgAAANsAAAAPAAAAAAAAAAAAAAAAAJgCAABkcnMvZG93&#10;bnJldi54bWxQSwUGAAAAAAQABAD1AAAAhwMAAAAA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890836140,2147483646;1890836140,2147483646;2147483646,2147483646;2147483646,2147483646;2147483646,2147483646;2147483646,2147483646;2147483646,2147483646;2147483646,2147483646;2147483646,2147483646;2147483646,2147483646;2147483646,2147483646;2147483646,2147483646;2147483646,1628236206;2147483646,1204915171;2147483646,748968149;2147483646,455947022;2147483646,195347525;2147483646,0;1890836140,0;1890836140,0;1433389843,0;1006420734,195347525;701456640,455947022;426969422,748968149;244010343,1204915171;122005328,1628236206;60953751,2147483646;0,2147483646;0,2147483646;60953751,2147483646;122005328,2147483646;244010343,2147483646;426969422,2147483646;701456640,2147483646;1006420734,2147483646;1433389843,2147483646;1890836140,2147483646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0ZAcEA&#10;AADbAAAADwAAAGRycy9kb3ducmV2LnhtbERPy4rCMBTdD/gP4QpuRNPpQJFqFB1QZMABH7i+NNe2&#10;tLkpSdT692YxMMvDeS9WvWnFg5yvLSv4nCYgiAuray4VXM7byQyED8gaW8uk4EUeVsvBxwJzbZ98&#10;pMcplCKGsM9RQRVCl0vpi4oM+qntiCN3s85giNCVUjt8xnDTyjRJMmmw5thQYUffFRXN6W4UHH4v&#10;2e6r+cl2134cmq27p4fNWKnRsF/PQQTqw7/4z73XCtK4Pn6JP0A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dGQHBAAAA2wAAAA8AAAAAAAAAAAAAAAAAmAIAAGRycy9kb3du&#10;cmV2LnhtbFBLBQYAAAAABAAEAPUAAACGAwAAAAA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2147483646,0;2147483646,64656760;2147483646,2147483646;2147483646,2005480380;2147483646,1681992998;2147483646,1681992998;2147483646,1876065229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980481443,2147483646;1298701595,2147483646;681780166,2147483646;227260055,2147483646;64960527,2147483646;0,2147483646;97440791,2147483646;357181110,2147483646;876661748,1681992998;1428520541,1067397269;2147483646,549837337;2147483646,226451267;2147483646,64656760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1AaMMA&#10;AADbAAAADwAAAGRycy9kb3ducmV2LnhtbESPQWvCQBSE7wX/w/IEb3WjaJHUVURRpAfBKPT6yL5m&#10;U7NvQ3aNsb/eFQoeh5n5hpkvO1uJlhpfOlYwGiYgiHOnSy4UnE/b9xkIH5A1Vo5JwZ08LBe9tzmm&#10;2t34SG0WChEh7FNUYEKoUyl9bsiiH7qaOHo/rrEYomwKqRu8Rbit5DhJPqTFkuOCwZrWhvJLdrUK&#10;dmtTTb6PZ/7b7A5cf23a32nWKjXod6tPEIG68Ar/t/dawXgEzy/x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1AaMMAAADbAAAADwAAAAAAAAAAAAAAAACYAgAAZHJzL2Rv&#10;d25yZXYueG1sUEsFBgAAAAAEAAQA9QAAAIgDAAAAAA=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2147483646,0;2147483646,64656760;2147483646,2147483646;2147483646,2005480380;2147483646,1681992998;2147483646,1681992998;2147483646,1876065229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980481443,2147483646;1298701595,2147483646;681780166,2147483646;227260055,2147483646;64960527,2147483646;0,2147483646;97440791,2147483646;357181110,2147483646;876661748,1681992998;1428520541,1067397269;2147483646,549837337;2147483646,226451267;2147483646,64656760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3/4cMA&#10;AADbAAAADwAAAGRycy9kb3ducmV2LnhtbESPQWuDQBSE74H8h+UFegnNGiFtsa4iASGHXmIS6PHV&#10;fVWp+1bcNdp/3y0Uehxm5hsmzRfTizuNrrOsYL+LQBDXVnfcKLheyscXEM4ja+wtk4JvcpBn61WK&#10;ibYzn+le+UYECLsEFbTeD4mUrm7JoNvZgTh4n3Y06IMcG6lHnAPc9DKOoidpsOOw0OJAx5bqr2oy&#10;Ct54QHPE6X1bTs+3Q/RxKy5YKvWwWYpXEJ4W/x/+a5+0gjiG3y/hB8js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m3/4cMAAADbAAAADwAAAAAAAAAAAAAAAACYAgAAZHJzL2Rv&#10;d25yZXYueG1sUEsFBgAAAAAEAAQA9QAAAIgDAAAAAA==&#10;" path="m,l186,r,50l68,50r,54l178,104r,53l68,157r,58l190,215r,52l,267,,xe" fillcolor="black" stroked="f">
                <v:path arrowok="t" o:connecttype="custom" o:connectlocs="0,0;2147483646,0;2147483646,1620127353;2147483646,1620127353;2147483646,2147483646;2147483646,2147483646;2147483646,2147483646;2147483646,2147483646;2147483646,2147483646;2147483646,2147483646;2147483646,2147483646;0,2147483646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5QXMUA&#10;AADbAAAADwAAAGRycy9kb3ducmV2LnhtbESPUUvDQBCE3wv9D8cKvoi92BaR2EuwolgRwbTF5yW3&#10;JqG5vZBb27S/3isIfRxm5htmkQ+uVXvqQ+PZwN0kAUVcettwZWC7eb19ABUE2WLrmQwcKUCejUcL&#10;TK0/cEH7tVQqQjikaKAW6VKtQ1mTwzDxHXH0fnzvUKLsK217PES4a/U0Se61w4bjQo0dPddU7ta/&#10;zsDL8VS8f51uvj8SeSs+abnUMh+Mub4anh5BCQ1yCf+3V9bAdAbnL/EH6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jlBcxQAAANsAAAAPAAAAAAAAAAAAAAAAAJgCAABkcnMv&#10;ZG93bnJldi54bWxQSwUGAAAAAAQABAD1AAAAigMAAAAA&#10;" path="m,l72,r33,203l107,203,141,r91,l269,203,304,r69,l311,267r-89,l186,62,151,267r-93,l,xe" fillcolor="black" stroked="f">
                <v:path arrowok="t" o:connecttype="custom" o:connectlocs="0,0;2147483646,0;2147483646,2147483646;2147483646,2147483646;2147483646,0;2147483646,0;2147483646,2147483646;2147483646,0;2147483646,0;2147483646,2147483646;2147483646,2147483646;2147483646,2009043477;2147483646,2147483646;1841680822,2147483646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w4XMMA&#10;AADbAAAADwAAAGRycy9kb3ducmV2LnhtbESPT2vCQBTE74LfYXkFb7pp8E9JXUWEUvFQUFPo8ZF9&#10;zcZm38bsqvHbuwXB4zDzm2Hmy87W4kKtrxwreB0lIIgLpysuFeSHj+EbCB+QNdaOScGNPCwX/d4c&#10;M+2uvKPLPpQilrDPUIEJocmk9IUhi37kGuLo/brWYoiyLaVu8RrLbS3TJJlKixXHBYMNrQ0Vf/uz&#10;VZCSPOZ28jmbJtR9/8j0dPwyW6UGL93qHUSgLjzDD3qjIzeG/y/xB8jF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rw4XMMAAADbAAAADwAAAAAAAAAAAAAAAACYAgAAZHJzL2Rv&#10;d25yZXYueG1sUEsFBgAAAAAEAAQA9QAAAIgDAAAAAA=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2147483646,0;2147483646,129415152;2147483646,2070137459;2147483646,1876065229;2147483646,1681992998;2147483646,1681992998;2147483646,1746649758;2147483646,2005480380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356244806,2147483646;126190171,2147483646;315375583,2147483646;1356244806,2147483646;2147483646,2147483646;2147483646,2147483646;2147483646,2147483646;2147483646,2147483646;2147483646,2147483646;2147483646,2147483646;2147483646,2147483646;2018543515,2147483646;914679052,2147483646;378470669,2147483646;63095086,2147483646;0,2147483646;126190171,1876065229;378470669,1293848536;725393795,873325038;1766263017,226451267;2147483646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rgjcQA&#10;AADbAAAADwAAAGRycy9kb3ducmV2LnhtbESPQWuDQBSE74X8h+UFegl1jdBSrGtIQgI9NqaX3l7d&#10;V5W6b8XdqPXXdwOBHIeZ+YbJNpNpxUC9aywrWEcxCOLS6oYrBZ/n49MrCOeRNbaWScEfOdjki4cM&#10;U21HPtFQ+EoECLsUFdTed6mUrqzJoItsRxy8H9sb9EH2ldQ9jgFuWpnE8Ys02HBYqLGjfU3lb3Ex&#10;Ci4rV+y/9cfqaxpKfZh349jMW6Uel9P2DYSnyd/Dt/a7VpA8w/VL+AEy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3q4I3EAAAA2wAAAA8AAAAAAAAAAAAAAAAAmAIAAGRycy9k&#10;b3ducmV2LnhtbFBLBQYAAAAABAAEAPUAAACJ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2147483646,0;2147483646,129415152;2147483646,2070137459;2147483646,1876065229;2147483646,1681992998;2147483646,1681992998;2147483646,1746649758;2147483646,2005480380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356244806,2147483646;126190171,2147483646;315375583,2147483646;1356244806,2147483646;2147483646,2147483646;2147483646,2147483646;2147483646,2147483646;2147483646,2147483646;2147483646,2147483646;2147483646,2147483646;2147483646,2147483646;2018543515,2147483646;914679052,2147483646;378470669,2147483646;63095086,2147483646;0,2147483646;126190171,1876065229;378470669,1293848536;725393795,873325038;1766263017,226451267;2147483646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F86D9C" w:rsidRPr="00AE3921" w:rsidTr="001F529C">
      <w:trPr>
        <w:trHeight w:val="227"/>
        <w:jc w:val="center"/>
      </w:trPr>
      <w:tc>
        <w:tcPr>
          <w:tcW w:w="5103" w:type="dxa"/>
          <w:vAlign w:val="center"/>
        </w:tcPr>
        <w:p w:rsidR="00F86D9C" w:rsidRPr="00AE3921" w:rsidRDefault="00CA114E" w:rsidP="001F529C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r>
            <w:rPr>
              <w:color w:val="000000" w:themeColor="text1"/>
              <w:sz w:val="12"/>
              <w:szCs w:val="12"/>
            </w:rPr>
            <w:t>Kanalizace Frýdek-Místek - Skalice</w:t>
          </w:r>
        </w:p>
      </w:tc>
      <w:tc>
        <w:tcPr>
          <w:tcW w:w="3402" w:type="dxa"/>
          <w:tcMar>
            <w:left w:w="113" w:type="dxa"/>
          </w:tcMar>
          <w:vAlign w:val="center"/>
        </w:tcPr>
        <w:p w:rsidR="00F86D9C" w:rsidRPr="00AE3921" w:rsidRDefault="00F86D9C" w:rsidP="001F529C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</w:p>
      </w:tc>
    </w:tr>
    <w:tr w:rsidR="00F86D9C" w:rsidRPr="00AE3921" w:rsidTr="001F529C">
      <w:trPr>
        <w:trHeight w:val="227"/>
        <w:jc w:val="center"/>
      </w:trPr>
      <w:tc>
        <w:tcPr>
          <w:tcW w:w="5103" w:type="dxa"/>
          <w:vAlign w:val="center"/>
        </w:tcPr>
        <w:p w:rsidR="00F86D9C" w:rsidRPr="00AE3921" w:rsidRDefault="00A130F0" w:rsidP="004D37E7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351069643"/>
              <w:text/>
            </w:sdtPr>
            <w:sdtEndPr/>
            <w:sdtContent>
              <w:r w:rsidR="00F86D9C" w:rsidRPr="009148AB">
                <w:rPr>
                  <w:color w:val="000000" w:themeColor="text1"/>
                  <w:sz w:val="12"/>
                  <w:szCs w:val="12"/>
                </w:rPr>
                <w:t>Seznam příloh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:rsidR="00F86D9C" w:rsidRPr="00AE3921" w:rsidRDefault="00A130F0" w:rsidP="004D37E7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212316534"/>
              <w:text/>
            </w:sdtPr>
            <w:sdtEndPr/>
            <w:sdtContent>
              <w:proofErr w:type="spellStart"/>
              <w:r w:rsidR="00F86D9C" w:rsidRPr="005C7AD9">
                <w:rPr>
                  <w:color w:val="000000" w:themeColor="text1"/>
                  <w:sz w:val="12"/>
                  <w:szCs w:val="12"/>
                </w:rPr>
                <w:t>D</w:t>
              </w:r>
              <w:r w:rsidR="00CA114E">
                <w:rPr>
                  <w:color w:val="000000" w:themeColor="text1"/>
                  <w:sz w:val="12"/>
                  <w:szCs w:val="12"/>
                </w:rPr>
                <w:t>P</w:t>
              </w:r>
              <w:r w:rsidR="00F86D9C">
                <w:rPr>
                  <w:color w:val="000000" w:themeColor="text1"/>
                  <w:sz w:val="12"/>
                  <w:szCs w:val="12"/>
                </w:rPr>
                <w:t>S</w:t>
              </w:r>
              <w:proofErr w:type="spellEnd"/>
            </w:sdtContent>
          </w:sdt>
        </w:p>
      </w:tc>
    </w:tr>
  </w:tbl>
  <w:p w:rsidR="00F86D9C" w:rsidRPr="00AE3921" w:rsidRDefault="00F86D9C" w:rsidP="00CA337C">
    <w:pPr>
      <w:pStyle w:val="Zhlav"/>
      <w:rPr>
        <w:color w:val="000000" w:themeColor="text1"/>
        <w:sz w:val="12"/>
        <w:szCs w:val="1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D9C" w:rsidRPr="00AE3921" w:rsidRDefault="00F86D9C" w:rsidP="00CA337C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="003746F9">
      <w:rPr>
        <w:noProof/>
        <w:color w:val="000000" w:themeColor="text1"/>
      </w:rPr>
      <mc:AlternateContent>
        <mc:Choice Requires="wpc">
          <w:drawing>
            <wp:inline distT="0" distB="0" distL="0" distR="0">
              <wp:extent cx="683895" cy="199390"/>
              <wp:effectExtent l="0" t="9525" r="1905" b="635"/>
              <wp:docPr id="13" name="Plátno 3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Freeform 195"/>
                      <wps:cNvSpPr>
                        <a:spLocks noEditPoints="1"/>
                      </wps:cNvSpPr>
                      <wps:spPr bwMode="auto">
                        <a:xfrm>
                          <a:off x="507370" y="26612"/>
                          <a:ext cx="176525" cy="172178"/>
                        </a:xfrm>
                        <a:custGeom>
                          <a:avLst/>
                          <a:gdLst>
                            <a:gd name="T0" fmla="*/ 44756707 w 556"/>
                            <a:gd name="T1" fmla="*/ 42507038 h 543"/>
                            <a:gd name="T2" fmla="*/ 44756707 w 556"/>
                            <a:gd name="T3" fmla="*/ 47933658 h 543"/>
                            <a:gd name="T4" fmla="*/ 11289980 w 556"/>
                            <a:gd name="T5" fmla="*/ 47933658 h 543"/>
                            <a:gd name="T6" fmla="*/ 11289980 w 556"/>
                            <a:gd name="T7" fmla="*/ 42507038 h 543"/>
                            <a:gd name="T8" fmla="*/ 27821737 w 556"/>
                            <a:gd name="T9" fmla="*/ 25725232 h 543"/>
                            <a:gd name="T10" fmla="*/ 44756707 w 556"/>
                            <a:gd name="T11" fmla="*/ 42507038 h 543"/>
                            <a:gd name="T12" fmla="*/ 56046688 w 556"/>
                            <a:gd name="T13" fmla="*/ 18188719 h 543"/>
                            <a:gd name="T14" fmla="*/ 35583757 w 556"/>
                            <a:gd name="T15" fmla="*/ 18188719 h 543"/>
                            <a:gd name="T16" fmla="*/ 48889805 w 556"/>
                            <a:gd name="T17" fmla="*/ 4924037 h 543"/>
                            <a:gd name="T18" fmla="*/ 43950280 w 556"/>
                            <a:gd name="T19" fmla="*/ 402066 h 543"/>
                            <a:gd name="T20" fmla="*/ 27821737 w 556"/>
                            <a:gd name="T21" fmla="*/ 16580773 h 543"/>
                            <a:gd name="T22" fmla="*/ 11491587 w 556"/>
                            <a:gd name="T23" fmla="*/ 0 h 543"/>
                            <a:gd name="T24" fmla="*/ 6955593 w 556"/>
                            <a:gd name="T25" fmla="*/ 4723004 h 543"/>
                            <a:gd name="T26" fmla="*/ 20261641 w 556"/>
                            <a:gd name="T27" fmla="*/ 18188719 h 543"/>
                            <a:gd name="T28" fmla="*/ 0 w 556"/>
                            <a:gd name="T29" fmla="*/ 18188719 h 543"/>
                            <a:gd name="T30" fmla="*/ 0 w 556"/>
                            <a:gd name="T31" fmla="*/ 24418836 h 543"/>
                            <a:gd name="T32" fmla="*/ 20261641 w 556"/>
                            <a:gd name="T33" fmla="*/ 24418836 h 543"/>
                            <a:gd name="T34" fmla="*/ 4636956 w 556"/>
                            <a:gd name="T35" fmla="*/ 39793729 h 543"/>
                            <a:gd name="T36" fmla="*/ 4636956 w 556"/>
                            <a:gd name="T37" fmla="*/ 54565840 h 543"/>
                            <a:gd name="T38" fmla="*/ 51208125 w 556"/>
                            <a:gd name="T39" fmla="*/ 54565840 h 543"/>
                            <a:gd name="T40" fmla="*/ 51208125 w 556"/>
                            <a:gd name="T41" fmla="*/ 39793729 h 543"/>
                            <a:gd name="T42" fmla="*/ 35583757 w 556"/>
                            <a:gd name="T43" fmla="*/ 24418836 h 543"/>
                            <a:gd name="T44" fmla="*/ 56046688 w 556"/>
                            <a:gd name="T45" fmla="*/ 24418836 h 543"/>
                            <a:gd name="T46" fmla="*/ 56046688 w 556"/>
                            <a:gd name="T47" fmla="*/ 18188719 h 543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</a:gdLst>
                          <a:ahLst/>
                          <a:cxnLst>
                            <a:cxn ang="T48">
                              <a:pos x="T0" y="T1"/>
                            </a:cxn>
                            <a:cxn ang="T49">
                              <a:pos x="T2" y="T3"/>
                            </a:cxn>
                            <a:cxn ang="T50">
                              <a:pos x="T4" y="T5"/>
                            </a:cxn>
                            <a:cxn ang="T51">
                              <a:pos x="T6" y="T7"/>
                            </a:cxn>
                            <a:cxn ang="T52">
                              <a:pos x="T8" y="T9"/>
                            </a:cxn>
                            <a:cxn ang="T53">
                              <a:pos x="T10" y="T11"/>
                            </a:cxn>
                            <a:cxn ang="T54">
                              <a:pos x="T12" y="T13"/>
                            </a:cxn>
                            <a:cxn ang="T55">
                              <a:pos x="T14" y="T15"/>
                            </a:cxn>
                            <a:cxn ang="T56">
                              <a:pos x="T16" y="T17"/>
                            </a:cxn>
                            <a:cxn ang="T57">
                              <a:pos x="T18" y="T19"/>
                            </a:cxn>
                            <a:cxn ang="T58">
                              <a:pos x="T20" y="T21"/>
                            </a:cxn>
                            <a:cxn ang="T59">
                              <a:pos x="T22" y="T23"/>
                            </a:cxn>
                            <a:cxn ang="T60">
                              <a:pos x="T24" y="T25"/>
                            </a:cxn>
                            <a:cxn ang="T61">
                              <a:pos x="T26" y="T27"/>
                            </a:cxn>
                            <a:cxn ang="T62">
                              <a:pos x="T28" y="T29"/>
                            </a:cxn>
                            <a:cxn ang="T63">
                              <a:pos x="T30" y="T31"/>
                            </a:cxn>
                            <a:cxn ang="T64">
                              <a:pos x="T32" y="T33"/>
                            </a:cxn>
                            <a:cxn ang="T65">
                              <a:pos x="T34" y="T35"/>
                            </a:cxn>
                            <a:cxn ang="T66">
                              <a:pos x="T36" y="T37"/>
                            </a:cxn>
                            <a:cxn ang="T67">
                              <a:pos x="T38" y="T39"/>
                            </a:cxn>
                            <a:cxn ang="T68">
                              <a:pos x="T40" y="T41"/>
                            </a:cxn>
                            <a:cxn ang="T69">
                              <a:pos x="T42" y="T43"/>
                            </a:cxn>
                            <a:cxn ang="T70">
                              <a:pos x="T44" y="T45"/>
                            </a:cxn>
                            <a:cxn ang="T71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" name="Freeform 196"/>
                      <wps:cNvSpPr>
                        <a:spLocks/>
                      </wps:cNvSpPr>
                      <wps:spPr bwMode="auto">
                        <a:xfrm>
                          <a:off x="574680" y="0"/>
                          <a:ext cx="41906" cy="41919"/>
                        </a:xfrm>
                        <a:custGeom>
                          <a:avLst/>
                          <a:gdLst>
                            <a:gd name="T0" fmla="*/ 13406721 w 131"/>
                            <a:gd name="T1" fmla="*/ 6654641 h 132"/>
                            <a:gd name="T2" fmla="*/ 13406721 w 131"/>
                            <a:gd name="T3" fmla="*/ 6654641 h 132"/>
                            <a:gd name="T4" fmla="*/ 13304355 w 131"/>
                            <a:gd name="T5" fmla="*/ 7965563 h 132"/>
                            <a:gd name="T6" fmla="*/ 12894892 w 131"/>
                            <a:gd name="T7" fmla="*/ 9377153 h 132"/>
                            <a:gd name="T8" fmla="*/ 12281017 w 131"/>
                            <a:gd name="T9" fmla="*/ 10385432 h 132"/>
                            <a:gd name="T10" fmla="*/ 11462091 w 131"/>
                            <a:gd name="T11" fmla="*/ 11292725 h 132"/>
                            <a:gd name="T12" fmla="*/ 10541118 w 131"/>
                            <a:gd name="T13" fmla="*/ 12099348 h 132"/>
                            <a:gd name="T14" fmla="*/ 9313049 w 131"/>
                            <a:gd name="T15" fmla="*/ 12905971 h 132"/>
                            <a:gd name="T16" fmla="*/ 8084979 w 131"/>
                            <a:gd name="T17" fmla="*/ 13309283 h 132"/>
                            <a:gd name="T18" fmla="*/ 6754543 w 131"/>
                            <a:gd name="T19" fmla="*/ 13309283 h 132"/>
                            <a:gd name="T20" fmla="*/ 6754543 w 131"/>
                            <a:gd name="T21" fmla="*/ 13309283 h 132"/>
                            <a:gd name="T22" fmla="*/ 5321742 w 131"/>
                            <a:gd name="T23" fmla="*/ 13309283 h 132"/>
                            <a:gd name="T24" fmla="*/ 4196038 w 131"/>
                            <a:gd name="T25" fmla="*/ 12905971 h 132"/>
                            <a:gd name="T26" fmla="*/ 2967968 w 131"/>
                            <a:gd name="T27" fmla="*/ 12099348 h 132"/>
                            <a:gd name="T28" fmla="*/ 1944630 w 131"/>
                            <a:gd name="T29" fmla="*/ 11292725 h 132"/>
                            <a:gd name="T30" fmla="*/ 1228070 w 131"/>
                            <a:gd name="T31" fmla="*/ 10385432 h 132"/>
                            <a:gd name="T32" fmla="*/ 614195 w 131"/>
                            <a:gd name="T33" fmla="*/ 9377153 h 132"/>
                            <a:gd name="T34" fmla="*/ 204732 w 131"/>
                            <a:gd name="T35" fmla="*/ 7965563 h 132"/>
                            <a:gd name="T36" fmla="*/ 0 w 131"/>
                            <a:gd name="T37" fmla="*/ 6654641 h 132"/>
                            <a:gd name="T38" fmla="*/ 0 w 131"/>
                            <a:gd name="T39" fmla="*/ 6654641 h 132"/>
                            <a:gd name="T40" fmla="*/ 204732 w 131"/>
                            <a:gd name="T41" fmla="*/ 5243051 h 132"/>
                            <a:gd name="T42" fmla="*/ 614195 w 131"/>
                            <a:gd name="T43" fmla="*/ 4134103 h 132"/>
                            <a:gd name="T44" fmla="*/ 1228070 w 131"/>
                            <a:gd name="T45" fmla="*/ 2924168 h 132"/>
                            <a:gd name="T46" fmla="*/ 1944630 w 131"/>
                            <a:gd name="T47" fmla="*/ 1915889 h 132"/>
                            <a:gd name="T48" fmla="*/ 2967968 w 131"/>
                            <a:gd name="T49" fmla="*/ 1209935 h 132"/>
                            <a:gd name="T50" fmla="*/ 4196038 w 131"/>
                            <a:gd name="T51" fmla="*/ 604967 h 132"/>
                            <a:gd name="T52" fmla="*/ 5321742 w 131"/>
                            <a:gd name="T53" fmla="*/ 201656 h 132"/>
                            <a:gd name="T54" fmla="*/ 6754543 w 131"/>
                            <a:gd name="T55" fmla="*/ 0 h 132"/>
                            <a:gd name="T56" fmla="*/ 6754543 w 131"/>
                            <a:gd name="T57" fmla="*/ 0 h 132"/>
                            <a:gd name="T58" fmla="*/ 8084979 w 131"/>
                            <a:gd name="T59" fmla="*/ 201656 h 132"/>
                            <a:gd name="T60" fmla="*/ 9313049 w 131"/>
                            <a:gd name="T61" fmla="*/ 604967 h 132"/>
                            <a:gd name="T62" fmla="*/ 10541118 w 131"/>
                            <a:gd name="T63" fmla="*/ 1209935 h 132"/>
                            <a:gd name="T64" fmla="*/ 11462091 w 131"/>
                            <a:gd name="T65" fmla="*/ 1915889 h 132"/>
                            <a:gd name="T66" fmla="*/ 12281017 w 131"/>
                            <a:gd name="T67" fmla="*/ 2924168 h 132"/>
                            <a:gd name="T68" fmla="*/ 12894892 w 131"/>
                            <a:gd name="T69" fmla="*/ 4134103 h 132"/>
                            <a:gd name="T70" fmla="*/ 13304355 w 131"/>
                            <a:gd name="T71" fmla="*/ 5243051 h 132"/>
                            <a:gd name="T72" fmla="*/ 13406721 w 131"/>
                            <a:gd name="T73" fmla="*/ 6654641 h 132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197"/>
                      <wps:cNvSpPr>
                        <a:spLocks/>
                      </wps:cNvSpPr>
                      <wps:spPr bwMode="auto">
                        <a:xfrm>
                          <a:off x="574680" y="0"/>
                          <a:ext cx="41906" cy="41919"/>
                        </a:xfrm>
                        <a:custGeom>
                          <a:avLst/>
                          <a:gdLst>
                            <a:gd name="T0" fmla="*/ 13406721 w 131"/>
                            <a:gd name="T1" fmla="*/ 6654641 h 132"/>
                            <a:gd name="T2" fmla="*/ 13406721 w 131"/>
                            <a:gd name="T3" fmla="*/ 6654641 h 132"/>
                            <a:gd name="T4" fmla="*/ 13304355 w 131"/>
                            <a:gd name="T5" fmla="*/ 7965563 h 132"/>
                            <a:gd name="T6" fmla="*/ 12894892 w 131"/>
                            <a:gd name="T7" fmla="*/ 9377153 h 132"/>
                            <a:gd name="T8" fmla="*/ 12281017 w 131"/>
                            <a:gd name="T9" fmla="*/ 10385432 h 132"/>
                            <a:gd name="T10" fmla="*/ 11462091 w 131"/>
                            <a:gd name="T11" fmla="*/ 11292725 h 132"/>
                            <a:gd name="T12" fmla="*/ 10541118 w 131"/>
                            <a:gd name="T13" fmla="*/ 12099348 h 132"/>
                            <a:gd name="T14" fmla="*/ 9313049 w 131"/>
                            <a:gd name="T15" fmla="*/ 12905971 h 132"/>
                            <a:gd name="T16" fmla="*/ 8084979 w 131"/>
                            <a:gd name="T17" fmla="*/ 13309283 h 132"/>
                            <a:gd name="T18" fmla="*/ 6754543 w 131"/>
                            <a:gd name="T19" fmla="*/ 13309283 h 132"/>
                            <a:gd name="T20" fmla="*/ 6754543 w 131"/>
                            <a:gd name="T21" fmla="*/ 13309283 h 132"/>
                            <a:gd name="T22" fmla="*/ 5321742 w 131"/>
                            <a:gd name="T23" fmla="*/ 13309283 h 132"/>
                            <a:gd name="T24" fmla="*/ 4196038 w 131"/>
                            <a:gd name="T25" fmla="*/ 12905971 h 132"/>
                            <a:gd name="T26" fmla="*/ 2967968 w 131"/>
                            <a:gd name="T27" fmla="*/ 12099348 h 132"/>
                            <a:gd name="T28" fmla="*/ 1944630 w 131"/>
                            <a:gd name="T29" fmla="*/ 11292725 h 132"/>
                            <a:gd name="T30" fmla="*/ 1228070 w 131"/>
                            <a:gd name="T31" fmla="*/ 10385432 h 132"/>
                            <a:gd name="T32" fmla="*/ 614195 w 131"/>
                            <a:gd name="T33" fmla="*/ 9377153 h 132"/>
                            <a:gd name="T34" fmla="*/ 204732 w 131"/>
                            <a:gd name="T35" fmla="*/ 7965563 h 132"/>
                            <a:gd name="T36" fmla="*/ 0 w 131"/>
                            <a:gd name="T37" fmla="*/ 6654641 h 132"/>
                            <a:gd name="T38" fmla="*/ 0 w 131"/>
                            <a:gd name="T39" fmla="*/ 6654641 h 132"/>
                            <a:gd name="T40" fmla="*/ 204732 w 131"/>
                            <a:gd name="T41" fmla="*/ 5243051 h 132"/>
                            <a:gd name="T42" fmla="*/ 614195 w 131"/>
                            <a:gd name="T43" fmla="*/ 4134103 h 132"/>
                            <a:gd name="T44" fmla="*/ 1228070 w 131"/>
                            <a:gd name="T45" fmla="*/ 2924168 h 132"/>
                            <a:gd name="T46" fmla="*/ 1944630 w 131"/>
                            <a:gd name="T47" fmla="*/ 1915889 h 132"/>
                            <a:gd name="T48" fmla="*/ 2967968 w 131"/>
                            <a:gd name="T49" fmla="*/ 1209935 h 132"/>
                            <a:gd name="T50" fmla="*/ 4196038 w 131"/>
                            <a:gd name="T51" fmla="*/ 604967 h 132"/>
                            <a:gd name="T52" fmla="*/ 5321742 w 131"/>
                            <a:gd name="T53" fmla="*/ 201656 h 132"/>
                            <a:gd name="T54" fmla="*/ 6754543 w 131"/>
                            <a:gd name="T55" fmla="*/ 0 h 132"/>
                            <a:gd name="T56" fmla="*/ 6754543 w 131"/>
                            <a:gd name="T57" fmla="*/ 0 h 132"/>
                            <a:gd name="T58" fmla="*/ 8084979 w 131"/>
                            <a:gd name="T59" fmla="*/ 201656 h 132"/>
                            <a:gd name="T60" fmla="*/ 9313049 w 131"/>
                            <a:gd name="T61" fmla="*/ 604967 h 132"/>
                            <a:gd name="T62" fmla="*/ 10541118 w 131"/>
                            <a:gd name="T63" fmla="*/ 1209935 h 132"/>
                            <a:gd name="T64" fmla="*/ 11462091 w 131"/>
                            <a:gd name="T65" fmla="*/ 1915889 h 132"/>
                            <a:gd name="T66" fmla="*/ 12281017 w 131"/>
                            <a:gd name="T67" fmla="*/ 2924168 h 132"/>
                            <a:gd name="T68" fmla="*/ 12894892 w 131"/>
                            <a:gd name="T69" fmla="*/ 4134103 h 132"/>
                            <a:gd name="T70" fmla="*/ 13304355 w 131"/>
                            <a:gd name="T71" fmla="*/ 5243051 h 132"/>
                            <a:gd name="T72" fmla="*/ 13406721 w 131"/>
                            <a:gd name="T73" fmla="*/ 6654641 h 132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198"/>
                      <wps:cNvSpPr>
                        <a:spLocks noEditPoints="1"/>
                      </wps:cNvSpPr>
                      <wps:spPr bwMode="auto">
                        <a:xfrm>
                          <a:off x="381053" y="113051"/>
                          <a:ext cx="84412" cy="86339"/>
                        </a:xfrm>
                        <a:custGeom>
                          <a:avLst/>
                          <a:gdLst>
                            <a:gd name="T0" fmla="*/ 13400564 w 266"/>
                            <a:gd name="T1" fmla="*/ 0 h 271"/>
                            <a:gd name="T2" fmla="*/ 16322298 w 266"/>
                            <a:gd name="T3" fmla="*/ 202944 h 271"/>
                            <a:gd name="T4" fmla="*/ 19042839 w 266"/>
                            <a:gd name="T5" fmla="*/ 710783 h 271"/>
                            <a:gd name="T6" fmla="*/ 21360044 w 266"/>
                            <a:gd name="T7" fmla="*/ 1929087 h 271"/>
                            <a:gd name="T8" fmla="*/ 23274546 w 266"/>
                            <a:gd name="T9" fmla="*/ 3553599 h 271"/>
                            <a:gd name="T10" fmla="*/ 24886625 w 266"/>
                            <a:gd name="T11" fmla="*/ 5482367 h 271"/>
                            <a:gd name="T12" fmla="*/ 25894174 w 266"/>
                            <a:gd name="T13" fmla="*/ 7817662 h 271"/>
                            <a:gd name="T14" fmla="*/ 26397790 w 266"/>
                            <a:gd name="T15" fmla="*/ 10558846 h 271"/>
                            <a:gd name="T16" fmla="*/ 26800810 w 266"/>
                            <a:gd name="T17" fmla="*/ 13706237 h 271"/>
                            <a:gd name="T18" fmla="*/ 26196280 w 266"/>
                            <a:gd name="T19" fmla="*/ 18274876 h 271"/>
                            <a:gd name="T20" fmla="*/ 25491155 w 266"/>
                            <a:gd name="T21" fmla="*/ 20813115 h 271"/>
                            <a:gd name="T22" fmla="*/ 24080586 w 266"/>
                            <a:gd name="T23" fmla="*/ 22945147 h 271"/>
                            <a:gd name="T24" fmla="*/ 22367593 w 266"/>
                            <a:gd name="T25" fmla="*/ 24772603 h 271"/>
                            <a:gd name="T26" fmla="*/ 20453408 w 266"/>
                            <a:gd name="T27" fmla="*/ 26092538 h 271"/>
                            <a:gd name="T28" fmla="*/ 17833780 w 266"/>
                            <a:gd name="T29" fmla="*/ 27107579 h 271"/>
                            <a:gd name="T30" fmla="*/ 14911729 w 266"/>
                            <a:gd name="T31" fmla="*/ 27513786 h 271"/>
                            <a:gd name="T32" fmla="*/ 13400564 w 266"/>
                            <a:gd name="T33" fmla="*/ 27513786 h 271"/>
                            <a:gd name="T34" fmla="*/ 10277002 w 266"/>
                            <a:gd name="T35" fmla="*/ 27310842 h 271"/>
                            <a:gd name="T36" fmla="*/ 7556778 w 266"/>
                            <a:gd name="T37" fmla="*/ 26701690 h 271"/>
                            <a:gd name="T38" fmla="*/ 5239256 w 266"/>
                            <a:gd name="T39" fmla="*/ 25584699 h 271"/>
                            <a:gd name="T40" fmla="*/ 3325071 w 266"/>
                            <a:gd name="T41" fmla="*/ 23960188 h 271"/>
                            <a:gd name="T42" fmla="*/ 1914502 w 266"/>
                            <a:gd name="T43" fmla="*/ 21828156 h 271"/>
                            <a:gd name="T44" fmla="*/ 705443 w 266"/>
                            <a:gd name="T45" fmla="*/ 19493180 h 271"/>
                            <a:gd name="T46" fmla="*/ 201510 w 266"/>
                            <a:gd name="T47" fmla="*/ 16853309 h 271"/>
                            <a:gd name="T48" fmla="*/ 0 w 266"/>
                            <a:gd name="T49" fmla="*/ 13706237 h 271"/>
                            <a:gd name="T50" fmla="*/ 403020 w 266"/>
                            <a:gd name="T51" fmla="*/ 9238910 h 271"/>
                            <a:gd name="T52" fmla="*/ 1309973 w 266"/>
                            <a:gd name="T53" fmla="*/ 6700671 h 271"/>
                            <a:gd name="T54" fmla="*/ 2519032 w 266"/>
                            <a:gd name="T55" fmla="*/ 4467326 h 271"/>
                            <a:gd name="T56" fmla="*/ 4231707 w 266"/>
                            <a:gd name="T57" fmla="*/ 2741184 h 271"/>
                            <a:gd name="T58" fmla="*/ 6347719 w 266"/>
                            <a:gd name="T59" fmla="*/ 1319935 h 271"/>
                            <a:gd name="T60" fmla="*/ 8967347 w 266"/>
                            <a:gd name="T61" fmla="*/ 406207 h 271"/>
                            <a:gd name="T62" fmla="*/ 11687571 w 266"/>
                            <a:gd name="T63" fmla="*/ 0 h 271"/>
                            <a:gd name="T64" fmla="*/ 13400564 w 266"/>
                            <a:gd name="T65" fmla="*/ 22234363 h 271"/>
                            <a:gd name="T66" fmla="*/ 14710219 w 266"/>
                            <a:gd name="T67" fmla="*/ 22234363 h 271"/>
                            <a:gd name="T68" fmla="*/ 17128337 w 266"/>
                            <a:gd name="T69" fmla="*/ 20813115 h 271"/>
                            <a:gd name="T70" fmla="*/ 18438310 w 266"/>
                            <a:gd name="T71" fmla="*/ 18477820 h 271"/>
                            <a:gd name="T72" fmla="*/ 19042839 w 266"/>
                            <a:gd name="T73" fmla="*/ 15330429 h 271"/>
                            <a:gd name="T74" fmla="*/ 19244349 w 266"/>
                            <a:gd name="T75" fmla="*/ 13706237 h 271"/>
                            <a:gd name="T76" fmla="*/ 18841330 w 266"/>
                            <a:gd name="T77" fmla="*/ 10355901 h 271"/>
                            <a:gd name="T78" fmla="*/ 17833780 w 266"/>
                            <a:gd name="T79" fmla="*/ 7614399 h 271"/>
                            <a:gd name="T80" fmla="*/ 16120788 w 266"/>
                            <a:gd name="T81" fmla="*/ 5888575 h 271"/>
                            <a:gd name="T82" fmla="*/ 13400564 w 266"/>
                            <a:gd name="T83" fmla="*/ 5279423 h 271"/>
                            <a:gd name="T84" fmla="*/ 11889081 w 266"/>
                            <a:gd name="T85" fmla="*/ 5279423 h 271"/>
                            <a:gd name="T86" fmla="*/ 9470963 w 266"/>
                            <a:gd name="T87" fmla="*/ 6700671 h 271"/>
                            <a:gd name="T88" fmla="*/ 7959798 w 266"/>
                            <a:gd name="T89" fmla="*/ 9035966 h 271"/>
                            <a:gd name="T90" fmla="*/ 7355268 w 266"/>
                            <a:gd name="T91" fmla="*/ 11980094 h 271"/>
                            <a:gd name="T92" fmla="*/ 7153758 w 266"/>
                            <a:gd name="T93" fmla="*/ 13706237 h 271"/>
                            <a:gd name="T94" fmla="*/ 7556778 w 266"/>
                            <a:gd name="T95" fmla="*/ 16853309 h 271"/>
                            <a:gd name="T96" fmla="*/ 8564327 w 266"/>
                            <a:gd name="T97" fmla="*/ 19594811 h 271"/>
                            <a:gd name="T98" fmla="*/ 10478512 w 266"/>
                            <a:gd name="T99" fmla="*/ 21625211 h 271"/>
                            <a:gd name="T100" fmla="*/ 13400564 w 266"/>
                            <a:gd name="T101" fmla="*/ 22234363 h 271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</a:gdLst>
                          <a:ahLst/>
                          <a:cxnLst>
                            <a:cxn ang="T102">
                              <a:pos x="T0" y="T1"/>
                            </a:cxn>
                            <a:cxn ang="T103">
                              <a:pos x="T2" y="T3"/>
                            </a:cxn>
                            <a:cxn ang="T104">
                              <a:pos x="T4" y="T5"/>
                            </a:cxn>
                            <a:cxn ang="T105">
                              <a:pos x="T6" y="T7"/>
                            </a:cxn>
                            <a:cxn ang="T106">
                              <a:pos x="T8" y="T9"/>
                            </a:cxn>
                            <a:cxn ang="T107">
                              <a:pos x="T10" y="T11"/>
                            </a:cxn>
                            <a:cxn ang="T108">
                              <a:pos x="T12" y="T13"/>
                            </a:cxn>
                            <a:cxn ang="T109">
                              <a:pos x="T14" y="T15"/>
                            </a:cxn>
                            <a:cxn ang="T110">
                              <a:pos x="T16" y="T17"/>
                            </a:cxn>
                            <a:cxn ang="T111">
                              <a:pos x="T18" y="T19"/>
                            </a:cxn>
                            <a:cxn ang="T112">
                              <a:pos x="T20" y="T21"/>
                            </a:cxn>
                            <a:cxn ang="T113">
                              <a:pos x="T22" y="T23"/>
                            </a:cxn>
                            <a:cxn ang="T114">
                              <a:pos x="T24" y="T25"/>
                            </a:cxn>
                            <a:cxn ang="T115">
                              <a:pos x="T26" y="T27"/>
                            </a:cxn>
                            <a:cxn ang="T116">
                              <a:pos x="T28" y="T29"/>
                            </a:cxn>
                            <a:cxn ang="T117">
                              <a:pos x="T30" y="T31"/>
                            </a:cxn>
                            <a:cxn ang="T118">
                              <a:pos x="T32" y="T33"/>
                            </a:cxn>
                            <a:cxn ang="T119">
                              <a:pos x="T34" y="T35"/>
                            </a:cxn>
                            <a:cxn ang="T120">
                              <a:pos x="T36" y="T37"/>
                            </a:cxn>
                            <a:cxn ang="T121">
                              <a:pos x="T38" y="T39"/>
                            </a:cxn>
                            <a:cxn ang="T122">
                              <a:pos x="T40" y="T41"/>
                            </a:cxn>
                            <a:cxn ang="T123">
                              <a:pos x="T42" y="T43"/>
                            </a:cxn>
                            <a:cxn ang="T124">
                              <a:pos x="T44" y="T45"/>
                            </a:cxn>
                            <a:cxn ang="T125">
                              <a:pos x="T46" y="T47"/>
                            </a:cxn>
                            <a:cxn ang="T126">
                              <a:pos x="T48" y="T49"/>
                            </a:cxn>
                            <a:cxn ang="T127">
                              <a:pos x="T50" y="T51"/>
                            </a:cxn>
                            <a:cxn ang="T128">
                              <a:pos x="T52" y="T53"/>
                            </a:cxn>
                            <a:cxn ang="T129">
                              <a:pos x="T54" y="T55"/>
                            </a:cxn>
                            <a:cxn ang="T130">
                              <a:pos x="T56" y="T57"/>
                            </a:cxn>
                            <a:cxn ang="T131">
                              <a:pos x="T58" y="T59"/>
                            </a:cxn>
                            <a:cxn ang="T132">
                              <a:pos x="T60" y="T61"/>
                            </a:cxn>
                            <a:cxn ang="T133">
                              <a:pos x="T62" y="T63"/>
                            </a:cxn>
                            <a:cxn ang="T134">
                              <a:pos x="T64" y="T65"/>
                            </a:cxn>
                            <a:cxn ang="T135">
                              <a:pos x="T66" y="T67"/>
                            </a:cxn>
                            <a:cxn ang="T136">
                              <a:pos x="T68" y="T69"/>
                            </a:cxn>
                            <a:cxn ang="T137">
                              <a:pos x="T70" y="T71"/>
                            </a:cxn>
                            <a:cxn ang="T138">
                              <a:pos x="T72" y="T73"/>
                            </a:cxn>
                            <a:cxn ang="T139">
                              <a:pos x="T74" y="T75"/>
                            </a:cxn>
                            <a:cxn ang="T140">
                              <a:pos x="T76" y="T77"/>
                            </a:cxn>
                            <a:cxn ang="T141">
                              <a:pos x="T78" y="T79"/>
                            </a:cxn>
                            <a:cxn ang="T142">
                              <a:pos x="T80" y="T81"/>
                            </a:cxn>
                            <a:cxn ang="T143">
                              <a:pos x="T82" y="T83"/>
                            </a:cxn>
                            <a:cxn ang="T144">
                              <a:pos x="T84" y="T85"/>
                            </a:cxn>
                            <a:cxn ang="T145">
                              <a:pos x="T86" y="T87"/>
                            </a:cxn>
                            <a:cxn ang="T146">
                              <a:pos x="T88" y="T89"/>
                            </a:cxn>
                            <a:cxn ang="T147">
                              <a:pos x="T90" y="T91"/>
                            </a:cxn>
                            <a:cxn ang="T148">
                              <a:pos x="T92" y="T93"/>
                            </a:cxn>
                            <a:cxn ang="T149">
                              <a:pos x="T94" y="T95"/>
                            </a:cxn>
                            <a:cxn ang="T150">
                              <a:pos x="T96" y="T97"/>
                            </a:cxn>
                            <a:cxn ang="T151">
                              <a:pos x="T98" y="T99"/>
                            </a:cxn>
                            <a:cxn ang="T152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199"/>
                      <wps:cNvSpPr>
                        <a:spLocks/>
                      </wps:cNvSpPr>
                      <wps:spPr bwMode="auto">
                        <a:xfrm>
                          <a:off x="381053" y="113051"/>
                          <a:ext cx="84412" cy="86339"/>
                        </a:xfrm>
                        <a:custGeom>
                          <a:avLst/>
                          <a:gdLst>
                            <a:gd name="T0" fmla="*/ 13400564 w 266"/>
                            <a:gd name="T1" fmla="*/ 0 h 271"/>
                            <a:gd name="T2" fmla="*/ 16322298 w 266"/>
                            <a:gd name="T3" fmla="*/ 202944 h 271"/>
                            <a:gd name="T4" fmla="*/ 19042839 w 266"/>
                            <a:gd name="T5" fmla="*/ 710783 h 271"/>
                            <a:gd name="T6" fmla="*/ 21360044 w 266"/>
                            <a:gd name="T7" fmla="*/ 1929087 h 271"/>
                            <a:gd name="T8" fmla="*/ 23274546 w 266"/>
                            <a:gd name="T9" fmla="*/ 3553599 h 271"/>
                            <a:gd name="T10" fmla="*/ 24886625 w 266"/>
                            <a:gd name="T11" fmla="*/ 5482367 h 271"/>
                            <a:gd name="T12" fmla="*/ 25894174 w 266"/>
                            <a:gd name="T13" fmla="*/ 7817662 h 271"/>
                            <a:gd name="T14" fmla="*/ 26397790 w 266"/>
                            <a:gd name="T15" fmla="*/ 10558846 h 271"/>
                            <a:gd name="T16" fmla="*/ 26800810 w 266"/>
                            <a:gd name="T17" fmla="*/ 13706237 h 271"/>
                            <a:gd name="T18" fmla="*/ 26196280 w 266"/>
                            <a:gd name="T19" fmla="*/ 18274876 h 271"/>
                            <a:gd name="T20" fmla="*/ 25491155 w 266"/>
                            <a:gd name="T21" fmla="*/ 20813115 h 271"/>
                            <a:gd name="T22" fmla="*/ 24080586 w 266"/>
                            <a:gd name="T23" fmla="*/ 22945147 h 271"/>
                            <a:gd name="T24" fmla="*/ 22367593 w 266"/>
                            <a:gd name="T25" fmla="*/ 24772603 h 271"/>
                            <a:gd name="T26" fmla="*/ 20453408 w 266"/>
                            <a:gd name="T27" fmla="*/ 26092538 h 271"/>
                            <a:gd name="T28" fmla="*/ 17833780 w 266"/>
                            <a:gd name="T29" fmla="*/ 27107579 h 271"/>
                            <a:gd name="T30" fmla="*/ 14911729 w 266"/>
                            <a:gd name="T31" fmla="*/ 27513786 h 271"/>
                            <a:gd name="T32" fmla="*/ 13400564 w 266"/>
                            <a:gd name="T33" fmla="*/ 27513786 h 271"/>
                            <a:gd name="T34" fmla="*/ 10277002 w 266"/>
                            <a:gd name="T35" fmla="*/ 27310842 h 271"/>
                            <a:gd name="T36" fmla="*/ 7556778 w 266"/>
                            <a:gd name="T37" fmla="*/ 26701690 h 271"/>
                            <a:gd name="T38" fmla="*/ 5239256 w 266"/>
                            <a:gd name="T39" fmla="*/ 25584699 h 271"/>
                            <a:gd name="T40" fmla="*/ 3325071 w 266"/>
                            <a:gd name="T41" fmla="*/ 23960188 h 271"/>
                            <a:gd name="T42" fmla="*/ 1914502 w 266"/>
                            <a:gd name="T43" fmla="*/ 21828156 h 271"/>
                            <a:gd name="T44" fmla="*/ 705443 w 266"/>
                            <a:gd name="T45" fmla="*/ 19493180 h 271"/>
                            <a:gd name="T46" fmla="*/ 201510 w 266"/>
                            <a:gd name="T47" fmla="*/ 16853309 h 271"/>
                            <a:gd name="T48" fmla="*/ 0 w 266"/>
                            <a:gd name="T49" fmla="*/ 13706237 h 271"/>
                            <a:gd name="T50" fmla="*/ 403020 w 266"/>
                            <a:gd name="T51" fmla="*/ 9238910 h 271"/>
                            <a:gd name="T52" fmla="*/ 1309973 w 266"/>
                            <a:gd name="T53" fmla="*/ 6700671 h 271"/>
                            <a:gd name="T54" fmla="*/ 2519032 w 266"/>
                            <a:gd name="T55" fmla="*/ 4467326 h 271"/>
                            <a:gd name="T56" fmla="*/ 4231707 w 266"/>
                            <a:gd name="T57" fmla="*/ 2741184 h 271"/>
                            <a:gd name="T58" fmla="*/ 6347719 w 266"/>
                            <a:gd name="T59" fmla="*/ 1319935 h 271"/>
                            <a:gd name="T60" fmla="*/ 8967347 w 266"/>
                            <a:gd name="T61" fmla="*/ 406207 h 271"/>
                            <a:gd name="T62" fmla="*/ 11687571 w 266"/>
                            <a:gd name="T63" fmla="*/ 0 h 271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</a:gdLst>
                          <a:ahLst/>
                          <a:cxnLst>
                            <a:cxn ang="T64">
                              <a:pos x="T0" y="T1"/>
                            </a:cxn>
                            <a:cxn ang="T65">
                              <a:pos x="T2" y="T3"/>
                            </a:cxn>
                            <a:cxn ang="T66">
                              <a:pos x="T4" y="T5"/>
                            </a:cxn>
                            <a:cxn ang="T67">
                              <a:pos x="T6" y="T7"/>
                            </a:cxn>
                            <a:cxn ang="T68">
                              <a:pos x="T8" y="T9"/>
                            </a:cxn>
                            <a:cxn ang="T69">
                              <a:pos x="T10" y="T11"/>
                            </a:cxn>
                            <a:cxn ang="T70">
                              <a:pos x="T12" y="T13"/>
                            </a:cxn>
                            <a:cxn ang="T71">
                              <a:pos x="T14" y="T15"/>
                            </a:cxn>
                            <a:cxn ang="T72">
                              <a:pos x="T16" y="T17"/>
                            </a:cxn>
                            <a:cxn ang="T73">
                              <a:pos x="T18" y="T19"/>
                            </a:cxn>
                            <a:cxn ang="T74">
                              <a:pos x="T20" y="T21"/>
                            </a:cxn>
                            <a:cxn ang="T75">
                              <a:pos x="T22" y="T23"/>
                            </a:cxn>
                            <a:cxn ang="T76">
                              <a:pos x="T24" y="T25"/>
                            </a:cxn>
                            <a:cxn ang="T77">
                              <a:pos x="T26" y="T27"/>
                            </a:cxn>
                            <a:cxn ang="T78">
                              <a:pos x="T28" y="T29"/>
                            </a:cxn>
                            <a:cxn ang="T79">
                              <a:pos x="T30" y="T31"/>
                            </a:cxn>
                            <a:cxn ang="T80">
                              <a:pos x="T32" y="T33"/>
                            </a:cxn>
                            <a:cxn ang="T81">
                              <a:pos x="T34" y="T35"/>
                            </a:cxn>
                            <a:cxn ang="T82">
                              <a:pos x="T36" y="T37"/>
                            </a:cxn>
                            <a:cxn ang="T83">
                              <a:pos x="T38" y="T39"/>
                            </a:cxn>
                            <a:cxn ang="T84">
                              <a:pos x="T40" y="T41"/>
                            </a:cxn>
                            <a:cxn ang="T85">
                              <a:pos x="T42" y="T43"/>
                            </a:cxn>
                            <a:cxn ang="T86">
                              <a:pos x="T44" y="T45"/>
                            </a:cxn>
                            <a:cxn ang="T87">
                              <a:pos x="T46" y="T47"/>
                            </a:cxn>
                            <a:cxn ang="T88">
                              <a:pos x="T48" y="T49"/>
                            </a:cxn>
                            <a:cxn ang="T89">
                              <a:pos x="T50" y="T51"/>
                            </a:cxn>
                            <a:cxn ang="T90">
                              <a:pos x="T52" y="T53"/>
                            </a:cxn>
                            <a:cxn ang="T91">
                              <a:pos x="T54" y="T55"/>
                            </a:cxn>
                            <a:cxn ang="T92">
                              <a:pos x="T56" y="T57"/>
                            </a:cxn>
                            <a:cxn ang="T93">
                              <a:pos x="T58" y="T59"/>
                            </a:cxn>
                            <a:cxn ang="T94">
                              <a:pos x="T60" y="T61"/>
                            </a:cxn>
                            <a:cxn ang="T95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200"/>
                      <wps:cNvSpPr>
                        <a:spLocks/>
                      </wps:cNvSpPr>
                      <wps:spPr bwMode="auto">
                        <a:xfrm>
                          <a:off x="403856" y="129558"/>
                          <a:ext cx="37505" cy="53324"/>
                        </a:xfrm>
                        <a:custGeom>
                          <a:avLst/>
                          <a:gdLst>
                            <a:gd name="T0" fmla="*/ 6049869 w 120"/>
                            <a:gd name="T1" fmla="*/ 17031749 h 167"/>
                            <a:gd name="T2" fmla="*/ 6049869 w 120"/>
                            <a:gd name="T3" fmla="*/ 17031749 h 167"/>
                            <a:gd name="T4" fmla="*/ 7318476 w 120"/>
                            <a:gd name="T5" fmla="*/ 17031749 h 167"/>
                            <a:gd name="T6" fmla="*/ 8684595 w 120"/>
                            <a:gd name="T7" fmla="*/ 16419960 h 167"/>
                            <a:gd name="T8" fmla="*/ 9660350 w 120"/>
                            <a:gd name="T9" fmla="*/ 15603816 h 167"/>
                            <a:gd name="T10" fmla="*/ 10343254 w 120"/>
                            <a:gd name="T11" fmla="*/ 14380238 h 167"/>
                            <a:gd name="T12" fmla="*/ 10928644 w 120"/>
                            <a:gd name="T13" fmla="*/ 13258198 h 167"/>
                            <a:gd name="T14" fmla="*/ 11319009 w 120"/>
                            <a:gd name="T15" fmla="*/ 11626548 h 167"/>
                            <a:gd name="T16" fmla="*/ 11514348 w 120"/>
                            <a:gd name="T17" fmla="*/ 10096756 h 167"/>
                            <a:gd name="T18" fmla="*/ 11709374 w 120"/>
                            <a:gd name="T19" fmla="*/ 8464786 h 167"/>
                            <a:gd name="T20" fmla="*/ 11709374 w 120"/>
                            <a:gd name="T21" fmla="*/ 8464786 h 167"/>
                            <a:gd name="T22" fmla="*/ 11514348 w 120"/>
                            <a:gd name="T23" fmla="*/ 6730958 h 167"/>
                            <a:gd name="T24" fmla="*/ 11319009 w 120"/>
                            <a:gd name="T25" fmla="*/ 5099307 h 167"/>
                            <a:gd name="T26" fmla="*/ 10928644 w 120"/>
                            <a:gd name="T27" fmla="*/ 3773551 h 167"/>
                            <a:gd name="T28" fmla="*/ 10343254 w 120"/>
                            <a:gd name="T29" fmla="*/ 2345617 h 167"/>
                            <a:gd name="T30" fmla="*/ 9660350 w 120"/>
                            <a:gd name="T31" fmla="*/ 1427934 h 167"/>
                            <a:gd name="T32" fmla="*/ 8684595 w 120"/>
                            <a:gd name="T33" fmla="*/ 611789 h 167"/>
                            <a:gd name="T34" fmla="*/ 7318476 w 120"/>
                            <a:gd name="T35" fmla="*/ 0 h 167"/>
                            <a:gd name="T36" fmla="*/ 6049869 w 120"/>
                            <a:gd name="T37" fmla="*/ 0 h 167"/>
                            <a:gd name="T38" fmla="*/ 6049869 w 120"/>
                            <a:gd name="T39" fmla="*/ 0 h 167"/>
                            <a:gd name="T40" fmla="*/ 4586236 w 120"/>
                            <a:gd name="T41" fmla="*/ 0 h 167"/>
                            <a:gd name="T42" fmla="*/ 3220117 w 120"/>
                            <a:gd name="T43" fmla="*/ 611789 h 167"/>
                            <a:gd name="T44" fmla="*/ 2244362 w 120"/>
                            <a:gd name="T45" fmla="*/ 1427934 h 167"/>
                            <a:gd name="T46" fmla="*/ 1366120 w 120"/>
                            <a:gd name="T47" fmla="*/ 2345617 h 167"/>
                            <a:gd name="T48" fmla="*/ 780729 w 120"/>
                            <a:gd name="T49" fmla="*/ 3773551 h 167"/>
                            <a:gd name="T50" fmla="*/ 390365 w 120"/>
                            <a:gd name="T51" fmla="*/ 5099307 h 167"/>
                            <a:gd name="T52" fmla="*/ 195026 w 120"/>
                            <a:gd name="T53" fmla="*/ 6730958 h 167"/>
                            <a:gd name="T54" fmla="*/ 0 w 120"/>
                            <a:gd name="T55" fmla="*/ 8464786 h 167"/>
                            <a:gd name="T56" fmla="*/ 0 w 120"/>
                            <a:gd name="T57" fmla="*/ 8464786 h 167"/>
                            <a:gd name="T58" fmla="*/ 195026 w 120"/>
                            <a:gd name="T59" fmla="*/ 10096756 h 167"/>
                            <a:gd name="T60" fmla="*/ 390365 w 120"/>
                            <a:gd name="T61" fmla="*/ 11626548 h 167"/>
                            <a:gd name="T62" fmla="*/ 780729 w 120"/>
                            <a:gd name="T63" fmla="*/ 13258198 h 167"/>
                            <a:gd name="T64" fmla="*/ 1366120 w 120"/>
                            <a:gd name="T65" fmla="*/ 14380238 h 167"/>
                            <a:gd name="T66" fmla="*/ 2244362 w 120"/>
                            <a:gd name="T67" fmla="*/ 15603816 h 167"/>
                            <a:gd name="T68" fmla="*/ 3220117 w 120"/>
                            <a:gd name="T69" fmla="*/ 16419960 h 167"/>
                            <a:gd name="T70" fmla="*/ 4586236 w 120"/>
                            <a:gd name="T71" fmla="*/ 17031749 h 167"/>
                            <a:gd name="T72" fmla="*/ 6049869 w 120"/>
                            <a:gd name="T73" fmla="*/ 17031749 h 16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201"/>
                      <wps:cNvSpPr>
                        <a:spLocks/>
                      </wps:cNvSpPr>
                      <wps:spPr bwMode="auto">
                        <a:xfrm>
                          <a:off x="291440" y="113051"/>
                          <a:ext cx="73710" cy="86339"/>
                        </a:xfrm>
                        <a:custGeom>
                          <a:avLst/>
                          <a:gdLst>
                            <a:gd name="T0" fmla="*/ 15669597 w 231"/>
                            <a:gd name="T1" fmla="*/ 0 h 271"/>
                            <a:gd name="T2" fmla="*/ 19637812 w 231"/>
                            <a:gd name="T3" fmla="*/ 202944 h 271"/>
                            <a:gd name="T4" fmla="*/ 22995605 w 231"/>
                            <a:gd name="T5" fmla="*/ 7005247 h 271"/>
                            <a:gd name="T6" fmla="*/ 21164024 w 231"/>
                            <a:gd name="T7" fmla="*/ 6294782 h 271"/>
                            <a:gd name="T8" fmla="*/ 17602650 w 231"/>
                            <a:gd name="T9" fmla="*/ 5279423 h 271"/>
                            <a:gd name="T10" fmla="*/ 15872858 w 231"/>
                            <a:gd name="T11" fmla="*/ 5279423 h 271"/>
                            <a:gd name="T12" fmla="*/ 12515384 w 231"/>
                            <a:gd name="T13" fmla="*/ 5888575 h 271"/>
                            <a:gd name="T14" fmla="*/ 9768011 w 231"/>
                            <a:gd name="T15" fmla="*/ 7614399 h 271"/>
                            <a:gd name="T16" fmla="*/ 8038219 w 231"/>
                            <a:gd name="T17" fmla="*/ 10152638 h 271"/>
                            <a:gd name="T18" fmla="*/ 7427798 w 231"/>
                            <a:gd name="T19" fmla="*/ 13706237 h 271"/>
                            <a:gd name="T20" fmla="*/ 7631378 w 231"/>
                            <a:gd name="T21" fmla="*/ 15736637 h 271"/>
                            <a:gd name="T22" fmla="*/ 8852220 w 231"/>
                            <a:gd name="T23" fmla="*/ 18884028 h 271"/>
                            <a:gd name="T24" fmla="*/ 11396013 w 231"/>
                            <a:gd name="T25" fmla="*/ 21016060 h 271"/>
                            <a:gd name="T26" fmla="*/ 14550226 w 231"/>
                            <a:gd name="T27" fmla="*/ 22234363 h 271"/>
                            <a:gd name="T28" fmla="*/ 16483598 w 231"/>
                            <a:gd name="T29" fmla="*/ 22234363 h 271"/>
                            <a:gd name="T30" fmla="*/ 20044653 w 231"/>
                            <a:gd name="T31" fmla="*/ 21828156 h 271"/>
                            <a:gd name="T32" fmla="*/ 23402446 w 231"/>
                            <a:gd name="T33" fmla="*/ 20813115 h 271"/>
                            <a:gd name="T34" fmla="*/ 23504236 w 231"/>
                            <a:gd name="T35" fmla="*/ 26295482 h 271"/>
                            <a:gd name="T36" fmla="*/ 20248233 w 231"/>
                            <a:gd name="T37" fmla="*/ 27310842 h 271"/>
                            <a:gd name="T38" fmla="*/ 15669597 w 231"/>
                            <a:gd name="T39" fmla="*/ 27513786 h 271"/>
                            <a:gd name="T40" fmla="*/ 12922225 w 231"/>
                            <a:gd name="T41" fmla="*/ 27513786 h 271"/>
                            <a:gd name="T42" fmla="*/ 8852220 w 231"/>
                            <a:gd name="T43" fmla="*/ 26498427 h 271"/>
                            <a:gd name="T44" fmla="*/ 6206637 w 231"/>
                            <a:gd name="T45" fmla="*/ 25381754 h 271"/>
                            <a:gd name="T46" fmla="*/ 4070005 w 231"/>
                            <a:gd name="T47" fmla="*/ 23554299 h 271"/>
                            <a:gd name="T48" fmla="*/ 2136633 w 231"/>
                            <a:gd name="T49" fmla="*/ 21625211 h 271"/>
                            <a:gd name="T50" fmla="*/ 712211 w 231"/>
                            <a:gd name="T51" fmla="*/ 18884028 h 271"/>
                            <a:gd name="T52" fmla="*/ 203580 w 231"/>
                            <a:gd name="T53" fmla="*/ 15533692 h 271"/>
                            <a:gd name="T54" fmla="*/ 0 w 231"/>
                            <a:gd name="T55" fmla="*/ 13706237 h 271"/>
                            <a:gd name="T56" fmla="*/ 305370 w 231"/>
                            <a:gd name="T57" fmla="*/ 10355901 h 271"/>
                            <a:gd name="T58" fmla="*/ 1119371 w 231"/>
                            <a:gd name="T59" fmla="*/ 7614399 h 271"/>
                            <a:gd name="T60" fmla="*/ 2747373 w 231"/>
                            <a:gd name="T61" fmla="*/ 5279423 h 271"/>
                            <a:gd name="T62" fmla="*/ 4476845 w 231"/>
                            <a:gd name="T63" fmla="*/ 3350336 h 271"/>
                            <a:gd name="T64" fmla="*/ 6817377 w 231"/>
                            <a:gd name="T65" fmla="*/ 1725824 h 271"/>
                            <a:gd name="T66" fmla="*/ 9360851 w 231"/>
                            <a:gd name="T67" fmla="*/ 710783 h 271"/>
                            <a:gd name="T68" fmla="*/ 12311804 w 231"/>
                            <a:gd name="T69" fmla="*/ 202944 h 271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</a:gdLst>
                          <a:ahLst/>
                          <a:cxnLst>
                            <a:cxn ang="T70">
                              <a:pos x="T0" y="T1"/>
                            </a:cxn>
                            <a:cxn ang="T71">
                              <a:pos x="T2" y="T3"/>
                            </a:cxn>
                            <a:cxn ang="T72">
                              <a:pos x="T4" y="T5"/>
                            </a:cxn>
                            <a:cxn ang="T73">
                              <a:pos x="T6" y="T7"/>
                            </a:cxn>
                            <a:cxn ang="T74">
                              <a:pos x="T8" y="T9"/>
                            </a:cxn>
                            <a:cxn ang="T75">
                              <a:pos x="T10" y="T11"/>
                            </a:cxn>
                            <a:cxn ang="T76">
                              <a:pos x="T12" y="T13"/>
                            </a:cxn>
                            <a:cxn ang="T77">
                              <a:pos x="T14" y="T15"/>
                            </a:cxn>
                            <a:cxn ang="T78">
                              <a:pos x="T16" y="T17"/>
                            </a:cxn>
                            <a:cxn ang="T79">
                              <a:pos x="T18" y="T19"/>
                            </a:cxn>
                            <a:cxn ang="T80">
                              <a:pos x="T20" y="T21"/>
                            </a:cxn>
                            <a:cxn ang="T81">
                              <a:pos x="T22" y="T23"/>
                            </a:cxn>
                            <a:cxn ang="T82">
                              <a:pos x="T24" y="T25"/>
                            </a:cxn>
                            <a:cxn ang="T83">
                              <a:pos x="T26" y="T27"/>
                            </a:cxn>
                            <a:cxn ang="T84">
                              <a:pos x="T28" y="T29"/>
                            </a:cxn>
                            <a:cxn ang="T85">
                              <a:pos x="T30" y="T31"/>
                            </a:cxn>
                            <a:cxn ang="T86">
                              <a:pos x="T32" y="T33"/>
                            </a:cxn>
                            <a:cxn ang="T87">
                              <a:pos x="T34" y="T35"/>
                            </a:cxn>
                            <a:cxn ang="T88">
                              <a:pos x="T36" y="T37"/>
                            </a:cxn>
                            <a:cxn ang="T89">
                              <a:pos x="T38" y="T39"/>
                            </a:cxn>
                            <a:cxn ang="T90">
                              <a:pos x="T40" y="T41"/>
                            </a:cxn>
                            <a:cxn ang="T91">
                              <a:pos x="T42" y="T43"/>
                            </a:cxn>
                            <a:cxn ang="T92">
                              <a:pos x="T44" y="T45"/>
                            </a:cxn>
                            <a:cxn ang="T93">
                              <a:pos x="T46" y="T47"/>
                            </a:cxn>
                            <a:cxn ang="T94">
                              <a:pos x="T48" y="T49"/>
                            </a:cxn>
                            <a:cxn ang="T95">
                              <a:pos x="T50" y="T51"/>
                            </a:cxn>
                            <a:cxn ang="T96">
                              <a:pos x="T52" y="T53"/>
                            </a:cxn>
                            <a:cxn ang="T97">
                              <a:pos x="T54" y="T55"/>
                            </a:cxn>
                            <a:cxn ang="T98">
                              <a:pos x="T56" y="T57"/>
                            </a:cxn>
                            <a:cxn ang="T99">
                              <a:pos x="T58" y="T59"/>
                            </a:cxn>
                            <a:cxn ang="T100">
                              <a:pos x="T60" y="T61"/>
                            </a:cxn>
                            <a:cxn ang="T101">
                              <a:pos x="T62" y="T63"/>
                            </a:cxn>
                            <a:cxn ang="T102">
                              <a:pos x="T64" y="T65"/>
                            </a:cxn>
                            <a:cxn ang="T103">
                              <a:pos x="T66" y="T67"/>
                            </a:cxn>
                            <a:cxn ang="T104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202"/>
                      <wps:cNvSpPr>
                        <a:spLocks/>
                      </wps:cNvSpPr>
                      <wps:spPr bwMode="auto">
                        <a:xfrm>
                          <a:off x="291440" y="113051"/>
                          <a:ext cx="73710" cy="86339"/>
                        </a:xfrm>
                        <a:custGeom>
                          <a:avLst/>
                          <a:gdLst>
                            <a:gd name="T0" fmla="*/ 15669597 w 231"/>
                            <a:gd name="T1" fmla="*/ 0 h 271"/>
                            <a:gd name="T2" fmla="*/ 19637812 w 231"/>
                            <a:gd name="T3" fmla="*/ 202944 h 271"/>
                            <a:gd name="T4" fmla="*/ 22995605 w 231"/>
                            <a:gd name="T5" fmla="*/ 7005247 h 271"/>
                            <a:gd name="T6" fmla="*/ 21164024 w 231"/>
                            <a:gd name="T7" fmla="*/ 6294782 h 271"/>
                            <a:gd name="T8" fmla="*/ 17602650 w 231"/>
                            <a:gd name="T9" fmla="*/ 5279423 h 271"/>
                            <a:gd name="T10" fmla="*/ 15872858 w 231"/>
                            <a:gd name="T11" fmla="*/ 5279423 h 271"/>
                            <a:gd name="T12" fmla="*/ 12515384 w 231"/>
                            <a:gd name="T13" fmla="*/ 5888575 h 271"/>
                            <a:gd name="T14" fmla="*/ 9768011 w 231"/>
                            <a:gd name="T15" fmla="*/ 7614399 h 271"/>
                            <a:gd name="T16" fmla="*/ 8038219 w 231"/>
                            <a:gd name="T17" fmla="*/ 10152638 h 271"/>
                            <a:gd name="T18" fmla="*/ 7427798 w 231"/>
                            <a:gd name="T19" fmla="*/ 13706237 h 271"/>
                            <a:gd name="T20" fmla="*/ 7631378 w 231"/>
                            <a:gd name="T21" fmla="*/ 15736637 h 271"/>
                            <a:gd name="T22" fmla="*/ 8852220 w 231"/>
                            <a:gd name="T23" fmla="*/ 18884028 h 271"/>
                            <a:gd name="T24" fmla="*/ 11396013 w 231"/>
                            <a:gd name="T25" fmla="*/ 21016060 h 271"/>
                            <a:gd name="T26" fmla="*/ 14550226 w 231"/>
                            <a:gd name="T27" fmla="*/ 22234363 h 271"/>
                            <a:gd name="T28" fmla="*/ 16483598 w 231"/>
                            <a:gd name="T29" fmla="*/ 22234363 h 271"/>
                            <a:gd name="T30" fmla="*/ 20044653 w 231"/>
                            <a:gd name="T31" fmla="*/ 21828156 h 271"/>
                            <a:gd name="T32" fmla="*/ 23402446 w 231"/>
                            <a:gd name="T33" fmla="*/ 20813115 h 271"/>
                            <a:gd name="T34" fmla="*/ 23504236 w 231"/>
                            <a:gd name="T35" fmla="*/ 26295482 h 271"/>
                            <a:gd name="T36" fmla="*/ 20248233 w 231"/>
                            <a:gd name="T37" fmla="*/ 27310842 h 271"/>
                            <a:gd name="T38" fmla="*/ 15669597 w 231"/>
                            <a:gd name="T39" fmla="*/ 27513786 h 271"/>
                            <a:gd name="T40" fmla="*/ 12922225 w 231"/>
                            <a:gd name="T41" fmla="*/ 27513786 h 271"/>
                            <a:gd name="T42" fmla="*/ 8852220 w 231"/>
                            <a:gd name="T43" fmla="*/ 26498427 h 271"/>
                            <a:gd name="T44" fmla="*/ 6206637 w 231"/>
                            <a:gd name="T45" fmla="*/ 25381754 h 271"/>
                            <a:gd name="T46" fmla="*/ 4070005 w 231"/>
                            <a:gd name="T47" fmla="*/ 23554299 h 271"/>
                            <a:gd name="T48" fmla="*/ 2136633 w 231"/>
                            <a:gd name="T49" fmla="*/ 21625211 h 271"/>
                            <a:gd name="T50" fmla="*/ 712211 w 231"/>
                            <a:gd name="T51" fmla="*/ 18884028 h 271"/>
                            <a:gd name="T52" fmla="*/ 203580 w 231"/>
                            <a:gd name="T53" fmla="*/ 15533692 h 271"/>
                            <a:gd name="T54" fmla="*/ 0 w 231"/>
                            <a:gd name="T55" fmla="*/ 13706237 h 271"/>
                            <a:gd name="T56" fmla="*/ 305370 w 231"/>
                            <a:gd name="T57" fmla="*/ 10355901 h 271"/>
                            <a:gd name="T58" fmla="*/ 1119371 w 231"/>
                            <a:gd name="T59" fmla="*/ 7614399 h 271"/>
                            <a:gd name="T60" fmla="*/ 2747373 w 231"/>
                            <a:gd name="T61" fmla="*/ 5279423 h 271"/>
                            <a:gd name="T62" fmla="*/ 4476845 w 231"/>
                            <a:gd name="T63" fmla="*/ 3350336 h 271"/>
                            <a:gd name="T64" fmla="*/ 6817377 w 231"/>
                            <a:gd name="T65" fmla="*/ 1725824 h 271"/>
                            <a:gd name="T66" fmla="*/ 9360851 w 231"/>
                            <a:gd name="T67" fmla="*/ 710783 h 271"/>
                            <a:gd name="T68" fmla="*/ 12311804 w 231"/>
                            <a:gd name="T69" fmla="*/ 202944 h 271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</a:gdLst>
                          <a:ahLst/>
                          <a:cxnLst>
                            <a:cxn ang="T70">
                              <a:pos x="T0" y="T1"/>
                            </a:cxn>
                            <a:cxn ang="T71">
                              <a:pos x="T2" y="T3"/>
                            </a:cxn>
                            <a:cxn ang="T72">
                              <a:pos x="T4" y="T5"/>
                            </a:cxn>
                            <a:cxn ang="T73">
                              <a:pos x="T6" y="T7"/>
                            </a:cxn>
                            <a:cxn ang="T74">
                              <a:pos x="T8" y="T9"/>
                            </a:cxn>
                            <a:cxn ang="T75">
                              <a:pos x="T10" y="T11"/>
                            </a:cxn>
                            <a:cxn ang="T76">
                              <a:pos x="T12" y="T13"/>
                            </a:cxn>
                            <a:cxn ang="T77">
                              <a:pos x="T14" y="T15"/>
                            </a:cxn>
                            <a:cxn ang="T78">
                              <a:pos x="T16" y="T17"/>
                            </a:cxn>
                            <a:cxn ang="T79">
                              <a:pos x="T18" y="T19"/>
                            </a:cxn>
                            <a:cxn ang="T80">
                              <a:pos x="T20" y="T21"/>
                            </a:cxn>
                            <a:cxn ang="T81">
                              <a:pos x="T22" y="T23"/>
                            </a:cxn>
                            <a:cxn ang="T82">
                              <a:pos x="T24" y="T25"/>
                            </a:cxn>
                            <a:cxn ang="T83">
                              <a:pos x="T26" y="T27"/>
                            </a:cxn>
                            <a:cxn ang="T84">
                              <a:pos x="T28" y="T29"/>
                            </a:cxn>
                            <a:cxn ang="T85">
                              <a:pos x="T30" y="T31"/>
                            </a:cxn>
                            <a:cxn ang="T86">
                              <a:pos x="T32" y="T33"/>
                            </a:cxn>
                            <a:cxn ang="T87">
                              <a:pos x="T34" y="T35"/>
                            </a:cxn>
                            <a:cxn ang="T88">
                              <a:pos x="T36" y="T37"/>
                            </a:cxn>
                            <a:cxn ang="T89">
                              <a:pos x="T38" y="T39"/>
                            </a:cxn>
                            <a:cxn ang="T90">
                              <a:pos x="T40" y="T41"/>
                            </a:cxn>
                            <a:cxn ang="T91">
                              <a:pos x="T42" y="T43"/>
                            </a:cxn>
                            <a:cxn ang="T92">
                              <a:pos x="T44" y="T45"/>
                            </a:cxn>
                            <a:cxn ang="T93">
                              <a:pos x="T46" y="T47"/>
                            </a:cxn>
                            <a:cxn ang="T94">
                              <a:pos x="T48" y="T49"/>
                            </a:cxn>
                            <a:cxn ang="T95">
                              <a:pos x="T50" y="T51"/>
                            </a:cxn>
                            <a:cxn ang="T96">
                              <a:pos x="T52" y="T53"/>
                            </a:cxn>
                            <a:cxn ang="T97">
                              <a:pos x="T54" y="T55"/>
                            </a:cxn>
                            <a:cxn ang="T98">
                              <a:pos x="T56" y="T57"/>
                            </a:cxn>
                            <a:cxn ang="T99">
                              <a:pos x="T58" y="T59"/>
                            </a:cxn>
                            <a:cxn ang="T100">
                              <a:pos x="T60" y="T61"/>
                            </a:cxn>
                            <a:cxn ang="T101">
                              <a:pos x="T62" y="T63"/>
                            </a:cxn>
                            <a:cxn ang="T102">
                              <a:pos x="T64" y="T65"/>
                            </a:cxn>
                            <a:cxn ang="T103">
                              <a:pos x="T66" y="T67"/>
                            </a:cxn>
                            <a:cxn ang="T104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203"/>
                      <wps:cNvSpPr>
                        <a:spLocks/>
                      </wps:cNvSpPr>
                      <wps:spPr bwMode="auto">
                        <a:xfrm>
                          <a:off x="213930" y="113651"/>
                          <a:ext cx="60408" cy="85138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775760 w 190"/>
                            <a:gd name="T3" fmla="*/ 0 h 267"/>
                            <a:gd name="T4" fmla="*/ 18775760 w 190"/>
                            <a:gd name="T5" fmla="*/ 5080857 h 267"/>
                            <a:gd name="T6" fmla="*/ 6864256 w 190"/>
                            <a:gd name="T7" fmla="*/ 5080857 h 267"/>
                            <a:gd name="T8" fmla="*/ 6864256 w 190"/>
                            <a:gd name="T9" fmla="*/ 10568591 h 267"/>
                            <a:gd name="T10" fmla="*/ 17968201 w 190"/>
                            <a:gd name="T11" fmla="*/ 10568591 h 267"/>
                            <a:gd name="T12" fmla="*/ 17968201 w 190"/>
                            <a:gd name="T13" fmla="*/ 15954287 h 267"/>
                            <a:gd name="T14" fmla="*/ 6864256 w 190"/>
                            <a:gd name="T15" fmla="*/ 15954287 h 267"/>
                            <a:gd name="T16" fmla="*/ 6864256 w 190"/>
                            <a:gd name="T17" fmla="*/ 21848260 h 267"/>
                            <a:gd name="T18" fmla="*/ 19179540 w 190"/>
                            <a:gd name="T19" fmla="*/ 21848260 h 267"/>
                            <a:gd name="T20" fmla="*/ 19179540 w 190"/>
                            <a:gd name="T21" fmla="*/ 27132556 h 267"/>
                            <a:gd name="T22" fmla="*/ 0 w 190"/>
                            <a:gd name="T23" fmla="*/ 27132556 h 267"/>
                            <a:gd name="T24" fmla="*/ 0 w 190"/>
                            <a:gd name="T25" fmla="*/ 0 h 267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204"/>
                      <wps:cNvSpPr>
                        <a:spLocks/>
                      </wps:cNvSpPr>
                      <wps:spPr bwMode="auto">
                        <a:xfrm>
                          <a:off x="78711" y="113651"/>
                          <a:ext cx="118116" cy="85138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19643 w 373"/>
                            <a:gd name="T3" fmla="*/ 0 h 267"/>
                            <a:gd name="T4" fmla="*/ 10528474 w 373"/>
                            <a:gd name="T5" fmla="*/ 20628906 h 267"/>
                            <a:gd name="T6" fmla="*/ 10728923 w 373"/>
                            <a:gd name="T7" fmla="*/ 20628906 h 267"/>
                            <a:gd name="T8" fmla="*/ 14138137 w 373"/>
                            <a:gd name="T9" fmla="*/ 0 h 267"/>
                            <a:gd name="T10" fmla="*/ 23263152 w 373"/>
                            <a:gd name="T11" fmla="*/ 0 h 267"/>
                            <a:gd name="T12" fmla="*/ 26973198 w 373"/>
                            <a:gd name="T13" fmla="*/ 20628906 h 267"/>
                            <a:gd name="T14" fmla="*/ 30482478 w 373"/>
                            <a:gd name="T15" fmla="*/ 0 h 267"/>
                            <a:gd name="T16" fmla="*/ 37401289 w 373"/>
                            <a:gd name="T17" fmla="*/ 0 h 267"/>
                            <a:gd name="T18" fmla="*/ 31184524 w 373"/>
                            <a:gd name="T19" fmla="*/ 27132556 h 267"/>
                            <a:gd name="T20" fmla="*/ 22260274 w 373"/>
                            <a:gd name="T21" fmla="*/ 27132556 h 267"/>
                            <a:gd name="T22" fmla="*/ 18650611 w 373"/>
                            <a:gd name="T23" fmla="*/ 6300531 h 267"/>
                            <a:gd name="T24" fmla="*/ 15141015 w 373"/>
                            <a:gd name="T25" fmla="*/ 27132556 h 267"/>
                            <a:gd name="T26" fmla="*/ 5815867 w 373"/>
                            <a:gd name="T27" fmla="*/ 27132556 h 267"/>
                            <a:gd name="T28" fmla="*/ 0 w 373"/>
                            <a:gd name="T29" fmla="*/ 0 h 267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205"/>
                      <wps:cNvSpPr>
                        <a:spLocks/>
                      </wps:cNvSpPr>
                      <wps:spPr bwMode="auto">
                        <a:xfrm>
                          <a:off x="0" y="113051"/>
                          <a:ext cx="63509" cy="86339"/>
                        </a:xfrm>
                        <a:custGeom>
                          <a:avLst/>
                          <a:gdLst>
                            <a:gd name="T0" fmla="*/ 11579176 w 201"/>
                            <a:gd name="T1" fmla="*/ 0 h 271"/>
                            <a:gd name="T2" fmla="*/ 16969226 w 201"/>
                            <a:gd name="T3" fmla="*/ 406207 h 271"/>
                            <a:gd name="T4" fmla="*/ 17967676 w 201"/>
                            <a:gd name="T5" fmla="*/ 6497727 h 271"/>
                            <a:gd name="T6" fmla="*/ 16570162 w 201"/>
                            <a:gd name="T7" fmla="*/ 5888575 h 271"/>
                            <a:gd name="T8" fmla="*/ 13675289 w 201"/>
                            <a:gd name="T9" fmla="*/ 5279423 h 271"/>
                            <a:gd name="T10" fmla="*/ 12177930 w 201"/>
                            <a:gd name="T11" fmla="*/ 5279423 h 271"/>
                            <a:gd name="T12" fmla="*/ 9083683 w 201"/>
                            <a:gd name="T13" fmla="*/ 5482367 h 271"/>
                            <a:gd name="T14" fmla="*/ 7686169 w 201"/>
                            <a:gd name="T15" fmla="*/ 6294782 h 271"/>
                            <a:gd name="T16" fmla="*/ 7286789 w 201"/>
                            <a:gd name="T17" fmla="*/ 7614399 h 271"/>
                            <a:gd name="T18" fmla="*/ 7286789 w 201"/>
                            <a:gd name="T19" fmla="*/ 8223551 h 271"/>
                            <a:gd name="T20" fmla="*/ 8484613 w 201"/>
                            <a:gd name="T21" fmla="*/ 9441855 h 271"/>
                            <a:gd name="T22" fmla="*/ 11379486 w 201"/>
                            <a:gd name="T23" fmla="*/ 10355901 h 271"/>
                            <a:gd name="T24" fmla="*/ 15971092 w 201"/>
                            <a:gd name="T25" fmla="*/ 12183357 h 271"/>
                            <a:gd name="T26" fmla="*/ 17967676 w 201"/>
                            <a:gd name="T27" fmla="*/ 13502974 h 271"/>
                            <a:gd name="T28" fmla="*/ 19464719 w 201"/>
                            <a:gd name="T29" fmla="*/ 15736637 h 271"/>
                            <a:gd name="T30" fmla="*/ 20063789 w 201"/>
                            <a:gd name="T31" fmla="*/ 18681083 h 271"/>
                            <a:gd name="T32" fmla="*/ 19864099 w 201"/>
                            <a:gd name="T33" fmla="*/ 20000700 h 271"/>
                            <a:gd name="T34" fmla="*/ 19464719 w 201"/>
                            <a:gd name="T35" fmla="*/ 22234363 h 271"/>
                            <a:gd name="T36" fmla="*/ 18466585 w 201"/>
                            <a:gd name="T37" fmla="*/ 23960188 h 271"/>
                            <a:gd name="T38" fmla="*/ 17168916 w 201"/>
                            <a:gd name="T39" fmla="*/ 25381754 h 271"/>
                            <a:gd name="T40" fmla="*/ 14673423 w 201"/>
                            <a:gd name="T41" fmla="*/ 26701690 h 271"/>
                            <a:gd name="T42" fmla="*/ 10381352 w 201"/>
                            <a:gd name="T43" fmla="*/ 27513786 h 271"/>
                            <a:gd name="T44" fmla="*/ 8085549 w 201"/>
                            <a:gd name="T45" fmla="*/ 27513786 h 271"/>
                            <a:gd name="T46" fmla="*/ 4292387 w 201"/>
                            <a:gd name="T47" fmla="*/ 27310842 h 271"/>
                            <a:gd name="T48" fmla="*/ 399380 w 201"/>
                            <a:gd name="T49" fmla="*/ 26295482 h 271"/>
                            <a:gd name="T50" fmla="*/ 998134 w 201"/>
                            <a:gd name="T51" fmla="*/ 20406908 h 271"/>
                            <a:gd name="T52" fmla="*/ 4292387 w 201"/>
                            <a:gd name="T53" fmla="*/ 21828156 h 271"/>
                            <a:gd name="T54" fmla="*/ 8085549 w 201"/>
                            <a:gd name="T55" fmla="*/ 22234363 h 271"/>
                            <a:gd name="T56" fmla="*/ 9882127 w 201"/>
                            <a:gd name="T57" fmla="*/ 22234363 h 271"/>
                            <a:gd name="T58" fmla="*/ 11778866 w 201"/>
                            <a:gd name="T59" fmla="*/ 21422267 h 271"/>
                            <a:gd name="T60" fmla="*/ 12377620 w 201"/>
                            <a:gd name="T61" fmla="*/ 20406908 h 271"/>
                            <a:gd name="T62" fmla="*/ 12577310 w 201"/>
                            <a:gd name="T63" fmla="*/ 19594811 h 271"/>
                            <a:gd name="T64" fmla="*/ 11978240 w 201"/>
                            <a:gd name="T65" fmla="*/ 18071931 h 271"/>
                            <a:gd name="T66" fmla="*/ 10581042 w 201"/>
                            <a:gd name="T67" fmla="*/ 17056572 h 271"/>
                            <a:gd name="T68" fmla="*/ 6388500 w 201"/>
                            <a:gd name="T69" fmla="*/ 15736637 h 271"/>
                            <a:gd name="T70" fmla="*/ 2894873 w 201"/>
                            <a:gd name="T71" fmla="*/ 14112125 h 271"/>
                            <a:gd name="T72" fmla="*/ 1197824 w 201"/>
                            <a:gd name="T73" fmla="*/ 12386301 h 271"/>
                            <a:gd name="T74" fmla="*/ 199690 w 201"/>
                            <a:gd name="T75" fmla="*/ 9848062 h 271"/>
                            <a:gd name="T76" fmla="*/ 0 w 201"/>
                            <a:gd name="T77" fmla="*/ 8223551 h 271"/>
                            <a:gd name="T78" fmla="*/ 399380 w 201"/>
                            <a:gd name="T79" fmla="*/ 5888575 h 271"/>
                            <a:gd name="T80" fmla="*/ 1197824 w 201"/>
                            <a:gd name="T81" fmla="*/ 4061119 h 271"/>
                            <a:gd name="T82" fmla="*/ 2295803 w 201"/>
                            <a:gd name="T83" fmla="*/ 2741184 h 271"/>
                            <a:gd name="T84" fmla="*/ 5590056 w 201"/>
                            <a:gd name="T85" fmla="*/ 710783 h 271"/>
                            <a:gd name="T86" fmla="*/ 9682437 w 201"/>
                            <a:gd name="T87" fmla="*/ 0 h 271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</a:gdLst>
                          <a:ahLst/>
                          <a:cxnLst>
                            <a:cxn ang="T88">
                              <a:pos x="T0" y="T1"/>
                            </a:cxn>
                            <a:cxn ang="T89">
                              <a:pos x="T2" y="T3"/>
                            </a:cxn>
                            <a:cxn ang="T90">
                              <a:pos x="T4" y="T5"/>
                            </a:cxn>
                            <a:cxn ang="T91">
                              <a:pos x="T6" y="T7"/>
                            </a:cxn>
                            <a:cxn ang="T92">
                              <a:pos x="T8" y="T9"/>
                            </a:cxn>
                            <a:cxn ang="T93">
                              <a:pos x="T10" y="T11"/>
                            </a:cxn>
                            <a:cxn ang="T94">
                              <a:pos x="T12" y="T13"/>
                            </a:cxn>
                            <a:cxn ang="T95">
                              <a:pos x="T14" y="T15"/>
                            </a:cxn>
                            <a:cxn ang="T96">
                              <a:pos x="T16" y="T17"/>
                            </a:cxn>
                            <a:cxn ang="T97">
                              <a:pos x="T18" y="T19"/>
                            </a:cxn>
                            <a:cxn ang="T98">
                              <a:pos x="T20" y="T21"/>
                            </a:cxn>
                            <a:cxn ang="T99">
                              <a:pos x="T22" y="T23"/>
                            </a:cxn>
                            <a:cxn ang="T100">
                              <a:pos x="T24" y="T25"/>
                            </a:cxn>
                            <a:cxn ang="T101">
                              <a:pos x="T26" y="T27"/>
                            </a:cxn>
                            <a:cxn ang="T102">
                              <a:pos x="T28" y="T29"/>
                            </a:cxn>
                            <a:cxn ang="T103">
                              <a:pos x="T30" y="T31"/>
                            </a:cxn>
                            <a:cxn ang="T104">
                              <a:pos x="T32" y="T33"/>
                            </a:cxn>
                            <a:cxn ang="T105">
                              <a:pos x="T34" y="T35"/>
                            </a:cxn>
                            <a:cxn ang="T106">
                              <a:pos x="T36" y="T37"/>
                            </a:cxn>
                            <a:cxn ang="T107">
                              <a:pos x="T38" y="T39"/>
                            </a:cxn>
                            <a:cxn ang="T108">
                              <a:pos x="T40" y="T41"/>
                            </a:cxn>
                            <a:cxn ang="T109">
                              <a:pos x="T42" y="T43"/>
                            </a:cxn>
                            <a:cxn ang="T110">
                              <a:pos x="T44" y="T45"/>
                            </a:cxn>
                            <a:cxn ang="T111">
                              <a:pos x="T46" y="T47"/>
                            </a:cxn>
                            <a:cxn ang="T112">
                              <a:pos x="T48" y="T49"/>
                            </a:cxn>
                            <a:cxn ang="T113">
                              <a:pos x="T50" y="T51"/>
                            </a:cxn>
                            <a:cxn ang="T114">
                              <a:pos x="T52" y="T53"/>
                            </a:cxn>
                            <a:cxn ang="T115">
                              <a:pos x="T54" y="T55"/>
                            </a:cxn>
                            <a:cxn ang="T116">
                              <a:pos x="T56" y="T57"/>
                            </a:cxn>
                            <a:cxn ang="T117">
                              <a:pos x="T58" y="T59"/>
                            </a:cxn>
                            <a:cxn ang="T118">
                              <a:pos x="T60" y="T61"/>
                            </a:cxn>
                            <a:cxn ang="T119">
                              <a:pos x="T62" y="T63"/>
                            </a:cxn>
                            <a:cxn ang="T120">
                              <a:pos x="T64" y="T65"/>
                            </a:cxn>
                            <a:cxn ang="T121">
                              <a:pos x="T66" y="T67"/>
                            </a:cxn>
                            <a:cxn ang="T122">
                              <a:pos x="T68" y="T69"/>
                            </a:cxn>
                            <a:cxn ang="T123">
                              <a:pos x="T70" y="T71"/>
                            </a:cxn>
                            <a:cxn ang="T124">
                              <a:pos x="T72" y="T73"/>
                            </a:cxn>
                            <a:cxn ang="T125">
                              <a:pos x="T74" y="T75"/>
                            </a:cxn>
                            <a:cxn ang="T126">
                              <a:pos x="T76" y="T77"/>
                            </a:cxn>
                            <a:cxn ang="T127">
                              <a:pos x="T78" y="T79"/>
                            </a:cxn>
                            <a:cxn ang="T128">
                              <a:pos x="T80" y="T81"/>
                            </a:cxn>
                            <a:cxn ang="T129">
                              <a:pos x="T82" y="T83"/>
                            </a:cxn>
                            <a:cxn ang="T130">
                              <a:pos x="T84" y="T85"/>
                            </a:cxn>
                            <a:cxn ang="T131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206"/>
                      <wps:cNvSpPr>
                        <a:spLocks/>
                      </wps:cNvSpPr>
                      <wps:spPr bwMode="auto">
                        <a:xfrm>
                          <a:off x="0" y="113051"/>
                          <a:ext cx="63509" cy="86339"/>
                        </a:xfrm>
                        <a:custGeom>
                          <a:avLst/>
                          <a:gdLst>
                            <a:gd name="T0" fmla="*/ 11579176 w 201"/>
                            <a:gd name="T1" fmla="*/ 0 h 271"/>
                            <a:gd name="T2" fmla="*/ 16969226 w 201"/>
                            <a:gd name="T3" fmla="*/ 406207 h 271"/>
                            <a:gd name="T4" fmla="*/ 17967676 w 201"/>
                            <a:gd name="T5" fmla="*/ 6497727 h 271"/>
                            <a:gd name="T6" fmla="*/ 16570162 w 201"/>
                            <a:gd name="T7" fmla="*/ 5888575 h 271"/>
                            <a:gd name="T8" fmla="*/ 13675289 w 201"/>
                            <a:gd name="T9" fmla="*/ 5279423 h 271"/>
                            <a:gd name="T10" fmla="*/ 12177930 w 201"/>
                            <a:gd name="T11" fmla="*/ 5279423 h 271"/>
                            <a:gd name="T12" fmla="*/ 9083683 w 201"/>
                            <a:gd name="T13" fmla="*/ 5482367 h 271"/>
                            <a:gd name="T14" fmla="*/ 7686169 w 201"/>
                            <a:gd name="T15" fmla="*/ 6294782 h 271"/>
                            <a:gd name="T16" fmla="*/ 7286789 w 201"/>
                            <a:gd name="T17" fmla="*/ 7614399 h 271"/>
                            <a:gd name="T18" fmla="*/ 7286789 w 201"/>
                            <a:gd name="T19" fmla="*/ 8223551 h 271"/>
                            <a:gd name="T20" fmla="*/ 8484613 w 201"/>
                            <a:gd name="T21" fmla="*/ 9441855 h 271"/>
                            <a:gd name="T22" fmla="*/ 11379486 w 201"/>
                            <a:gd name="T23" fmla="*/ 10355901 h 271"/>
                            <a:gd name="T24" fmla="*/ 15971092 w 201"/>
                            <a:gd name="T25" fmla="*/ 12183357 h 271"/>
                            <a:gd name="T26" fmla="*/ 17967676 w 201"/>
                            <a:gd name="T27" fmla="*/ 13502974 h 271"/>
                            <a:gd name="T28" fmla="*/ 19464719 w 201"/>
                            <a:gd name="T29" fmla="*/ 15736637 h 271"/>
                            <a:gd name="T30" fmla="*/ 20063789 w 201"/>
                            <a:gd name="T31" fmla="*/ 18681083 h 271"/>
                            <a:gd name="T32" fmla="*/ 19864099 w 201"/>
                            <a:gd name="T33" fmla="*/ 20000700 h 271"/>
                            <a:gd name="T34" fmla="*/ 19464719 w 201"/>
                            <a:gd name="T35" fmla="*/ 22234363 h 271"/>
                            <a:gd name="T36" fmla="*/ 18466585 w 201"/>
                            <a:gd name="T37" fmla="*/ 23960188 h 271"/>
                            <a:gd name="T38" fmla="*/ 17168916 w 201"/>
                            <a:gd name="T39" fmla="*/ 25381754 h 271"/>
                            <a:gd name="T40" fmla="*/ 14673423 w 201"/>
                            <a:gd name="T41" fmla="*/ 26701690 h 271"/>
                            <a:gd name="T42" fmla="*/ 10381352 w 201"/>
                            <a:gd name="T43" fmla="*/ 27513786 h 271"/>
                            <a:gd name="T44" fmla="*/ 8085549 w 201"/>
                            <a:gd name="T45" fmla="*/ 27513786 h 271"/>
                            <a:gd name="T46" fmla="*/ 4292387 w 201"/>
                            <a:gd name="T47" fmla="*/ 27310842 h 271"/>
                            <a:gd name="T48" fmla="*/ 399380 w 201"/>
                            <a:gd name="T49" fmla="*/ 26295482 h 271"/>
                            <a:gd name="T50" fmla="*/ 998134 w 201"/>
                            <a:gd name="T51" fmla="*/ 20406908 h 271"/>
                            <a:gd name="T52" fmla="*/ 4292387 w 201"/>
                            <a:gd name="T53" fmla="*/ 21828156 h 271"/>
                            <a:gd name="T54" fmla="*/ 8085549 w 201"/>
                            <a:gd name="T55" fmla="*/ 22234363 h 271"/>
                            <a:gd name="T56" fmla="*/ 9882127 w 201"/>
                            <a:gd name="T57" fmla="*/ 22234363 h 271"/>
                            <a:gd name="T58" fmla="*/ 11778866 w 201"/>
                            <a:gd name="T59" fmla="*/ 21422267 h 271"/>
                            <a:gd name="T60" fmla="*/ 12377620 w 201"/>
                            <a:gd name="T61" fmla="*/ 20406908 h 271"/>
                            <a:gd name="T62" fmla="*/ 12577310 w 201"/>
                            <a:gd name="T63" fmla="*/ 19594811 h 271"/>
                            <a:gd name="T64" fmla="*/ 11978240 w 201"/>
                            <a:gd name="T65" fmla="*/ 18071931 h 271"/>
                            <a:gd name="T66" fmla="*/ 10581042 w 201"/>
                            <a:gd name="T67" fmla="*/ 17056572 h 271"/>
                            <a:gd name="T68" fmla="*/ 6388500 w 201"/>
                            <a:gd name="T69" fmla="*/ 15736637 h 271"/>
                            <a:gd name="T70" fmla="*/ 2894873 w 201"/>
                            <a:gd name="T71" fmla="*/ 14112125 h 271"/>
                            <a:gd name="T72" fmla="*/ 1197824 w 201"/>
                            <a:gd name="T73" fmla="*/ 12386301 h 271"/>
                            <a:gd name="T74" fmla="*/ 199690 w 201"/>
                            <a:gd name="T75" fmla="*/ 9848062 h 271"/>
                            <a:gd name="T76" fmla="*/ 0 w 201"/>
                            <a:gd name="T77" fmla="*/ 8223551 h 271"/>
                            <a:gd name="T78" fmla="*/ 399380 w 201"/>
                            <a:gd name="T79" fmla="*/ 5888575 h 271"/>
                            <a:gd name="T80" fmla="*/ 1197824 w 201"/>
                            <a:gd name="T81" fmla="*/ 4061119 h 271"/>
                            <a:gd name="T82" fmla="*/ 2295803 w 201"/>
                            <a:gd name="T83" fmla="*/ 2741184 h 271"/>
                            <a:gd name="T84" fmla="*/ 5590056 w 201"/>
                            <a:gd name="T85" fmla="*/ 710783 h 271"/>
                            <a:gd name="T86" fmla="*/ 9682437 w 201"/>
                            <a:gd name="T87" fmla="*/ 0 h 271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</a:gdLst>
                          <a:ahLst/>
                          <a:cxnLst>
                            <a:cxn ang="T88">
                              <a:pos x="T0" y="T1"/>
                            </a:cxn>
                            <a:cxn ang="T89">
                              <a:pos x="T2" y="T3"/>
                            </a:cxn>
                            <a:cxn ang="T90">
                              <a:pos x="T4" y="T5"/>
                            </a:cxn>
                            <a:cxn ang="T91">
                              <a:pos x="T6" y="T7"/>
                            </a:cxn>
                            <a:cxn ang="T92">
                              <a:pos x="T8" y="T9"/>
                            </a:cxn>
                            <a:cxn ang="T93">
                              <a:pos x="T10" y="T11"/>
                            </a:cxn>
                            <a:cxn ang="T94">
                              <a:pos x="T12" y="T13"/>
                            </a:cxn>
                            <a:cxn ang="T95">
                              <a:pos x="T14" y="T15"/>
                            </a:cxn>
                            <a:cxn ang="T96">
                              <a:pos x="T16" y="T17"/>
                            </a:cxn>
                            <a:cxn ang="T97">
                              <a:pos x="T18" y="T19"/>
                            </a:cxn>
                            <a:cxn ang="T98">
                              <a:pos x="T20" y="T21"/>
                            </a:cxn>
                            <a:cxn ang="T99">
                              <a:pos x="T22" y="T23"/>
                            </a:cxn>
                            <a:cxn ang="T100">
                              <a:pos x="T24" y="T25"/>
                            </a:cxn>
                            <a:cxn ang="T101">
                              <a:pos x="T26" y="T27"/>
                            </a:cxn>
                            <a:cxn ang="T102">
                              <a:pos x="T28" y="T29"/>
                            </a:cxn>
                            <a:cxn ang="T103">
                              <a:pos x="T30" y="T31"/>
                            </a:cxn>
                            <a:cxn ang="T104">
                              <a:pos x="T32" y="T33"/>
                            </a:cxn>
                            <a:cxn ang="T105">
                              <a:pos x="T34" y="T35"/>
                            </a:cxn>
                            <a:cxn ang="T106">
                              <a:pos x="T36" y="T37"/>
                            </a:cxn>
                            <a:cxn ang="T107">
                              <a:pos x="T38" y="T39"/>
                            </a:cxn>
                            <a:cxn ang="T108">
                              <a:pos x="T40" y="T41"/>
                            </a:cxn>
                            <a:cxn ang="T109">
                              <a:pos x="T42" y="T43"/>
                            </a:cxn>
                            <a:cxn ang="T110">
                              <a:pos x="T44" y="T45"/>
                            </a:cxn>
                            <a:cxn ang="T111">
                              <a:pos x="T46" y="T47"/>
                            </a:cxn>
                            <a:cxn ang="T112">
                              <a:pos x="T48" y="T49"/>
                            </a:cxn>
                            <a:cxn ang="T113">
                              <a:pos x="T50" y="T51"/>
                            </a:cxn>
                            <a:cxn ang="T114">
                              <a:pos x="T52" y="T53"/>
                            </a:cxn>
                            <a:cxn ang="T115">
                              <a:pos x="T54" y="T55"/>
                            </a:cxn>
                            <a:cxn ang="T116">
                              <a:pos x="T56" y="T57"/>
                            </a:cxn>
                            <a:cxn ang="T117">
                              <a:pos x="T58" y="T59"/>
                            </a:cxn>
                            <a:cxn ang="T118">
                              <a:pos x="T60" y="T61"/>
                            </a:cxn>
                            <a:cxn ang="T119">
                              <a:pos x="T62" y="T63"/>
                            </a:cxn>
                            <a:cxn ang="T120">
                              <a:pos x="T64" y="T65"/>
                            </a:cxn>
                            <a:cxn ang="T121">
                              <a:pos x="T66" y="T67"/>
                            </a:cxn>
                            <a:cxn ang="T122">
                              <a:pos x="T68" y="T69"/>
                            </a:cxn>
                            <a:cxn ang="T123">
                              <a:pos x="T70" y="T71"/>
                            </a:cxn>
                            <a:cxn ang="T124">
                              <a:pos x="T72" y="T73"/>
                            </a:cxn>
                            <a:cxn ang="T125">
                              <a:pos x="T74" y="T75"/>
                            </a:cxn>
                            <a:cxn ang="T126">
                              <a:pos x="T76" y="T77"/>
                            </a:cxn>
                            <a:cxn ang="T127">
                              <a:pos x="T78" y="T79"/>
                            </a:cxn>
                            <a:cxn ang="T128">
                              <a:pos x="T80" y="T81"/>
                            </a:cxn>
                            <a:cxn ang="T129">
                              <a:pos x="T82" y="T83"/>
                            </a:cxn>
                            <a:cxn ang="T130">
                              <a:pos x="T84" y="T85"/>
                            </a:cxn>
                            <a:cxn ang="T131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3B0FC551" id="Plátno 359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o3c78A&#10;AADaAAAADwAAAGRycy9kb3ducmV2LnhtbERPS4vCMBC+C/sfwix4s6kiItUoRVjwtMv6AI9DM7bV&#10;ZtJNYu3+eyMInoaP7znLdW8a0ZHztWUF4yQFQVxYXXOp4LD/Gs1B+ICssbFMCv7Jw3r1MVhipu2d&#10;f6nbhVLEEPYZKqhCaDMpfVGRQZ/YljhyZ+sMhghdKbXDeww3jZyk6UwarDk2VNjSpqLiursZBd38&#10;b3qlvPb57GefhqMzp8v3RKnhZ58vQATqw1v8cm91nA/PV55Xrh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6CjdzvwAAANoAAAAPAAAAAAAAAAAAAAAAAJgCAABkcnMvZG93bnJl&#10;di54bWxQSwUGAAAAAAQABAD1AAAAhAMAAAAA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2147483646,2147483646;2147483646,2147483646;2147483646,2147483646;2147483646,2147483646;2147483646,2147483646;2147483646,2147483646;2147483646,2147483646;2147483646,2147483646;2147483646,1561345935;2147483646,127489723;2147483646,2147483646;2147483646,0;2147483646,1497601073;2147483646,2147483646;0,2147483646;0,2147483646;2147483646,2147483646;1472191831,2147483646;1472191831,2147483646;2147483646,2147483646;2147483646,2147483646;2147483646,2147483646;2147483646,2147483646;2147483646,2147483646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NsTMEA&#10;AADaAAAADwAAAGRycy9kb3ducmV2LnhtbESPQYvCMBSE7wv+h/AEb2uqoEjXKKIsLIgHdS/eHs2z&#10;jTYvpYlt9dcbQfA4zMw3zHzZ2VI0VHvjWMFomIAgzpw2nCv4P/5+z0D4gKyxdEwK7uRhueh9zTHV&#10;ruU9NYeQiwhhn6KCIoQqldJnBVn0Q1cRR+/saoshyjqXusY2wm0px0kylRYNx4UCK1oXlF0PN6vA&#10;tMfb5PTAy9qcdq7ZNrtNnmilBv1u9QMiUBc+4Xf7TysYw+tKv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xDbEzBAAAA2gAAAA8AAAAAAAAAAAAAAAAAmAIAAGRycy9kb3du&#10;cmV2LnhtbFBLBQYAAAAABAAEAPUAAACGAwAAAAA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2147483646,2113302243;2147483646,2113302243;2147483646,2147483646;2147483646,2147483646;2147483646,2147483646;2147483646,2147483646;2147483646,2147483646;2147483646,2147483646;2147483646,2147483646;2147483646,2147483646;2147483646,2147483646;1702388704,2147483646;1342283728,2147483646;949432573,2147483646;622073777,2147483646;392851156,2147483646;196476761,2147483646;65492360,2147483646;0,2113302243;0,2113302243;65492360,1665026173;196476761,1312859573;392851156,928622715;622073777,608425386;949432573,384236858;1342283728,192118270;1702388704,64039529;2147483646,0;2147483646,0;2147483646,64039529;2147483646,192118270;2147483646,384236858;2147483646,608425386;2147483646,928622715;2147483646,1312859573;2147483646,1665026173;2147483646,2113302243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YQS8IA&#10;AADaAAAADwAAAGRycy9kb3ducmV2LnhtbESP0YrCMBRE3wX/IVzBN01dQaRrlFVc1Bdlqx9wt7nb&#10;Fpub2sS2/r0RhH0cZuYMs1h1phQN1a6wrGAyjkAQp1YXnCm4nL9HcxDOI2ssLZOCBzlYLfu9Bcba&#10;tvxDTeIzESDsYlSQe1/FUro0J4NubCvi4P3Z2qAPss6krrENcFPKjyiaSYMFh4UcK9rklF6Tu1Gw&#10;y6739bFJykP0a7e3td892tNUqeGg+/oE4anz/+F3e68VTOF1JdwA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BhBLwgAAANoAAAAPAAAAAAAAAAAAAAAAAJgCAABkcnMvZG93&#10;bnJldi54bWxQSwUGAAAAAAQABAD1AAAAhwM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2147483646,2113302243;2147483646,2113302243;2147483646,2147483646;2147483646,2147483646;2147483646,2147483646;2147483646,2147483646;2147483646,2147483646;2147483646,2147483646;2147483646,2147483646;2147483646,2147483646;2147483646,2147483646;1702388704,2147483646;1342283728,2147483646;949432573,2147483646;622073777,2147483646;392851156,2147483646;196476761,2147483646;65492360,2147483646;0,2113302243;0,2113302243;65492360,1665026173;196476761,1312859573;392851156,928622715;622073777,608425386;949432573,384236858;1342283728,192118270;1702388704,64039529;2147483646,0;2147483646,0;2147483646,64039529;2147483646,192118270;2147483646,384236858;2147483646,608425386;2147483646,928622715;2147483646,1312859573;2147483646,1665026173;2147483646,2113302243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xQesQA&#10;AADaAAAADwAAAGRycy9kb3ducmV2LnhtbESPT2vCQBTE74V+h+UJ3urGP7QlukoRhZ4EY6D09sg+&#10;s9Hs25BdNemndwWhx2FmfsMsVp2txZVaXzlWMB4lIIgLpysuFeSH7dsnCB+QNdaOSUFPHlbL15cF&#10;ptrdeE/XLJQiQtinqMCE0KRS+sKQRT9yDXH0jq61GKJsS6lbvEW4reUkSd6lxYrjgsGG1oaKc3ax&#10;CrZVXm/66e50+r2Q+XGb7Pjx1ys1HHRfcxCBuvAffra/tYIZPK7EG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cUHrEAAAA2gAAAA8AAAAAAAAAAAAAAAAAmAIAAGRycy9k&#10;b3ducmV2LnhtbFBLBQYAAAAABAAEAPUAAACJ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2147483646,0;2147483646,64656760;2147483646,226451267;2147483646,614595729;2147483646,1132155661;2147483646,1746649758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662616833,2147483646;1055172531,2147483646;607544898,2147483646;223864115,2147483646;63946850,2147483646;0,2147483646;127893700,2147483646;415704665,2134794219;799385448,1423263688;1342882900,873325038;2014374647,420523498;2147483646,129415152;2147483646,0;2147483646,2147483646;2147483646,2147483646;2147483646,2147483646;2147483646,2147483646;2147483646,2147483646;2147483646,2147483646;2147483646,2147483646;2147483646,2147483646;2147483646,1876065229;2147483646,1681992998;2147483646,1681992998;2147483646,2134794219;2147483646,2147483646;2147483646,2147483646;2147483646,2147483646;2147483646,2147483646;2147483646,2147483646;2147483646,2147483646;2147483646,2147483646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FwAcQA&#10;AADaAAAADwAAAGRycy9kb3ducmV2LnhtbESPQWsCMRSE74L/ITyhN81aWpGtUUSp1EuhKvT63Lxu&#10;tm5eliTubv31TaHgcZiZb5jFqre1aMmHyrGC6SQDQVw4XXGp4HR8Hc9BhIissXZMCn4owGo5HCww&#10;167jD2oPsRQJwiFHBSbGJpcyFIYsholriJP35bzFmKQvpfbYJbit5WOWzaTFitOCwYY2horL4WoV&#10;fHb9u9/rdnvb7b9nm6M9P93MWamHUb9+ARGpj/fwf/tNK3iGvyvpBs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RcAHEAAAA2gAAAA8AAAAAAAAAAAAAAAAAmAIAAGRycy9k&#10;b3ducmV2LnhtbFBLBQYAAAAABAAEAPUAAACJ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2147483646,0;2147483646,64656760;2147483646,226451267;2147483646,614595729;2147483646,1132155661;2147483646,1746649758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662616833,2147483646;1055172531,2147483646;607544898,2147483646;223864115,2147483646;63946850,2147483646;0,2147483646;127893700,2147483646;415704665,2134794219;799385448,1423263688;1342882900,873325038;2014374647,420523498;2147483646,129415152;2147483646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JtqcQA&#10;AADaAAAADwAAAGRycy9kb3ducmV2LnhtbESPQWvCQBSE74L/YXkFb2ZTCyKpmyCiWOmpaaF4e2Rf&#10;kzTZtzG7Jum/7xYKHoeZ+YbZZpNpxUC9qy0reIxiEMSF1TWXCj7ej8sNCOeRNbaWScEPOcjS+WyL&#10;ibYjv9GQ+1IECLsEFVTed4mUrqjIoItsRxy8L9sb9EH2pdQ9jgFuWrmK47U0WHNYqLCjfUVFk9+M&#10;gtP31fjPS/kkT5dz2+RjMxxeY6UWD9PuGYSnyd/D/+0XrWANf1fCDZDp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CbanEAAAA2gAAAA8AAAAAAAAAAAAAAAAAmAIAAGRycy9k&#10;b3ducmV2LnhtbFBLBQYAAAAABAAEAPUAAACJAwAAAAA=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890836140,2147483646;1890836140,2147483646;2147483646,2147483646;2147483646,2147483646;2147483646,2147483646;2147483646,2147483646;2147483646,2147483646;2147483646,2147483646;2147483646,2147483646;2147483646,2147483646;2147483646,2147483646;2147483646,2147483646;2147483646,1628236206;2147483646,1204915171;2147483646,748968149;2147483646,455947022;2147483646,195347525;2147483646,0;1890836140,0;1890836140,0;1433389843,0;1006420734,195347525;701456640,455947022;426969422,748968149;244010343,1204915171;122005328,1628236206;60953751,2147483646;0,2147483646;0,2147483646;60953751,2147483646;122005328,2147483646;244010343,2147483646;426969422,2147483646;701456640,2147483646;1006420734,2147483646;1433389843,2147483646;1890836140,2147483646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JjacMA&#10;AADaAAAADwAAAGRycy9kb3ducmV2LnhtbESPQWvCQBSE74X+h+UVehHdqJBK6ioqKCIoVMXzI/ua&#10;hGTfht1V03/vCkKPw8x8w0znnWnEjZyvLCsYDhIQxLnVFRcKzqd1fwLCB2SNjWVS8Ece5rP3tylm&#10;2t75h27HUIgIYZ+hgjKENpPS5yUZ9APbEkfv1zqDIUpXSO3wHuGmkaMkSaXBiuNCiS2tSsrr49Uo&#10;2B/O6WZc79LNpeuFeu2uo/2yp9TnR7f4BhGoC//hV3urFXzB80q8AXL2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8JjacMAAADaAAAADwAAAAAAAAAAAAAAAACYAgAAZHJzL2Rv&#10;d25yZXYueG1sUEsFBgAAAAAEAAQA9QAAAIgDAAAAAA=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2147483646,0;2147483646,64656760;2147483646,2147483646;2147483646,2005480380;2147483646,1681992998;2147483646,1681992998;2147483646,1876065229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980481443,2147483646;1298701595,2147483646;681780166,2147483646;227260055,2147483646;64960527,2147483646;0,2147483646;97440791,2147483646;357181110,2147483646;876661748,1681992998;1428520541,1067397269;2147483646,549837337;2147483646,226451267;2147483646,64656760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Zbhb8A&#10;AADaAAAADwAAAGRycy9kb3ducmV2LnhtbERPTYvCMBC9C/6HMII3TRVXpGsUUZTFg2AV9jo0s03X&#10;ZlKaWLv++s1B8Ph438t1ZyvRUuNLxwom4wQEce50yYWC62U/WoDwAVlj5ZgU/JGH9arfW2Kq3YPP&#10;1GahEDGEfYoKTAh1KqXPDVn0Y1cTR+7HNRZDhE0hdYOPGG4rOU2SubRYcmwwWNPWUH7L7lbBYWuq&#10;2ff5ys/d4cT1cdf+fmStUsNBt/kEEagLb/HL/aUVxK3xSrwBcvU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hluFvwAAANoAAAAPAAAAAAAAAAAAAAAAAJgCAABkcnMvZG93bnJl&#10;di54bWxQSwUGAAAAAAQABAD1AAAAhA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2147483646,0;2147483646,64656760;2147483646,2147483646;2147483646,2005480380;2147483646,1681992998;2147483646,1681992998;2147483646,1876065229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980481443,2147483646;1298701595,2147483646;681780166,2147483646;227260055,2147483646;64960527,2147483646;0,2147483646;97440791,2147483646;357181110,2147483646;876661748,1681992998;1428520541,1067397269;2147483646,549837337;2147483646,226451267;2147483646,64656760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ln68MA&#10;AADaAAAADwAAAGRycy9kb3ducmV2LnhtbESPS2vDMBCE74H8B7GFXEItJ9CmcS2bEDD00EvzgBw3&#10;1tY2tVbGkh/991Wh0OMwM98waT6bVozUu8aygk0UgyAurW64UnA5F48vIJxH1thaJgXf5CDPlosU&#10;E20n/qDx5CsRIOwSVFB73yVSurImgy6yHXHwPm1v0AfZV1L3OAW4aeU2jp+lwYbDQo0dHWsqv06D&#10;UfDOHZojDrd1MeyuT/H9ejhjodTqYT68gvA0+//wX/tNK9jD75VwA2T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gln68MAAADaAAAADwAAAAAAAAAAAAAAAACYAgAAZHJzL2Rv&#10;d25yZXYueG1sUEsFBgAAAAAEAAQA9QAAAIgDAAAAAA==&#10;" path="m,l186,r,50l68,50r,54l178,104r,53l68,157r,58l190,215r,52l,267,,xe" fillcolor="black" stroked="f">
                <v:path arrowok="t" o:connecttype="custom" o:connectlocs="0,0;2147483646,0;2147483646,1620127353;2147483646,1620127353;2147483646,2147483646;2147483646,2147483646;2147483646,2147483646;2147483646,2147483646;2147483646,2147483646;2147483646,2147483646;2147483646,2147483646;0,2147483646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AElsUA&#10;AADbAAAADwAAAGRycy9kb3ducmV2LnhtbESPQUvDQBCF7wX/wzKCF7GbSikSuy22KFZKwVTxPGTH&#10;JJidDdmxTfvrnYPQ2wzvzXvfzJdDaM2B+tREdjAZZ2CIy+gbrhx8frzcPYBJguyxjUwOTpRgubga&#10;zTH38cgFHfZSGQ3hlKODWqTLrU1lTQHTOHbEqn3HPqDo2lfW93jU8NDa+yyb2YANa0ONHa1rKn/2&#10;v8HB8+lcvL2fb7+2mbwWO1qtrEwH526uh6dHMEKDXMz/1xuv+Eqvv+gAd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MASWxQAAANsAAAAPAAAAAAAAAAAAAAAAAJgCAABkcnMv&#10;ZG93bnJldi54bWxQSwUGAAAAAAQABAD1AAAAigMAAAAA&#10;" path="m,l72,r33,203l107,203,141,r91,l269,203,304,r69,l311,267r-89,l186,62,151,267r-93,l,xe" fillcolor="black" stroked="f">
                <v:path arrowok="t" o:connecttype="custom" o:connectlocs="0,0;2147483646,0;2147483646,2147483646;2147483646,2147483646;2147483646,0;2147483646,0;2147483646,2147483646;2147483646,0;2147483646,0;2147483646,2147483646;2147483646,2147483646;2147483646,2009043477;2147483646,2147483646;1841680822,2147483646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dRecAA&#10;AADbAAAADwAAAGRycy9kb3ducmV2LnhtbERPS4vCMBC+L/gfwgje1tSCrlSjiLAoHoT1AR6HZmyq&#10;zaTbRK3/fiMIe5uP7znTeWsrcafGl44VDPoJCOLc6ZILBYf99+cYhA/IGivHpOBJHuazzscUM+0e&#10;/EP3XShEDGGfoQITQp1J6XNDFn3f1cSRO7vGYoiwKaRu8BHDbSXTJBlJiyXHBoM1LQ3l193NKkhJ&#10;Xg52uPoaJdQeTzL9vWzNRqlet11MQARqw7/47V7rOH8Ar1/iAXL2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KdRecAAAADbAAAADwAAAAAAAAAAAAAAAACYAgAAZHJzL2Rvd25y&#10;ZXYueG1sUEsFBgAAAAAEAAQA9QAAAIUDAAAAAA=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2147483646,0;2147483646,129415152;2147483646,2070137459;2147483646,1876065229;2147483646,1681992998;2147483646,1681992998;2147483646,1746649758;2147483646,2005480380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356244806,2147483646;126190171,2147483646;315375583,2147483646;1356244806,2147483646;2147483646,2147483646;2147483646,2147483646;2147483646,2147483646;2147483646,2147483646;2147483646,2147483646;2147483646,2147483646;2147483646,2147483646;2018543515,2147483646;914679052,2147483646;378470669,2147483646;63095086,2147483646;0,2147483646;126190171,1876065229;378470669,1293848536;725393795,873325038;1766263017,226451267;2147483646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+yRMIA&#10;AADbAAAADwAAAGRycy9kb3ducmV2LnhtbERPTWuDQBC9B/Iflgn0InVtDiVYV0lDCz2mNpfcpu5U&#10;pe6suBu1/vpsINDbPN7nZMVsOjHS4FrLCp7iBARxZXXLtYLT1/vjDoTzyBo7y6TgjxwU+XqVYart&#10;xJ80lr4WIYRdigoa7/tUSlc1ZNDFticO3I8dDPoAh1rqAacQbjq5TZJnabDl0NBgT4eGqt/yYhRc&#10;IlcevvUxOs9jpd+W12lql71SD5t5/wLC0+z/xXf3hw7zt3D7JRwg8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b7JEwgAAANsAAAAPAAAAAAAAAAAAAAAAAJgCAABkcnMvZG93&#10;bnJldi54bWxQSwUGAAAAAAQABAD1AAAAhwM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2147483646,0;2147483646,129415152;2147483646,2070137459;2147483646,1876065229;2147483646,1681992998;2147483646,1681992998;2147483646,1746649758;2147483646,2005480380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356244806,2147483646;126190171,2147483646;315375583,2147483646;1356244806,2147483646;2147483646,2147483646;2147483646,2147483646;2147483646,2147483646;2147483646,2147483646;2147483646,2147483646;2147483646,2147483646;2147483646,2147483646;2018543515,2147483646;914679052,2147483646;378470669,2147483646;63095086,2147483646;0,2147483646;126190171,1876065229;378470669,1293848536;725393795,873325038;1766263017,226451267;2147483646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F86D9C" w:rsidRPr="00AE3921" w:rsidTr="001F529C">
      <w:trPr>
        <w:trHeight w:val="227"/>
        <w:jc w:val="center"/>
      </w:trPr>
      <w:tc>
        <w:tcPr>
          <w:tcW w:w="5103" w:type="dxa"/>
          <w:vAlign w:val="center"/>
        </w:tcPr>
        <w:p w:rsidR="00F86D9C" w:rsidRPr="00AE3921" w:rsidRDefault="00CA114E" w:rsidP="00CA114E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r>
            <w:rPr>
              <w:color w:val="000000" w:themeColor="text1"/>
              <w:sz w:val="12"/>
              <w:szCs w:val="12"/>
            </w:rPr>
            <w:t>Ka</w:t>
          </w:r>
          <w:r w:rsidR="00F86D9C">
            <w:rPr>
              <w:color w:val="000000" w:themeColor="text1"/>
              <w:sz w:val="12"/>
              <w:szCs w:val="12"/>
            </w:rPr>
            <w:t>nalizace</w:t>
          </w:r>
          <w:r>
            <w:rPr>
              <w:color w:val="000000" w:themeColor="text1"/>
              <w:sz w:val="12"/>
              <w:szCs w:val="12"/>
            </w:rPr>
            <w:t xml:space="preserve"> Frýdek-Místek - Skalice</w:t>
          </w:r>
        </w:p>
      </w:tc>
      <w:tc>
        <w:tcPr>
          <w:tcW w:w="3402" w:type="dxa"/>
          <w:tcMar>
            <w:left w:w="113" w:type="dxa"/>
          </w:tcMar>
          <w:vAlign w:val="center"/>
        </w:tcPr>
        <w:p w:rsidR="00F86D9C" w:rsidRPr="00AE3921" w:rsidRDefault="00F86D9C" w:rsidP="00B55356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</w:p>
      </w:tc>
    </w:tr>
    <w:tr w:rsidR="00F86D9C" w:rsidRPr="00AE3921" w:rsidTr="001F529C">
      <w:trPr>
        <w:trHeight w:val="227"/>
        <w:jc w:val="center"/>
      </w:trPr>
      <w:tc>
        <w:tcPr>
          <w:tcW w:w="5103" w:type="dxa"/>
          <w:vAlign w:val="center"/>
        </w:tcPr>
        <w:p w:rsidR="00F86D9C" w:rsidRPr="00AE3921" w:rsidRDefault="00F86D9C" w:rsidP="001F529C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r>
            <w:rPr>
              <w:color w:val="000000" w:themeColor="text1"/>
              <w:sz w:val="12"/>
              <w:szCs w:val="12"/>
            </w:rPr>
            <w:t>Seznam příloh</w:t>
          </w:r>
        </w:p>
      </w:tc>
      <w:tc>
        <w:tcPr>
          <w:tcW w:w="3402" w:type="dxa"/>
          <w:tcMar>
            <w:left w:w="113" w:type="dxa"/>
          </w:tcMar>
          <w:vAlign w:val="center"/>
        </w:tcPr>
        <w:p w:rsidR="00F86D9C" w:rsidRPr="00AE3921" w:rsidRDefault="00A130F0" w:rsidP="00775E68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-1268073679"/>
              <w:showingPlcHdr/>
              <w:text/>
            </w:sdtPr>
            <w:sdtEndPr/>
            <w:sdtContent>
              <w:r w:rsidR="00F86D9C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proofErr w:type="spellStart"/>
          <w:r w:rsidR="00F86D9C">
            <w:rPr>
              <w:color w:val="000000" w:themeColor="text1"/>
              <w:sz w:val="12"/>
              <w:szCs w:val="12"/>
            </w:rPr>
            <w:t>DPS</w:t>
          </w:r>
          <w:proofErr w:type="spellEnd"/>
        </w:p>
      </w:tc>
    </w:tr>
  </w:tbl>
  <w:p w:rsidR="00F86D9C" w:rsidRPr="00AE3921" w:rsidRDefault="00F86D9C" w:rsidP="00CA337C">
    <w:pPr>
      <w:pStyle w:val="Zhlav"/>
      <w:rPr>
        <w:color w:val="000000" w:themeColor="text1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cs="Open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OpenSymbol" w:hAnsi="OpenSymbol" w:cs="Times New Roman"/>
      </w:rPr>
    </w:lvl>
  </w:abstractNum>
  <w:abstractNum w:abstractNumId="2" w15:restartNumberingAfterBreak="0">
    <w:nsid w:val="018C0E47"/>
    <w:multiLevelType w:val="multilevel"/>
    <w:tmpl w:val="D05AC84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4" w:hanging="397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588" w:hanging="397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2B474F7"/>
    <w:multiLevelType w:val="hybridMultilevel"/>
    <w:tmpl w:val="E064000A"/>
    <w:lvl w:ilvl="0" w:tplc="74520804">
      <w:start w:val="1"/>
      <w:numFmt w:val="bullet"/>
      <w:lvlText w:val="•"/>
      <w:lvlJc w:val="left"/>
      <w:pPr>
        <w:tabs>
          <w:tab w:val="num" w:pos="794"/>
        </w:tabs>
        <w:ind w:left="794" w:hanging="397"/>
      </w:pPr>
      <w:rPr>
        <w:rFonts w:ascii="Times New Roman" w:eastAsia="Times New Roman" w:hAnsi="Times New Roman" w:cs="Times New Roman" w:hint="default"/>
        <w:b w:val="0"/>
        <w:i w:val="0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D31F5"/>
    <w:multiLevelType w:val="hybridMultilevel"/>
    <w:tmpl w:val="9FBEC1EE"/>
    <w:lvl w:ilvl="0" w:tplc="A858BF58">
      <w:start w:val="1"/>
      <w:numFmt w:val="bullet"/>
      <w:lvlText w:val="•"/>
      <w:lvlJc w:val="left"/>
      <w:pPr>
        <w:tabs>
          <w:tab w:val="num" w:pos="794"/>
        </w:tabs>
        <w:ind w:left="794" w:hanging="397"/>
      </w:pPr>
      <w:rPr>
        <w:rFonts w:ascii="Times New Roman" w:eastAsia="Times New Roman" w:hAnsi="Times New Roman" w:cs="Times New Roman" w:hint="default"/>
        <w:b w:val="0"/>
        <w:i w:val="0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F526F6"/>
    <w:multiLevelType w:val="hybridMultilevel"/>
    <w:tmpl w:val="3300FC76"/>
    <w:lvl w:ilvl="0" w:tplc="82DE124C">
      <w:start w:val="1"/>
      <w:numFmt w:val="upperLetter"/>
      <w:lvlText w:val="%1."/>
      <w:lvlJc w:val="left"/>
      <w:pPr>
        <w:ind w:left="1350" w:hanging="9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021EF"/>
    <w:multiLevelType w:val="multilevel"/>
    <w:tmpl w:val="93E8A8C0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4" w:hanging="397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bullet"/>
      <w:lvlText w:val=""/>
      <w:lvlJc w:val="left"/>
      <w:pPr>
        <w:ind w:left="1588" w:hanging="397"/>
      </w:pPr>
      <w:rPr>
        <w:rFonts w:ascii="Wingdings" w:hAnsi="Wingdings" w:hint="default"/>
      </w:rPr>
    </w:lvl>
    <w:lvl w:ilvl="4">
      <w:start w:val="1"/>
      <w:numFmt w:val="lowerLetter"/>
      <w:lvlText w:val="(%5)"/>
      <w:lvlJc w:val="left"/>
      <w:pPr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79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76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3" w:hanging="397"/>
      </w:pPr>
      <w:rPr>
        <w:rFonts w:hint="default"/>
      </w:rPr>
    </w:lvl>
  </w:abstractNum>
  <w:abstractNum w:abstractNumId="7" w15:restartNumberingAfterBreak="0">
    <w:nsid w:val="1FBE664C"/>
    <w:multiLevelType w:val="hybridMultilevel"/>
    <w:tmpl w:val="61E61CA0"/>
    <w:lvl w:ilvl="0" w:tplc="FAFE6526">
      <w:start w:val="1"/>
      <w:numFmt w:val="bullet"/>
      <w:lvlText w:val="-"/>
      <w:lvlJc w:val="left"/>
      <w:pPr>
        <w:tabs>
          <w:tab w:val="num" w:pos="1191"/>
        </w:tabs>
        <w:ind w:left="1191" w:hanging="397"/>
      </w:pPr>
      <w:rPr>
        <w:rFonts w:ascii="Verdana" w:hAnsi="Verdana" w:hint="default"/>
        <w:b w:val="0"/>
        <w:i w:val="0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581F95"/>
    <w:multiLevelType w:val="hybridMultilevel"/>
    <w:tmpl w:val="418051F2"/>
    <w:lvl w:ilvl="0" w:tplc="E00CE5BE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23BC2569"/>
    <w:multiLevelType w:val="multilevel"/>
    <w:tmpl w:val="A7CCC29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C4C1EA9"/>
    <w:multiLevelType w:val="hybridMultilevel"/>
    <w:tmpl w:val="CCDCA6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D679B"/>
    <w:multiLevelType w:val="multilevel"/>
    <w:tmpl w:val="93E8A8C0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4" w:hanging="397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bullet"/>
      <w:lvlText w:val=""/>
      <w:lvlJc w:val="left"/>
      <w:pPr>
        <w:ind w:left="1588" w:hanging="397"/>
      </w:pPr>
      <w:rPr>
        <w:rFonts w:ascii="Wingdings" w:hAnsi="Wingdings" w:hint="default"/>
      </w:rPr>
    </w:lvl>
    <w:lvl w:ilvl="4">
      <w:start w:val="1"/>
      <w:numFmt w:val="lowerLetter"/>
      <w:lvlText w:val="(%5)"/>
      <w:lvlJc w:val="left"/>
      <w:pPr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79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76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3" w:hanging="397"/>
      </w:pPr>
      <w:rPr>
        <w:rFonts w:hint="default"/>
      </w:rPr>
    </w:lvl>
  </w:abstractNum>
  <w:abstractNum w:abstractNumId="12" w15:restartNumberingAfterBreak="0">
    <w:nsid w:val="367152AC"/>
    <w:multiLevelType w:val="hybridMultilevel"/>
    <w:tmpl w:val="98429C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6D4880"/>
    <w:multiLevelType w:val="multilevel"/>
    <w:tmpl w:val="E3106804"/>
    <w:lvl w:ilvl="0">
      <w:start w:val="1"/>
      <w:numFmt w:val="upperLetter"/>
      <w:pStyle w:val="Nadpis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160"/>
        </w:tabs>
        <w:ind w:left="1584" w:hanging="158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</w:abstractNum>
  <w:abstractNum w:abstractNumId="14" w15:restartNumberingAfterBreak="0">
    <w:nsid w:val="477E62E4"/>
    <w:multiLevelType w:val="hybridMultilevel"/>
    <w:tmpl w:val="437C3D3C"/>
    <w:lvl w:ilvl="0" w:tplc="A502CA04">
      <w:start w:val="1"/>
      <w:numFmt w:val="bullet"/>
      <w:lvlText w:val="•"/>
      <w:lvlJc w:val="left"/>
      <w:pPr>
        <w:tabs>
          <w:tab w:val="num" w:pos="794"/>
        </w:tabs>
        <w:ind w:left="794" w:hanging="397"/>
      </w:pPr>
      <w:rPr>
        <w:rFonts w:ascii="Times New Roman" w:eastAsia="Times New Roman" w:hAnsi="Times New Roman" w:cs="Times New Roman" w:hint="default"/>
        <w:b w:val="0"/>
        <w:i w:val="0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FC4567"/>
    <w:multiLevelType w:val="multilevel"/>
    <w:tmpl w:val="D05AC84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1" w:hanging="397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588" w:hanging="397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AF526C4"/>
    <w:multiLevelType w:val="multilevel"/>
    <w:tmpl w:val="93E8A8C0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4" w:hanging="397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bullet"/>
      <w:lvlText w:val=""/>
      <w:lvlJc w:val="left"/>
      <w:pPr>
        <w:ind w:left="1588" w:hanging="397"/>
      </w:pPr>
      <w:rPr>
        <w:rFonts w:ascii="Wingdings" w:hAnsi="Wingdings" w:hint="default"/>
      </w:rPr>
    </w:lvl>
    <w:lvl w:ilvl="4">
      <w:start w:val="1"/>
      <w:numFmt w:val="lowerLetter"/>
      <w:lvlText w:val="(%5)"/>
      <w:lvlJc w:val="left"/>
      <w:pPr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79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76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3" w:hanging="397"/>
      </w:pPr>
      <w:rPr>
        <w:rFonts w:hint="default"/>
      </w:rPr>
    </w:lvl>
  </w:abstractNum>
  <w:abstractNum w:abstractNumId="17" w15:restartNumberingAfterBreak="0">
    <w:nsid w:val="5BD36C26"/>
    <w:multiLevelType w:val="hybridMultilevel"/>
    <w:tmpl w:val="27403560"/>
    <w:lvl w:ilvl="0" w:tplc="9A621D9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18"/>
      </w:rPr>
    </w:lvl>
    <w:lvl w:ilvl="1" w:tplc="7EC01EBA">
      <w:start w:val="3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EBD4FD8"/>
    <w:multiLevelType w:val="hybridMultilevel"/>
    <w:tmpl w:val="178EEF82"/>
    <w:lvl w:ilvl="0" w:tplc="0E8C769E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7262C1"/>
    <w:multiLevelType w:val="hybridMultilevel"/>
    <w:tmpl w:val="100E289A"/>
    <w:lvl w:ilvl="0" w:tplc="F0688D94">
      <w:start w:val="1"/>
      <w:numFmt w:val="bullet"/>
      <w:pStyle w:val="Odrky1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79724CD5"/>
    <w:multiLevelType w:val="hybridMultilevel"/>
    <w:tmpl w:val="B9C06C80"/>
    <w:lvl w:ilvl="0" w:tplc="6FCEB778">
      <w:start w:val="1"/>
      <w:numFmt w:val="bullet"/>
      <w:lvlText w:val="•"/>
      <w:lvlJc w:val="left"/>
      <w:pPr>
        <w:tabs>
          <w:tab w:val="num" w:pos="794"/>
        </w:tabs>
        <w:ind w:left="794" w:hanging="397"/>
      </w:pPr>
      <w:rPr>
        <w:rFonts w:ascii="Times New Roman" w:eastAsia="Times New Roman" w:hAnsi="Times New Roman" w:cs="Times New Roman" w:hint="default"/>
        <w:b w:val="0"/>
        <w:i w:val="0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3"/>
  </w:num>
  <w:num w:numId="3">
    <w:abstractNumId w:val="2"/>
  </w:num>
  <w:num w:numId="4">
    <w:abstractNumId w:val="15"/>
  </w:num>
  <w:num w:numId="5">
    <w:abstractNumId w:val="6"/>
  </w:num>
  <w:num w:numId="6">
    <w:abstractNumId w:val="9"/>
  </w:num>
  <w:num w:numId="7">
    <w:abstractNumId w:val="16"/>
  </w:num>
  <w:num w:numId="8">
    <w:abstractNumId w:val="11"/>
  </w:num>
  <w:num w:numId="9">
    <w:abstractNumId w:val="4"/>
  </w:num>
  <w:num w:numId="10">
    <w:abstractNumId w:val="17"/>
  </w:num>
  <w:num w:numId="11">
    <w:abstractNumId w:val="3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18"/>
  </w:num>
  <w:num w:numId="17">
    <w:abstractNumId w:val="5"/>
  </w:num>
  <w:num w:numId="18">
    <w:abstractNumId w:val="0"/>
  </w:num>
  <w:num w:numId="19">
    <w:abstractNumId w:val="1"/>
  </w:num>
  <w:num w:numId="20">
    <w:abstractNumId w:val="8"/>
  </w:num>
  <w:num w:numId="21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121"/>
    <w:rsid w:val="00002CBB"/>
    <w:rsid w:val="00003015"/>
    <w:rsid w:val="0000574C"/>
    <w:rsid w:val="000062F5"/>
    <w:rsid w:val="00006DA2"/>
    <w:rsid w:val="000172ED"/>
    <w:rsid w:val="00017699"/>
    <w:rsid w:val="0002044B"/>
    <w:rsid w:val="000207EB"/>
    <w:rsid w:val="00030C27"/>
    <w:rsid w:val="00032712"/>
    <w:rsid w:val="00033160"/>
    <w:rsid w:val="00033F1B"/>
    <w:rsid w:val="00035DB9"/>
    <w:rsid w:val="00037EF4"/>
    <w:rsid w:val="000558D9"/>
    <w:rsid w:val="0006460E"/>
    <w:rsid w:val="00072B7C"/>
    <w:rsid w:val="00077945"/>
    <w:rsid w:val="00080905"/>
    <w:rsid w:val="00080C04"/>
    <w:rsid w:val="00083A5C"/>
    <w:rsid w:val="00083CDD"/>
    <w:rsid w:val="00087A0F"/>
    <w:rsid w:val="00092CA1"/>
    <w:rsid w:val="00097346"/>
    <w:rsid w:val="000A3C59"/>
    <w:rsid w:val="000A49F4"/>
    <w:rsid w:val="000B1B54"/>
    <w:rsid w:val="000B1C39"/>
    <w:rsid w:val="000B3EBE"/>
    <w:rsid w:val="000B469B"/>
    <w:rsid w:val="000B5E40"/>
    <w:rsid w:val="000B7F37"/>
    <w:rsid w:val="000C15F6"/>
    <w:rsid w:val="000C314C"/>
    <w:rsid w:val="000C6A0F"/>
    <w:rsid w:val="000C7D30"/>
    <w:rsid w:val="000D6715"/>
    <w:rsid w:val="000E6247"/>
    <w:rsid w:val="000F3E1D"/>
    <w:rsid w:val="000F414C"/>
    <w:rsid w:val="000F5CCA"/>
    <w:rsid w:val="000F6FC0"/>
    <w:rsid w:val="000F75BA"/>
    <w:rsid w:val="000F7DA3"/>
    <w:rsid w:val="00100665"/>
    <w:rsid w:val="00100BEC"/>
    <w:rsid w:val="00102C76"/>
    <w:rsid w:val="00103C74"/>
    <w:rsid w:val="001048C3"/>
    <w:rsid w:val="00105FEA"/>
    <w:rsid w:val="0010737E"/>
    <w:rsid w:val="00113C96"/>
    <w:rsid w:val="00115646"/>
    <w:rsid w:val="001164D2"/>
    <w:rsid w:val="00117D9B"/>
    <w:rsid w:val="00120D4A"/>
    <w:rsid w:val="001234BA"/>
    <w:rsid w:val="00125FE1"/>
    <w:rsid w:val="00126C6F"/>
    <w:rsid w:val="0013143A"/>
    <w:rsid w:val="001353CA"/>
    <w:rsid w:val="001360C4"/>
    <w:rsid w:val="00137D5F"/>
    <w:rsid w:val="00141863"/>
    <w:rsid w:val="00141F34"/>
    <w:rsid w:val="00142F17"/>
    <w:rsid w:val="00143261"/>
    <w:rsid w:val="00143C88"/>
    <w:rsid w:val="0014734C"/>
    <w:rsid w:val="00150676"/>
    <w:rsid w:val="001514CA"/>
    <w:rsid w:val="001529A6"/>
    <w:rsid w:val="00153F91"/>
    <w:rsid w:val="00154224"/>
    <w:rsid w:val="001630A6"/>
    <w:rsid w:val="00163321"/>
    <w:rsid w:val="00170241"/>
    <w:rsid w:val="001746F2"/>
    <w:rsid w:val="00174A45"/>
    <w:rsid w:val="0017502D"/>
    <w:rsid w:val="00175DAD"/>
    <w:rsid w:val="001816E1"/>
    <w:rsid w:val="0018623B"/>
    <w:rsid w:val="001964FD"/>
    <w:rsid w:val="001A3E2F"/>
    <w:rsid w:val="001A4EF6"/>
    <w:rsid w:val="001B0384"/>
    <w:rsid w:val="001B4084"/>
    <w:rsid w:val="001B5626"/>
    <w:rsid w:val="001B640D"/>
    <w:rsid w:val="001B6D28"/>
    <w:rsid w:val="001C3574"/>
    <w:rsid w:val="001C4D2E"/>
    <w:rsid w:val="001D557C"/>
    <w:rsid w:val="001D665A"/>
    <w:rsid w:val="001E13F7"/>
    <w:rsid w:val="001E295C"/>
    <w:rsid w:val="001E5F0B"/>
    <w:rsid w:val="001F18C9"/>
    <w:rsid w:val="001F1999"/>
    <w:rsid w:val="001F2FB5"/>
    <w:rsid w:val="001F3E7C"/>
    <w:rsid w:val="001F4056"/>
    <w:rsid w:val="001F4D8D"/>
    <w:rsid w:val="001F529C"/>
    <w:rsid w:val="001F6E94"/>
    <w:rsid w:val="00200EB0"/>
    <w:rsid w:val="00203990"/>
    <w:rsid w:val="002056D0"/>
    <w:rsid w:val="00207A11"/>
    <w:rsid w:val="00207FF2"/>
    <w:rsid w:val="00212AB5"/>
    <w:rsid w:val="00212ECD"/>
    <w:rsid w:val="00214875"/>
    <w:rsid w:val="00214F8C"/>
    <w:rsid w:val="0021565A"/>
    <w:rsid w:val="002156E2"/>
    <w:rsid w:val="002166B7"/>
    <w:rsid w:val="002178CB"/>
    <w:rsid w:val="00220D77"/>
    <w:rsid w:val="00223EE4"/>
    <w:rsid w:val="002243E1"/>
    <w:rsid w:val="00224400"/>
    <w:rsid w:val="00226929"/>
    <w:rsid w:val="00226DEC"/>
    <w:rsid w:val="002350FC"/>
    <w:rsid w:val="00243A96"/>
    <w:rsid w:val="0024446B"/>
    <w:rsid w:val="002478AA"/>
    <w:rsid w:val="002512A5"/>
    <w:rsid w:val="00252A47"/>
    <w:rsid w:val="00253D05"/>
    <w:rsid w:val="00254BFF"/>
    <w:rsid w:val="00254DE7"/>
    <w:rsid w:val="00254E7A"/>
    <w:rsid w:val="00255798"/>
    <w:rsid w:val="00256CEA"/>
    <w:rsid w:val="00260272"/>
    <w:rsid w:val="00261B2D"/>
    <w:rsid w:val="00263459"/>
    <w:rsid w:val="00263F46"/>
    <w:rsid w:val="0026678E"/>
    <w:rsid w:val="00267541"/>
    <w:rsid w:val="00267661"/>
    <w:rsid w:val="00270186"/>
    <w:rsid w:val="00271646"/>
    <w:rsid w:val="002727BF"/>
    <w:rsid w:val="0027692B"/>
    <w:rsid w:val="00285490"/>
    <w:rsid w:val="00285F45"/>
    <w:rsid w:val="00287E56"/>
    <w:rsid w:val="002941B3"/>
    <w:rsid w:val="00295A8B"/>
    <w:rsid w:val="002970DA"/>
    <w:rsid w:val="0029718F"/>
    <w:rsid w:val="002A130B"/>
    <w:rsid w:val="002A4DC6"/>
    <w:rsid w:val="002A52DF"/>
    <w:rsid w:val="002A7915"/>
    <w:rsid w:val="002B0877"/>
    <w:rsid w:val="002B126C"/>
    <w:rsid w:val="002B2EF6"/>
    <w:rsid w:val="002B39F6"/>
    <w:rsid w:val="002B4B0A"/>
    <w:rsid w:val="002C10CC"/>
    <w:rsid w:val="002C1370"/>
    <w:rsid w:val="002C1E82"/>
    <w:rsid w:val="002C25ED"/>
    <w:rsid w:val="002C7260"/>
    <w:rsid w:val="002D3676"/>
    <w:rsid w:val="002D5667"/>
    <w:rsid w:val="002D7E4C"/>
    <w:rsid w:val="002E58D1"/>
    <w:rsid w:val="002F145B"/>
    <w:rsid w:val="002F59AF"/>
    <w:rsid w:val="00301DF3"/>
    <w:rsid w:val="003022B3"/>
    <w:rsid w:val="00302BC8"/>
    <w:rsid w:val="00304B67"/>
    <w:rsid w:val="00305440"/>
    <w:rsid w:val="003056DE"/>
    <w:rsid w:val="003109D2"/>
    <w:rsid w:val="00311110"/>
    <w:rsid w:val="00313DE4"/>
    <w:rsid w:val="003302A4"/>
    <w:rsid w:val="00337C96"/>
    <w:rsid w:val="00340F3B"/>
    <w:rsid w:val="00342C24"/>
    <w:rsid w:val="00344B0E"/>
    <w:rsid w:val="00345DCB"/>
    <w:rsid w:val="00347A6A"/>
    <w:rsid w:val="00354236"/>
    <w:rsid w:val="00356A53"/>
    <w:rsid w:val="00357D95"/>
    <w:rsid w:val="00361121"/>
    <w:rsid w:val="0037186F"/>
    <w:rsid w:val="00371B8E"/>
    <w:rsid w:val="00372D67"/>
    <w:rsid w:val="003746F9"/>
    <w:rsid w:val="003840E1"/>
    <w:rsid w:val="00385F3E"/>
    <w:rsid w:val="00387570"/>
    <w:rsid w:val="0038764F"/>
    <w:rsid w:val="0039162B"/>
    <w:rsid w:val="00391957"/>
    <w:rsid w:val="0039201A"/>
    <w:rsid w:val="003934CC"/>
    <w:rsid w:val="003966AA"/>
    <w:rsid w:val="00397FAF"/>
    <w:rsid w:val="003A2229"/>
    <w:rsid w:val="003A56E8"/>
    <w:rsid w:val="003A63D9"/>
    <w:rsid w:val="003B0BB3"/>
    <w:rsid w:val="003B112F"/>
    <w:rsid w:val="003B2A0A"/>
    <w:rsid w:val="003B378D"/>
    <w:rsid w:val="003B3C02"/>
    <w:rsid w:val="003B5381"/>
    <w:rsid w:val="003B5B1D"/>
    <w:rsid w:val="003B5C06"/>
    <w:rsid w:val="003B6D19"/>
    <w:rsid w:val="003C1C31"/>
    <w:rsid w:val="003C342E"/>
    <w:rsid w:val="003C40DA"/>
    <w:rsid w:val="003C69BE"/>
    <w:rsid w:val="003D404F"/>
    <w:rsid w:val="003E68F0"/>
    <w:rsid w:val="003F714B"/>
    <w:rsid w:val="00400346"/>
    <w:rsid w:val="00401C39"/>
    <w:rsid w:val="00403619"/>
    <w:rsid w:val="00403EFE"/>
    <w:rsid w:val="00404884"/>
    <w:rsid w:val="00405D06"/>
    <w:rsid w:val="0041251B"/>
    <w:rsid w:val="00415ED2"/>
    <w:rsid w:val="004175FB"/>
    <w:rsid w:val="00425E6E"/>
    <w:rsid w:val="0042613E"/>
    <w:rsid w:val="0043102F"/>
    <w:rsid w:val="004311DB"/>
    <w:rsid w:val="00432C3E"/>
    <w:rsid w:val="004339F9"/>
    <w:rsid w:val="00437E07"/>
    <w:rsid w:val="00440B9B"/>
    <w:rsid w:val="0044351B"/>
    <w:rsid w:val="004471AA"/>
    <w:rsid w:val="00447D4D"/>
    <w:rsid w:val="00447F59"/>
    <w:rsid w:val="0045097C"/>
    <w:rsid w:val="00451CEA"/>
    <w:rsid w:val="00461C45"/>
    <w:rsid w:val="0046392A"/>
    <w:rsid w:val="00464089"/>
    <w:rsid w:val="004656C2"/>
    <w:rsid w:val="00470AE6"/>
    <w:rsid w:val="004728E2"/>
    <w:rsid w:val="00472D5D"/>
    <w:rsid w:val="00472D6A"/>
    <w:rsid w:val="00472DFF"/>
    <w:rsid w:val="0047496D"/>
    <w:rsid w:val="0047581E"/>
    <w:rsid w:val="00475D16"/>
    <w:rsid w:val="00477E8A"/>
    <w:rsid w:val="00482A6F"/>
    <w:rsid w:val="0048457A"/>
    <w:rsid w:val="004972A5"/>
    <w:rsid w:val="004A0419"/>
    <w:rsid w:val="004A423D"/>
    <w:rsid w:val="004A43C0"/>
    <w:rsid w:val="004A4B99"/>
    <w:rsid w:val="004A6123"/>
    <w:rsid w:val="004B14BD"/>
    <w:rsid w:val="004B2FCB"/>
    <w:rsid w:val="004B3216"/>
    <w:rsid w:val="004B3F22"/>
    <w:rsid w:val="004B51F4"/>
    <w:rsid w:val="004B61E0"/>
    <w:rsid w:val="004B7605"/>
    <w:rsid w:val="004B7D79"/>
    <w:rsid w:val="004C1301"/>
    <w:rsid w:val="004C3CA6"/>
    <w:rsid w:val="004C4EFA"/>
    <w:rsid w:val="004D0495"/>
    <w:rsid w:val="004D2987"/>
    <w:rsid w:val="004D37E7"/>
    <w:rsid w:val="004E002E"/>
    <w:rsid w:val="004F71B0"/>
    <w:rsid w:val="00500C31"/>
    <w:rsid w:val="005016CA"/>
    <w:rsid w:val="00502934"/>
    <w:rsid w:val="0050796F"/>
    <w:rsid w:val="00512FF2"/>
    <w:rsid w:val="00514EAF"/>
    <w:rsid w:val="00515795"/>
    <w:rsid w:val="00517E24"/>
    <w:rsid w:val="00521BF4"/>
    <w:rsid w:val="00522B79"/>
    <w:rsid w:val="005240E4"/>
    <w:rsid w:val="0052456F"/>
    <w:rsid w:val="005275A9"/>
    <w:rsid w:val="005279A5"/>
    <w:rsid w:val="00532019"/>
    <w:rsid w:val="0053245D"/>
    <w:rsid w:val="00532923"/>
    <w:rsid w:val="00533643"/>
    <w:rsid w:val="00533B32"/>
    <w:rsid w:val="00533D8C"/>
    <w:rsid w:val="005342F9"/>
    <w:rsid w:val="00537349"/>
    <w:rsid w:val="005404AA"/>
    <w:rsid w:val="00540576"/>
    <w:rsid w:val="00543D66"/>
    <w:rsid w:val="00550C7E"/>
    <w:rsid w:val="005513D9"/>
    <w:rsid w:val="0055403A"/>
    <w:rsid w:val="005550F0"/>
    <w:rsid w:val="00555C85"/>
    <w:rsid w:val="00560EE0"/>
    <w:rsid w:val="00561BAF"/>
    <w:rsid w:val="005648CF"/>
    <w:rsid w:val="00565268"/>
    <w:rsid w:val="00566981"/>
    <w:rsid w:val="00572868"/>
    <w:rsid w:val="0057432B"/>
    <w:rsid w:val="005752EA"/>
    <w:rsid w:val="0058005B"/>
    <w:rsid w:val="0058044C"/>
    <w:rsid w:val="00583344"/>
    <w:rsid w:val="005875AB"/>
    <w:rsid w:val="005906F5"/>
    <w:rsid w:val="00596DE0"/>
    <w:rsid w:val="005A3002"/>
    <w:rsid w:val="005A6BC0"/>
    <w:rsid w:val="005B3E9D"/>
    <w:rsid w:val="005B5EB4"/>
    <w:rsid w:val="005C2198"/>
    <w:rsid w:val="005C4991"/>
    <w:rsid w:val="005C4E4A"/>
    <w:rsid w:val="005C50B5"/>
    <w:rsid w:val="005C7268"/>
    <w:rsid w:val="005D5241"/>
    <w:rsid w:val="005D62CE"/>
    <w:rsid w:val="005D7A92"/>
    <w:rsid w:val="005E1A93"/>
    <w:rsid w:val="005E38BE"/>
    <w:rsid w:val="005E584A"/>
    <w:rsid w:val="005E7073"/>
    <w:rsid w:val="005E7A92"/>
    <w:rsid w:val="005F6EBC"/>
    <w:rsid w:val="005F7EBB"/>
    <w:rsid w:val="0060754F"/>
    <w:rsid w:val="00612926"/>
    <w:rsid w:val="00620476"/>
    <w:rsid w:val="00621A52"/>
    <w:rsid w:val="0062614B"/>
    <w:rsid w:val="006274FE"/>
    <w:rsid w:val="006275A7"/>
    <w:rsid w:val="00634306"/>
    <w:rsid w:val="006368ED"/>
    <w:rsid w:val="00637752"/>
    <w:rsid w:val="00640800"/>
    <w:rsid w:val="00640852"/>
    <w:rsid w:val="006419A9"/>
    <w:rsid w:val="00642BBC"/>
    <w:rsid w:val="00646146"/>
    <w:rsid w:val="00646D7F"/>
    <w:rsid w:val="006507C8"/>
    <w:rsid w:val="006512FC"/>
    <w:rsid w:val="00651F5E"/>
    <w:rsid w:val="0065545D"/>
    <w:rsid w:val="00660A91"/>
    <w:rsid w:val="00662442"/>
    <w:rsid w:val="0066347D"/>
    <w:rsid w:val="006744BF"/>
    <w:rsid w:val="00675FAF"/>
    <w:rsid w:val="0068051D"/>
    <w:rsid w:val="006817D2"/>
    <w:rsid w:val="006871C0"/>
    <w:rsid w:val="00687329"/>
    <w:rsid w:val="006912A5"/>
    <w:rsid w:val="006929B3"/>
    <w:rsid w:val="00693245"/>
    <w:rsid w:val="006A10AC"/>
    <w:rsid w:val="006A41A3"/>
    <w:rsid w:val="006A44F1"/>
    <w:rsid w:val="006A7F9E"/>
    <w:rsid w:val="006B05F3"/>
    <w:rsid w:val="006B0C28"/>
    <w:rsid w:val="006B12BA"/>
    <w:rsid w:val="006B1B53"/>
    <w:rsid w:val="006B3223"/>
    <w:rsid w:val="006B3EED"/>
    <w:rsid w:val="006B6C2B"/>
    <w:rsid w:val="006C1E87"/>
    <w:rsid w:val="006C3044"/>
    <w:rsid w:val="006C7FD5"/>
    <w:rsid w:val="006D1E90"/>
    <w:rsid w:val="006D3A70"/>
    <w:rsid w:val="006D4B5D"/>
    <w:rsid w:val="006D53F8"/>
    <w:rsid w:val="006D5F21"/>
    <w:rsid w:val="006E59CE"/>
    <w:rsid w:val="006F1ADC"/>
    <w:rsid w:val="00703C67"/>
    <w:rsid w:val="00705F60"/>
    <w:rsid w:val="007147EA"/>
    <w:rsid w:val="00716FE8"/>
    <w:rsid w:val="00721573"/>
    <w:rsid w:val="00726201"/>
    <w:rsid w:val="00727CE4"/>
    <w:rsid w:val="0073107B"/>
    <w:rsid w:val="007318D5"/>
    <w:rsid w:val="00731ED7"/>
    <w:rsid w:val="00735764"/>
    <w:rsid w:val="00735B0C"/>
    <w:rsid w:val="0074064C"/>
    <w:rsid w:val="00740A2A"/>
    <w:rsid w:val="00740B58"/>
    <w:rsid w:val="00740FA1"/>
    <w:rsid w:val="007415D0"/>
    <w:rsid w:val="00743CD3"/>
    <w:rsid w:val="00745364"/>
    <w:rsid w:val="00745409"/>
    <w:rsid w:val="007461D2"/>
    <w:rsid w:val="00747BF4"/>
    <w:rsid w:val="007524BB"/>
    <w:rsid w:val="007538BF"/>
    <w:rsid w:val="00753A2F"/>
    <w:rsid w:val="007610A3"/>
    <w:rsid w:val="00773380"/>
    <w:rsid w:val="00773A8D"/>
    <w:rsid w:val="0077490E"/>
    <w:rsid w:val="00775726"/>
    <w:rsid w:val="00775E68"/>
    <w:rsid w:val="007869B8"/>
    <w:rsid w:val="00787058"/>
    <w:rsid w:val="00795018"/>
    <w:rsid w:val="007A253E"/>
    <w:rsid w:val="007B34CB"/>
    <w:rsid w:val="007B3B02"/>
    <w:rsid w:val="007B4227"/>
    <w:rsid w:val="007B68CB"/>
    <w:rsid w:val="007C3CD9"/>
    <w:rsid w:val="007C488A"/>
    <w:rsid w:val="007D1D1E"/>
    <w:rsid w:val="007D1D84"/>
    <w:rsid w:val="007D6B96"/>
    <w:rsid w:val="007D7142"/>
    <w:rsid w:val="007E04F8"/>
    <w:rsid w:val="007E19B6"/>
    <w:rsid w:val="007E1B54"/>
    <w:rsid w:val="007E436F"/>
    <w:rsid w:val="007E461D"/>
    <w:rsid w:val="007E5BAF"/>
    <w:rsid w:val="007F030A"/>
    <w:rsid w:val="007F25D8"/>
    <w:rsid w:val="007F3483"/>
    <w:rsid w:val="007F5159"/>
    <w:rsid w:val="007F6B75"/>
    <w:rsid w:val="008061F7"/>
    <w:rsid w:val="008100E5"/>
    <w:rsid w:val="008127D6"/>
    <w:rsid w:val="00814282"/>
    <w:rsid w:val="0082422C"/>
    <w:rsid w:val="008266CC"/>
    <w:rsid w:val="00827EA9"/>
    <w:rsid w:val="00831C67"/>
    <w:rsid w:val="00834D54"/>
    <w:rsid w:val="00834E34"/>
    <w:rsid w:val="00835D3E"/>
    <w:rsid w:val="008406C0"/>
    <w:rsid w:val="00841247"/>
    <w:rsid w:val="00841830"/>
    <w:rsid w:val="00845113"/>
    <w:rsid w:val="00846976"/>
    <w:rsid w:val="00847DBF"/>
    <w:rsid w:val="008512C0"/>
    <w:rsid w:val="0085383F"/>
    <w:rsid w:val="00856F6B"/>
    <w:rsid w:val="00860B94"/>
    <w:rsid w:val="00864E69"/>
    <w:rsid w:val="0086784D"/>
    <w:rsid w:val="008706C7"/>
    <w:rsid w:val="008713D4"/>
    <w:rsid w:val="0087183E"/>
    <w:rsid w:val="00873F39"/>
    <w:rsid w:val="00875478"/>
    <w:rsid w:val="00881618"/>
    <w:rsid w:val="008841A7"/>
    <w:rsid w:val="00884D5F"/>
    <w:rsid w:val="0088743C"/>
    <w:rsid w:val="00887A45"/>
    <w:rsid w:val="008928BA"/>
    <w:rsid w:val="00892DFF"/>
    <w:rsid w:val="008961C5"/>
    <w:rsid w:val="008A0459"/>
    <w:rsid w:val="008A0D4C"/>
    <w:rsid w:val="008A3DFB"/>
    <w:rsid w:val="008A4C22"/>
    <w:rsid w:val="008A7022"/>
    <w:rsid w:val="008A7164"/>
    <w:rsid w:val="008A758D"/>
    <w:rsid w:val="008A76CB"/>
    <w:rsid w:val="008A76FD"/>
    <w:rsid w:val="008B1388"/>
    <w:rsid w:val="008C0F3A"/>
    <w:rsid w:val="008C2C16"/>
    <w:rsid w:val="008C2FCF"/>
    <w:rsid w:val="008C70F9"/>
    <w:rsid w:val="008D0267"/>
    <w:rsid w:val="008D2CE5"/>
    <w:rsid w:val="008D4D4E"/>
    <w:rsid w:val="008D6219"/>
    <w:rsid w:val="008D62C0"/>
    <w:rsid w:val="008E52FE"/>
    <w:rsid w:val="008E6161"/>
    <w:rsid w:val="008E6AAC"/>
    <w:rsid w:val="008F08BE"/>
    <w:rsid w:val="008F1679"/>
    <w:rsid w:val="008F7C47"/>
    <w:rsid w:val="009063B8"/>
    <w:rsid w:val="00911309"/>
    <w:rsid w:val="00912224"/>
    <w:rsid w:val="00912E45"/>
    <w:rsid w:val="00917E1E"/>
    <w:rsid w:val="00920A53"/>
    <w:rsid w:val="00923A80"/>
    <w:rsid w:val="009258BF"/>
    <w:rsid w:val="00927506"/>
    <w:rsid w:val="00930DA8"/>
    <w:rsid w:val="00931D9B"/>
    <w:rsid w:val="0093354C"/>
    <w:rsid w:val="00933F50"/>
    <w:rsid w:val="0093484D"/>
    <w:rsid w:val="00937FD3"/>
    <w:rsid w:val="009441D2"/>
    <w:rsid w:val="0095167E"/>
    <w:rsid w:val="00952B1F"/>
    <w:rsid w:val="00954D2C"/>
    <w:rsid w:val="00955DB0"/>
    <w:rsid w:val="00957046"/>
    <w:rsid w:val="00957CFD"/>
    <w:rsid w:val="00965D02"/>
    <w:rsid w:val="00971A92"/>
    <w:rsid w:val="00973300"/>
    <w:rsid w:val="00973AD3"/>
    <w:rsid w:val="00975AB7"/>
    <w:rsid w:val="009805BC"/>
    <w:rsid w:val="00980A25"/>
    <w:rsid w:val="00982E68"/>
    <w:rsid w:val="0098415C"/>
    <w:rsid w:val="009857E8"/>
    <w:rsid w:val="00986B8F"/>
    <w:rsid w:val="00990054"/>
    <w:rsid w:val="00990327"/>
    <w:rsid w:val="00990854"/>
    <w:rsid w:val="00992758"/>
    <w:rsid w:val="009933F0"/>
    <w:rsid w:val="0099605E"/>
    <w:rsid w:val="00996070"/>
    <w:rsid w:val="0099666A"/>
    <w:rsid w:val="009A30BE"/>
    <w:rsid w:val="009B002F"/>
    <w:rsid w:val="009B1488"/>
    <w:rsid w:val="009B16D6"/>
    <w:rsid w:val="009B4377"/>
    <w:rsid w:val="009B5966"/>
    <w:rsid w:val="009B7397"/>
    <w:rsid w:val="009C0705"/>
    <w:rsid w:val="009C613E"/>
    <w:rsid w:val="009C691C"/>
    <w:rsid w:val="009C7B62"/>
    <w:rsid w:val="009D567F"/>
    <w:rsid w:val="009D74E5"/>
    <w:rsid w:val="009E0C0B"/>
    <w:rsid w:val="009F0A7C"/>
    <w:rsid w:val="009F0B10"/>
    <w:rsid w:val="009F421D"/>
    <w:rsid w:val="009F5485"/>
    <w:rsid w:val="009F7F91"/>
    <w:rsid w:val="00A01B88"/>
    <w:rsid w:val="00A025C4"/>
    <w:rsid w:val="00A123C1"/>
    <w:rsid w:val="00A130F0"/>
    <w:rsid w:val="00A15FBB"/>
    <w:rsid w:val="00A20560"/>
    <w:rsid w:val="00A20A66"/>
    <w:rsid w:val="00A20F00"/>
    <w:rsid w:val="00A22B87"/>
    <w:rsid w:val="00A232E5"/>
    <w:rsid w:val="00A27A3B"/>
    <w:rsid w:val="00A27A83"/>
    <w:rsid w:val="00A30784"/>
    <w:rsid w:val="00A31743"/>
    <w:rsid w:val="00A3599D"/>
    <w:rsid w:val="00A35A69"/>
    <w:rsid w:val="00A37332"/>
    <w:rsid w:val="00A41E02"/>
    <w:rsid w:val="00A420A9"/>
    <w:rsid w:val="00A44251"/>
    <w:rsid w:val="00A45DEE"/>
    <w:rsid w:val="00A47FFB"/>
    <w:rsid w:val="00A50AAA"/>
    <w:rsid w:val="00A53B3E"/>
    <w:rsid w:val="00A547AA"/>
    <w:rsid w:val="00A618D9"/>
    <w:rsid w:val="00A66758"/>
    <w:rsid w:val="00A715E7"/>
    <w:rsid w:val="00A71ABB"/>
    <w:rsid w:val="00A73AAA"/>
    <w:rsid w:val="00A849DB"/>
    <w:rsid w:val="00A85AF6"/>
    <w:rsid w:val="00A9192B"/>
    <w:rsid w:val="00A9382B"/>
    <w:rsid w:val="00A9411C"/>
    <w:rsid w:val="00A94F5D"/>
    <w:rsid w:val="00A95F69"/>
    <w:rsid w:val="00AA14F6"/>
    <w:rsid w:val="00AA2AD6"/>
    <w:rsid w:val="00AA41CD"/>
    <w:rsid w:val="00AB7158"/>
    <w:rsid w:val="00AB76B9"/>
    <w:rsid w:val="00AD0D38"/>
    <w:rsid w:val="00AD15C5"/>
    <w:rsid w:val="00AD3521"/>
    <w:rsid w:val="00AD598D"/>
    <w:rsid w:val="00AD7BF6"/>
    <w:rsid w:val="00AE3921"/>
    <w:rsid w:val="00AF35D0"/>
    <w:rsid w:val="00B00393"/>
    <w:rsid w:val="00B02359"/>
    <w:rsid w:val="00B03295"/>
    <w:rsid w:val="00B038F4"/>
    <w:rsid w:val="00B05189"/>
    <w:rsid w:val="00B05538"/>
    <w:rsid w:val="00B10125"/>
    <w:rsid w:val="00B11911"/>
    <w:rsid w:val="00B11D43"/>
    <w:rsid w:val="00B13869"/>
    <w:rsid w:val="00B15B78"/>
    <w:rsid w:val="00B172E8"/>
    <w:rsid w:val="00B20309"/>
    <w:rsid w:val="00B242E1"/>
    <w:rsid w:val="00B259D6"/>
    <w:rsid w:val="00B25B04"/>
    <w:rsid w:val="00B260F0"/>
    <w:rsid w:val="00B306D7"/>
    <w:rsid w:val="00B31406"/>
    <w:rsid w:val="00B32672"/>
    <w:rsid w:val="00B37093"/>
    <w:rsid w:val="00B40E75"/>
    <w:rsid w:val="00B452B3"/>
    <w:rsid w:val="00B47092"/>
    <w:rsid w:val="00B476CB"/>
    <w:rsid w:val="00B5166A"/>
    <w:rsid w:val="00B55356"/>
    <w:rsid w:val="00B66185"/>
    <w:rsid w:val="00B67EFE"/>
    <w:rsid w:val="00B71D38"/>
    <w:rsid w:val="00B739C6"/>
    <w:rsid w:val="00B76C19"/>
    <w:rsid w:val="00B83B6F"/>
    <w:rsid w:val="00B87948"/>
    <w:rsid w:val="00B91FAA"/>
    <w:rsid w:val="00B928C1"/>
    <w:rsid w:val="00BA3351"/>
    <w:rsid w:val="00BA3443"/>
    <w:rsid w:val="00BA57F2"/>
    <w:rsid w:val="00BA7328"/>
    <w:rsid w:val="00BB11F9"/>
    <w:rsid w:val="00BB4429"/>
    <w:rsid w:val="00BB58A3"/>
    <w:rsid w:val="00BB75BC"/>
    <w:rsid w:val="00BC0AEE"/>
    <w:rsid w:val="00BC1C44"/>
    <w:rsid w:val="00BC3881"/>
    <w:rsid w:val="00BC4BDF"/>
    <w:rsid w:val="00BC4C14"/>
    <w:rsid w:val="00BC595B"/>
    <w:rsid w:val="00BC5EF6"/>
    <w:rsid w:val="00BD6BBA"/>
    <w:rsid w:val="00BE1715"/>
    <w:rsid w:val="00BE1CC2"/>
    <w:rsid w:val="00BE453B"/>
    <w:rsid w:val="00BF0AF6"/>
    <w:rsid w:val="00BF469C"/>
    <w:rsid w:val="00C00B43"/>
    <w:rsid w:val="00C029D1"/>
    <w:rsid w:val="00C06C13"/>
    <w:rsid w:val="00C12F50"/>
    <w:rsid w:val="00C13383"/>
    <w:rsid w:val="00C13C65"/>
    <w:rsid w:val="00C14649"/>
    <w:rsid w:val="00C1782E"/>
    <w:rsid w:val="00C25EE5"/>
    <w:rsid w:val="00C26E58"/>
    <w:rsid w:val="00C276B3"/>
    <w:rsid w:val="00C277B6"/>
    <w:rsid w:val="00C30C2E"/>
    <w:rsid w:val="00C33679"/>
    <w:rsid w:val="00C36853"/>
    <w:rsid w:val="00C42684"/>
    <w:rsid w:val="00C5113A"/>
    <w:rsid w:val="00C52852"/>
    <w:rsid w:val="00C53818"/>
    <w:rsid w:val="00C5414E"/>
    <w:rsid w:val="00C54C5E"/>
    <w:rsid w:val="00C54CD6"/>
    <w:rsid w:val="00C5703F"/>
    <w:rsid w:val="00C60DF2"/>
    <w:rsid w:val="00C6153F"/>
    <w:rsid w:val="00C61F1C"/>
    <w:rsid w:val="00C65A71"/>
    <w:rsid w:val="00C65CAA"/>
    <w:rsid w:val="00C7036B"/>
    <w:rsid w:val="00C73C68"/>
    <w:rsid w:val="00C767F0"/>
    <w:rsid w:val="00C80302"/>
    <w:rsid w:val="00C827E4"/>
    <w:rsid w:val="00C83BEB"/>
    <w:rsid w:val="00C8761F"/>
    <w:rsid w:val="00C91A6B"/>
    <w:rsid w:val="00C94057"/>
    <w:rsid w:val="00CA021E"/>
    <w:rsid w:val="00CA065E"/>
    <w:rsid w:val="00CA114E"/>
    <w:rsid w:val="00CA1682"/>
    <w:rsid w:val="00CA337C"/>
    <w:rsid w:val="00CA441B"/>
    <w:rsid w:val="00CA4729"/>
    <w:rsid w:val="00CB42E4"/>
    <w:rsid w:val="00CB573C"/>
    <w:rsid w:val="00CB7204"/>
    <w:rsid w:val="00CC0616"/>
    <w:rsid w:val="00CC0FCF"/>
    <w:rsid w:val="00CC22F9"/>
    <w:rsid w:val="00CC2D6E"/>
    <w:rsid w:val="00CC36C9"/>
    <w:rsid w:val="00CD0899"/>
    <w:rsid w:val="00CD0A42"/>
    <w:rsid w:val="00CD38ED"/>
    <w:rsid w:val="00CD3A75"/>
    <w:rsid w:val="00CD4DDB"/>
    <w:rsid w:val="00CD6987"/>
    <w:rsid w:val="00CE29BF"/>
    <w:rsid w:val="00CE36C5"/>
    <w:rsid w:val="00CE3E9F"/>
    <w:rsid w:val="00CE4694"/>
    <w:rsid w:val="00CE58D9"/>
    <w:rsid w:val="00CE5A92"/>
    <w:rsid w:val="00CF0736"/>
    <w:rsid w:val="00CF2D10"/>
    <w:rsid w:val="00CF3A2C"/>
    <w:rsid w:val="00CF660B"/>
    <w:rsid w:val="00CF7DB1"/>
    <w:rsid w:val="00D005BD"/>
    <w:rsid w:val="00D03184"/>
    <w:rsid w:val="00D0450D"/>
    <w:rsid w:val="00D07C35"/>
    <w:rsid w:val="00D12802"/>
    <w:rsid w:val="00D1383B"/>
    <w:rsid w:val="00D13C63"/>
    <w:rsid w:val="00D146D8"/>
    <w:rsid w:val="00D1678A"/>
    <w:rsid w:val="00D16AB2"/>
    <w:rsid w:val="00D228B7"/>
    <w:rsid w:val="00D245A6"/>
    <w:rsid w:val="00D26D1E"/>
    <w:rsid w:val="00D302DA"/>
    <w:rsid w:val="00D3194E"/>
    <w:rsid w:val="00D40DAA"/>
    <w:rsid w:val="00D540DF"/>
    <w:rsid w:val="00D5431A"/>
    <w:rsid w:val="00D56280"/>
    <w:rsid w:val="00D56FCC"/>
    <w:rsid w:val="00D5723B"/>
    <w:rsid w:val="00D61B52"/>
    <w:rsid w:val="00D634F4"/>
    <w:rsid w:val="00D64083"/>
    <w:rsid w:val="00D6602B"/>
    <w:rsid w:val="00D66395"/>
    <w:rsid w:val="00D7526B"/>
    <w:rsid w:val="00D80FF2"/>
    <w:rsid w:val="00D83980"/>
    <w:rsid w:val="00D84D19"/>
    <w:rsid w:val="00D85F13"/>
    <w:rsid w:val="00D86FDE"/>
    <w:rsid w:val="00D902D6"/>
    <w:rsid w:val="00D9047F"/>
    <w:rsid w:val="00D90761"/>
    <w:rsid w:val="00D944A6"/>
    <w:rsid w:val="00D95B8E"/>
    <w:rsid w:val="00DA72A6"/>
    <w:rsid w:val="00DB245B"/>
    <w:rsid w:val="00DB476D"/>
    <w:rsid w:val="00DB7356"/>
    <w:rsid w:val="00DC0541"/>
    <w:rsid w:val="00DC354D"/>
    <w:rsid w:val="00DC4C67"/>
    <w:rsid w:val="00DC4C7D"/>
    <w:rsid w:val="00DC7C6F"/>
    <w:rsid w:val="00DD03AC"/>
    <w:rsid w:val="00DD18DF"/>
    <w:rsid w:val="00DD3884"/>
    <w:rsid w:val="00DD3907"/>
    <w:rsid w:val="00DD3CDA"/>
    <w:rsid w:val="00DD7D7D"/>
    <w:rsid w:val="00DE398D"/>
    <w:rsid w:val="00DE7199"/>
    <w:rsid w:val="00DF366B"/>
    <w:rsid w:val="00DF4EED"/>
    <w:rsid w:val="00DF5C57"/>
    <w:rsid w:val="00E00192"/>
    <w:rsid w:val="00E009F7"/>
    <w:rsid w:val="00E01E6E"/>
    <w:rsid w:val="00E04E4F"/>
    <w:rsid w:val="00E06D22"/>
    <w:rsid w:val="00E075E9"/>
    <w:rsid w:val="00E07972"/>
    <w:rsid w:val="00E27037"/>
    <w:rsid w:val="00E2729F"/>
    <w:rsid w:val="00E272AA"/>
    <w:rsid w:val="00E27980"/>
    <w:rsid w:val="00E27D04"/>
    <w:rsid w:val="00E316C7"/>
    <w:rsid w:val="00E364B0"/>
    <w:rsid w:val="00E36BED"/>
    <w:rsid w:val="00E37DB2"/>
    <w:rsid w:val="00E43B5A"/>
    <w:rsid w:val="00E4501B"/>
    <w:rsid w:val="00E4508F"/>
    <w:rsid w:val="00E461E9"/>
    <w:rsid w:val="00E4630C"/>
    <w:rsid w:val="00E51EAD"/>
    <w:rsid w:val="00E52BCD"/>
    <w:rsid w:val="00E53D09"/>
    <w:rsid w:val="00E57285"/>
    <w:rsid w:val="00E61C1F"/>
    <w:rsid w:val="00E62EFF"/>
    <w:rsid w:val="00E7301B"/>
    <w:rsid w:val="00E73EE8"/>
    <w:rsid w:val="00E749E3"/>
    <w:rsid w:val="00E74AEE"/>
    <w:rsid w:val="00E74B52"/>
    <w:rsid w:val="00E74F0A"/>
    <w:rsid w:val="00E75CB3"/>
    <w:rsid w:val="00E76713"/>
    <w:rsid w:val="00E76DA7"/>
    <w:rsid w:val="00E800C4"/>
    <w:rsid w:val="00E90CD5"/>
    <w:rsid w:val="00E92900"/>
    <w:rsid w:val="00EA0F6F"/>
    <w:rsid w:val="00EA5D40"/>
    <w:rsid w:val="00EA5E41"/>
    <w:rsid w:val="00EA6806"/>
    <w:rsid w:val="00EB03E9"/>
    <w:rsid w:val="00EB0FF7"/>
    <w:rsid w:val="00EB5717"/>
    <w:rsid w:val="00EC5129"/>
    <w:rsid w:val="00EC6B10"/>
    <w:rsid w:val="00EC7EA2"/>
    <w:rsid w:val="00ED3ACD"/>
    <w:rsid w:val="00ED51EE"/>
    <w:rsid w:val="00ED56E9"/>
    <w:rsid w:val="00ED6CDE"/>
    <w:rsid w:val="00ED77D1"/>
    <w:rsid w:val="00EE442A"/>
    <w:rsid w:val="00EF041E"/>
    <w:rsid w:val="00EF0509"/>
    <w:rsid w:val="00EF2A45"/>
    <w:rsid w:val="00EF700E"/>
    <w:rsid w:val="00F003CE"/>
    <w:rsid w:val="00F0689B"/>
    <w:rsid w:val="00F17AA3"/>
    <w:rsid w:val="00F17ADE"/>
    <w:rsid w:val="00F2199C"/>
    <w:rsid w:val="00F23654"/>
    <w:rsid w:val="00F244CC"/>
    <w:rsid w:val="00F27450"/>
    <w:rsid w:val="00F362F8"/>
    <w:rsid w:val="00F366D5"/>
    <w:rsid w:val="00F40B3F"/>
    <w:rsid w:val="00F40DF2"/>
    <w:rsid w:val="00F41EFF"/>
    <w:rsid w:val="00F423B4"/>
    <w:rsid w:val="00F4264B"/>
    <w:rsid w:val="00F47066"/>
    <w:rsid w:val="00F51388"/>
    <w:rsid w:val="00F516AE"/>
    <w:rsid w:val="00F518F5"/>
    <w:rsid w:val="00F65958"/>
    <w:rsid w:val="00F6635F"/>
    <w:rsid w:val="00F66871"/>
    <w:rsid w:val="00F670B8"/>
    <w:rsid w:val="00F67EEA"/>
    <w:rsid w:val="00F72E00"/>
    <w:rsid w:val="00F73FDD"/>
    <w:rsid w:val="00F74A66"/>
    <w:rsid w:val="00F81B53"/>
    <w:rsid w:val="00F82629"/>
    <w:rsid w:val="00F85F5F"/>
    <w:rsid w:val="00F86D9C"/>
    <w:rsid w:val="00F87889"/>
    <w:rsid w:val="00F87CA1"/>
    <w:rsid w:val="00F92632"/>
    <w:rsid w:val="00F95107"/>
    <w:rsid w:val="00FA1B6D"/>
    <w:rsid w:val="00FA2361"/>
    <w:rsid w:val="00FA3909"/>
    <w:rsid w:val="00FA48DA"/>
    <w:rsid w:val="00FA5D0B"/>
    <w:rsid w:val="00FA5DA6"/>
    <w:rsid w:val="00FA71D9"/>
    <w:rsid w:val="00FA76B3"/>
    <w:rsid w:val="00FB5259"/>
    <w:rsid w:val="00FB62D6"/>
    <w:rsid w:val="00FC1761"/>
    <w:rsid w:val="00FC5683"/>
    <w:rsid w:val="00FC5B02"/>
    <w:rsid w:val="00FC78F8"/>
    <w:rsid w:val="00FD3AB8"/>
    <w:rsid w:val="00FD3AF7"/>
    <w:rsid w:val="00FD4253"/>
    <w:rsid w:val="00FE031B"/>
    <w:rsid w:val="00FE31CE"/>
    <w:rsid w:val="00FE34CC"/>
    <w:rsid w:val="00FE7927"/>
    <w:rsid w:val="00FE7D7D"/>
    <w:rsid w:val="00FF00DF"/>
    <w:rsid w:val="00FF0C87"/>
    <w:rsid w:val="00FF19D9"/>
    <w:rsid w:val="00FF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B6F194F9-FCBF-4DB4-AE23-1CEC6B75C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557C"/>
    <w:pPr>
      <w:jc w:val="both"/>
    </w:pPr>
  </w:style>
  <w:style w:type="paragraph" w:styleId="Nadpis1">
    <w:name w:val="heading 1"/>
    <w:basedOn w:val="Normln"/>
    <w:next w:val="Normln"/>
    <w:qFormat/>
    <w:rsid w:val="00980A25"/>
    <w:pPr>
      <w:keepNext/>
      <w:numPr>
        <w:numId w:val="2"/>
      </w:numPr>
      <w:spacing w:before="240" w:after="240"/>
      <w:outlineLvl w:val="0"/>
    </w:pPr>
    <w:rPr>
      <w:b/>
      <w:bCs/>
      <w:caps/>
      <w:sz w:val="26"/>
    </w:rPr>
  </w:style>
  <w:style w:type="paragraph" w:styleId="Nadpis2">
    <w:name w:val="heading 2"/>
    <w:basedOn w:val="Normln"/>
    <w:next w:val="Normln"/>
    <w:qFormat/>
    <w:rsid w:val="002A4DC6"/>
    <w:pPr>
      <w:keepNext/>
      <w:numPr>
        <w:ilvl w:val="1"/>
        <w:numId w:val="2"/>
      </w:numPr>
      <w:spacing w:before="240" w:after="240" w:line="288" w:lineRule="auto"/>
      <w:ind w:left="578" w:hanging="578"/>
      <w:outlineLvl w:val="1"/>
    </w:pPr>
    <w:rPr>
      <w:rFonts w:cs="Arial"/>
      <w:b/>
      <w:bCs/>
      <w:iCs/>
      <w:caps/>
      <w:sz w:val="24"/>
      <w:szCs w:val="28"/>
    </w:rPr>
  </w:style>
  <w:style w:type="paragraph" w:styleId="Nadpis3">
    <w:name w:val="heading 3"/>
    <w:basedOn w:val="Normln"/>
    <w:next w:val="Normln"/>
    <w:qFormat/>
    <w:rsid w:val="009C613E"/>
    <w:pPr>
      <w:keepNext/>
      <w:numPr>
        <w:ilvl w:val="2"/>
        <w:numId w:val="2"/>
      </w:numPr>
      <w:spacing w:before="200" w:after="200" w:line="288" w:lineRule="auto"/>
      <w:outlineLvl w:val="2"/>
    </w:pPr>
    <w:rPr>
      <w:rFonts w:cs="Arial"/>
      <w:b/>
      <w:bCs/>
      <w:caps/>
      <w:szCs w:val="26"/>
    </w:rPr>
  </w:style>
  <w:style w:type="paragraph" w:styleId="Nadpis4">
    <w:name w:val="heading 4"/>
    <w:basedOn w:val="Normln"/>
    <w:next w:val="Normln"/>
    <w:qFormat/>
    <w:rsid w:val="009C613E"/>
    <w:pPr>
      <w:keepNext/>
      <w:numPr>
        <w:ilvl w:val="3"/>
        <w:numId w:val="2"/>
      </w:numPr>
      <w:spacing w:before="200" w:after="200" w:line="288" w:lineRule="auto"/>
      <w:outlineLvl w:val="3"/>
    </w:pPr>
    <w:rPr>
      <w:b/>
      <w:bCs/>
      <w:caps/>
      <w:szCs w:val="28"/>
    </w:rPr>
  </w:style>
  <w:style w:type="paragraph" w:styleId="Nadpis5">
    <w:name w:val="heading 5"/>
    <w:basedOn w:val="Normln"/>
    <w:next w:val="Normln"/>
    <w:qFormat/>
    <w:rsid w:val="00CE29BF"/>
    <w:pPr>
      <w:keepNext/>
      <w:numPr>
        <w:ilvl w:val="4"/>
        <w:numId w:val="2"/>
      </w:numPr>
      <w:tabs>
        <w:tab w:val="left" w:pos="1004"/>
      </w:tabs>
      <w:spacing w:before="120" w:after="120" w:line="288" w:lineRule="auto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qFormat/>
    <w:rsid w:val="00CE29BF"/>
    <w:pPr>
      <w:keepNext/>
      <w:numPr>
        <w:ilvl w:val="5"/>
        <w:numId w:val="2"/>
      </w:numPr>
      <w:tabs>
        <w:tab w:val="left" w:pos="1145"/>
      </w:tabs>
      <w:spacing w:before="120" w:after="120" w:line="288" w:lineRule="auto"/>
      <w:jc w:val="left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rsid w:val="009C691C"/>
    <w:pPr>
      <w:keepNext/>
      <w:numPr>
        <w:ilvl w:val="6"/>
        <w:numId w:val="2"/>
      </w:numPr>
      <w:tabs>
        <w:tab w:val="left" w:pos="1287"/>
      </w:tabs>
      <w:spacing w:before="60" w:after="60" w:line="288" w:lineRule="auto"/>
      <w:ind w:left="1298" w:hanging="1298"/>
      <w:outlineLvl w:val="6"/>
    </w:pPr>
    <w:rPr>
      <w:b/>
      <w:bCs/>
    </w:rPr>
  </w:style>
  <w:style w:type="paragraph" w:styleId="Nadpis8">
    <w:name w:val="heading 8"/>
    <w:basedOn w:val="Normln"/>
    <w:next w:val="Normln"/>
    <w:semiHidden/>
    <w:qFormat/>
    <w:rsid w:val="009C691C"/>
    <w:pPr>
      <w:keepNext/>
      <w:numPr>
        <w:ilvl w:val="7"/>
        <w:numId w:val="2"/>
      </w:numPr>
      <w:tabs>
        <w:tab w:val="left" w:pos="1429"/>
      </w:tabs>
      <w:spacing w:line="288" w:lineRule="auto"/>
      <w:outlineLvl w:val="7"/>
    </w:pPr>
    <w:rPr>
      <w:b/>
      <w:bCs/>
    </w:rPr>
  </w:style>
  <w:style w:type="paragraph" w:styleId="Nadpis9">
    <w:name w:val="heading 9"/>
    <w:basedOn w:val="Normln"/>
    <w:next w:val="Normln"/>
    <w:semiHidden/>
    <w:qFormat/>
    <w:rsid w:val="009C691C"/>
    <w:pPr>
      <w:keepNext/>
      <w:numPr>
        <w:ilvl w:val="8"/>
        <w:numId w:val="2"/>
      </w:numPr>
      <w:tabs>
        <w:tab w:val="left" w:pos="1571"/>
      </w:tabs>
      <w:spacing w:line="288" w:lineRule="auto"/>
      <w:ind w:left="1582" w:hanging="1582"/>
      <w:outlineLvl w:val="8"/>
    </w:pPr>
    <w:rPr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spacing w:before="240"/>
      <w:ind w:left="1276" w:right="397" w:hanging="1276"/>
      <w:outlineLvl w:val="0"/>
    </w:pPr>
    <w:rPr>
      <w:b/>
    </w:rPr>
  </w:style>
  <w:style w:type="paragraph" w:styleId="Obsah2">
    <w:name w:val="toc 2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3">
    <w:name w:val="toc 3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4">
    <w:name w:val="toc 4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5">
    <w:name w:val="toc 5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6">
    <w:name w:val="toc 6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7">
    <w:name w:val="toc 7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8">
    <w:name w:val="toc 8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9">
    <w:name w:val="toc 9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  <w:rPr>
      <w:noProof/>
    </w:rPr>
  </w:style>
  <w:style w:type="paragraph" w:customStyle="1" w:styleId="Odrky1">
    <w:name w:val="Odrážky 1"/>
    <w:basedOn w:val="Normlnodsazen"/>
    <w:semiHidden/>
    <w:rsid w:val="00033F1B"/>
    <w:pPr>
      <w:numPr>
        <w:numId w:val="1"/>
      </w:numPr>
      <w:tabs>
        <w:tab w:val="clear" w:pos="2160"/>
      </w:tabs>
      <w:ind w:left="0" w:firstLine="0"/>
    </w:pPr>
  </w:style>
  <w:style w:type="paragraph" w:styleId="Normlnodsazen">
    <w:name w:val="Normal Indent"/>
    <w:basedOn w:val="Normln"/>
    <w:semiHidden/>
    <w:rsid w:val="00033F1B"/>
    <w:pPr>
      <w:ind w:left="708"/>
    </w:pPr>
  </w:style>
  <w:style w:type="paragraph" w:styleId="Zkladntextodsazen">
    <w:name w:val="Body Text Indent"/>
    <w:basedOn w:val="Normln"/>
    <w:link w:val="ZkladntextodsazenChar"/>
    <w:semiHidden/>
    <w:rsid w:val="00033F1B"/>
    <w:pPr>
      <w:ind w:left="340"/>
    </w:pPr>
  </w:style>
  <w:style w:type="paragraph" w:styleId="Zkladntextodsazen2">
    <w:name w:val="Body Text Indent 2"/>
    <w:basedOn w:val="Normln"/>
    <w:rsid w:val="00033F1B"/>
    <w:pPr>
      <w:ind w:left="680"/>
    </w:pPr>
  </w:style>
  <w:style w:type="paragraph" w:styleId="Zkladntextodsazen3">
    <w:name w:val="Body Text Indent 3"/>
    <w:basedOn w:val="Normln"/>
    <w:semiHidden/>
    <w:rsid w:val="00033F1B"/>
    <w:pPr>
      <w:ind w:left="14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123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23C1"/>
    <w:rPr>
      <w:rFonts w:ascii="Tahoma" w:hAnsi="Tahoma" w:cs="Tahoma"/>
      <w:sz w:val="16"/>
      <w:szCs w:val="16"/>
    </w:rPr>
  </w:style>
  <w:style w:type="paragraph" w:styleId="Seznam">
    <w:name w:val="List"/>
    <w:basedOn w:val="Normln"/>
    <w:semiHidden/>
    <w:rsid w:val="00207A11"/>
    <w:pPr>
      <w:keepLines/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 w:line="300" w:lineRule="auto"/>
    </w:pPr>
    <w:rPr>
      <w:spacing w:val="4"/>
    </w:rPr>
  </w:style>
  <w:style w:type="paragraph" w:customStyle="1" w:styleId="popis">
    <w:name w:val="popis"/>
    <w:basedOn w:val="Normln"/>
    <w:semiHidden/>
    <w:rsid w:val="00207A11"/>
    <w:pPr>
      <w:keepLines/>
      <w:suppressAutoHyphens/>
      <w:spacing w:before="160" w:line="300" w:lineRule="auto"/>
      <w:jc w:val="center"/>
    </w:pPr>
    <w:rPr>
      <w:caps/>
      <w:spacing w:val="4"/>
      <w:sz w:val="16"/>
    </w:rPr>
  </w:style>
  <w:style w:type="paragraph" w:customStyle="1" w:styleId="volndek">
    <w:name w:val="volný řádek"/>
    <w:basedOn w:val="Normln"/>
    <w:semiHidden/>
    <w:rsid w:val="00207A11"/>
    <w:pPr>
      <w:keepLines/>
      <w:tabs>
        <w:tab w:val="left" w:pos="3402"/>
        <w:tab w:val="left" w:pos="5387"/>
        <w:tab w:val="left" w:pos="7939"/>
      </w:tabs>
      <w:suppressAutoHyphens/>
    </w:pPr>
    <w:rPr>
      <w:spacing w:val="4"/>
      <w:sz w:val="8"/>
    </w:rPr>
  </w:style>
  <w:style w:type="paragraph" w:styleId="Zhlav">
    <w:name w:val="header"/>
    <w:basedOn w:val="Normln"/>
    <w:link w:val="ZhlavChar"/>
    <w:rsid w:val="00207A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7D5F"/>
    <w:rPr>
      <w:rFonts w:ascii="Arial" w:hAnsi="Arial"/>
    </w:rPr>
  </w:style>
  <w:style w:type="paragraph" w:styleId="Zpat">
    <w:name w:val="footer"/>
    <w:basedOn w:val="Normln"/>
    <w:link w:val="ZpatChar"/>
    <w:rsid w:val="00207A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37D5F"/>
    <w:rPr>
      <w:rFonts w:ascii="Arial" w:hAnsi="Arial"/>
    </w:rPr>
  </w:style>
  <w:style w:type="paragraph" w:customStyle="1" w:styleId="pata">
    <w:name w:val="pata"/>
    <w:basedOn w:val="Normln"/>
    <w:semiHidden/>
    <w:rsid w:val="00207A11"/>
    <w:pPr>
      <w:keepLines/>
      <w:tabs>
        <w:tab w:val="left" w:pos="2268"/>
        <w:tab w:val="left" w:pos="3544"/>
        <w:tab w:val="left" w:pos="5387"/>
        <w:tab w:val="left" w:pos="7088"/>
        <w:tab w:val="left" w:pos="8448"/>
        <w:tab w:val="right" w:pos="9639"/>
      </w:tabs>
      <w:suppressAutoHyphens/>
      <w:spacing w:line="300" w:lineRule="auto"/>
    </w:pPr>
    <w:rPr>
      <w:spacing w:val="4"/>
      <w:sz w:val="12"/>
    </w:rPr>
  </w:style>
  <w:style w:type="character" w:styleId="slostrnky">
    <w:name w:val="page number"/>
    <w:basedOn w:val="Standardnpsmoodstavce"/>
    <w:semiHidden/>
    <w:rsid w:val="00207A11"/>
    <w:rPr>
      <w:rFonts w:ascii="Arial Black" w:hAnsi="Arial Black"/>
      <w:sz w:val="16"/>
    </w:rPr>
  </w:style>
  <w:style w:type="paragraph" w:customStyle="1" w:styleId="zSidfotAdress1">
    <w:name w:val="zSidfotAdress1"/>
    <w:basedOn w:val="Zpat"/>
    <w:next w:val="zSidfotAdress2"/>
    <w:semiHidden/>
    <w:rsid w:val="00120D4A"/>
    <w:pPr>
      <w:spacing w:line="160" w:lineRule="atLeast"/>
      <w:jc w:val="left"/>
    </w:pPr>
    <w:rPr>
      <w:noProof/>
      <w:spacing w:val="16"/>
      <w:sz w:val="12"/>
      <w:lang w:val="en-GB" w:eastAsia="sv-SE"/>
    </w:rPr>
  </w:style>
  <w:style w:type="paragraph" w:customStyle="1" w:styleId="zSidfotAdress2">
    <w:name w:val="zSidfotAdress2"/>
    <w:basedOn w:val="Zpat"/>
    <w:link w:val="zSidfotAdress2Char"/>
    <w:semiHidden/>
    <w:rsid w:val="00120D4A"/>
    <w:pPr>
      <w:spacing w:line="160" w:lineRule="atLeast"/>
      <w:jc w:val="left"/>
    </w:pPr>
    <w:rPr>
      <w:noProof/>
      <w:spacing w:val="8"/>
      <w:sz w:val="12"/>
      <w:lang w:val="en-GB" w:eastAsia="sv-SE"/>
    </w:rPr>
  </w:style>
  <w:style w:type="paragraph" w:customStyle="1" w:styleId="zSidfotSkvg">
    <w:name w:val="zSidfotSökväg"/>
    <w:basedOn w:val="zSidfotAdress2"/>
    <w:semiHidden/>
    <w:rsid w:val="00120D4A"/>
    <w:pPr>
      <w:jc w:val="right"/>
    </w:pPr>
  </w:style>
  <w:style w:type="paragraph" w:customStyle="1" w:styleId="zSidfotAdress1fet">
    <w:name w:val="zSidfotAdress1 fet"/>
    <w:basedOn w:val="zSidfotAdress1"/>
    <w:next w:val="zSidfotAdress2"/>
    <w:semiHidden/>
    <w:rsid w:val="00120D4A"/>
    <w:rPr>
      <w:b/>
    </w:rPr>
  </w:style>
  <w:style w:type="character" w:customStyle="1" w:styleId="zSidfotBOLAG">
    <w:name w:val="zSidfotBOLAG"/>
    <w:basedOn w:val="Standardnpsmoodstavce"/>
    <w:semiHidden/>
    <w:rsid w:val="00120D4A"/>
    <w:rPr>
      <w:noProof/>
      <w:spacing w:val="8"/>
      <w:sz w:val="14"/>
    </w:rPr>
  </w:style>
  <w:style w:type="paragraph" w:customStyle="1" w:styleId="zDokBet">
    <w:name w:val="zDokBet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right"/>
    </w:pPr>
    <w:rPr>
      <w:noProof/>
      <w:sz w:val="10"/>
      <w:lang w:val="en-GB" w:eastAsia="sv-SE"/>
    </w:rPr>
  </w:style>
  <w:style w:type="character" w:customStyle="1" w:styleId="zSidfotAdress2Char">
    <w:name w:val="zSidfotAdress2 Char"/>
    <w:basedOn w:val="ZpatChar"/>
    <w:link w:val="zSidfotAdress2"/>
    <w:semiHidden/>
    <w:rsid w:val="00120D4A"/>
    <w:rPr>
      <w:rFonts w:ascii="Arial" w:hAnsi="Arial"/>
      <w:noProof/>
      <w:spacing w:val="8"/>
      <w:sz w:val="12"/>
      <w:lang w:val="en-GB" w:eastAsia="sv-SE"/>
    </w:rPr>
  </w:style>
  <w:style w:type="paragraph" w:customStyle="1" w:styleId="zSidnummerH">
    <w:name w:val="zSidnummerH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160" w:lineRule="exact"/>
      <w:jc w:val="right"/>
    </w:pPr>
    <w:rPr>
      <w:sz w:val="16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372D67"/>
    <w:rPr>
      <w:color w:val="0000FF"/>
      <w:u w:val="single"/>
    </w:rPr>
  </w:style>
  <w:style w:type="paragraph" w:styleId="Zkladntext">
    <w:name w:val="Body Text"/>
    <w:basedOn w:val="Normln"/>
    <w:link w:val="ZkladntextChar"/>
    <w:rsid w:val="00952B1F"/>
    <w:pPr>
      <w:spacing w:after="130"/>
      <w:jc w:val="left"/>
    </w:pPr>
    <w:rPr>
      <w:lang w:eastAsia="sv-SE"/>
    </w:rPr>
  </w:style>
  <w:style w:type="character" w:customStyle="1" w:styleId="ZkladntextChar">
    <w:name w:val="Základní text Char"/>
    <w:basedOn w:val="Standardnpsmoodstavce"/>
    <w:link w:val="Zkladntext"/>
    <w:rsid w:val="00952B1F"/>
    <w:rPr>
      <w:lang w:eastAsia="sv-SE"/>
    </w:rPr>
  </w:style>
  <w:style w:type="paragraph" w:customStyle="1" w:styleId="Normal-extraradavstnd">
    <w:name w:val="Normal - extra radavstånd"/>
    <w:basedOn w:val="Normln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lang w:val="en-GB" w:eastAsia="sv-SE"/>
    </w:rPr>
  </w:style>
  <w:style w:type="paragraph" w:customStyle="1" w:styleId="zDatum">
    <w:name w:val="zDatum"/>
    <w:basedOn w:val="Normln"/>
    <w:link w:val="zDatum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6"/>
      <w:lang w:val="en-GB" w:eastAsia="sv-SE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52B1F"/>
  </w:style>
  <w:style w:type="table" w:styleId="Mkatabulky">
    <w:name w:val="Table Grid"/>
    <w:basedOn w:val="Normlntabulka"/>
    <w:uiPriority w:val="59"/>
    <w:rsid w:val="006B3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text">
    <w:name w:val="Tabelltext"/>
    <w:basedOn w:val="Normln"/>
    <w:link w:val="Tabelltext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8"/>
      <w:lang w:val="en-GB" w:eastAsia="sv-SE"/>
    </w:rPr>
  </w:style>
  <w:style w:type="paragraph" w:customStyle="1" w:styleId="zLedtext">
    <w:name w:val="zLedtext"/>
    <w:basedOn w:val="zDatum"/>
    <w:link w:val="zLedtextChar"/>
    <w:semiHidden/>
    <w:rsid w:val="00304B67"/>
    <w:pPr>
      <w:spacing w:line="250" w:lineRule="atLeast"/>
    </w:pPr>
    <w:rPr>
      <w:caps/>
      <w:sz w:val="12"/>
    </w:rPr>
  </w:style>
  <w:style w:type="paragraph" w:customStyle="1" w:styleId="zDokumenttyp">
    <w:name w:val="zDokumenttyp"/>
    <w:basedOn w:val="Normln"/>
    <w:next w:val="Zkladntext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360" w:lineRule="exact"/>
      <w:jc w:val="left"/>
    </w:pPr>
    <w:rPr>
      <w:caps/>
      <w:spacing w:val="20"/>
      <w:kern w:val="30"/>
      <w:sz w:val="30"/>
      <w:lang w:val="en-GB" w:eastAsia="sv-SE"/>
    </w:rPr>
  </w:style>
  <w:style w:type="paragraph" w:customStyle="1" w:styleId="zUppdragsbenmning">
    <w:name w:val="zUppdragsbenämning"/>
    <w:basedOn w:val="Normal-extraradavstnd"/>
    <w:semiHidden/>
    <w:rsid w:val="00304B67"/>
    <w:rPr>
      <w:sz w:val="18"/>
    </w:rPr>
  </w:style>
  <w:style w:type="character" w:customStyle="1" w:styleId="TabelltextChar">
    <w:name w:val="Tabelltext Char"/>
    <w:basedOn w:val="Standardnpsmoodstavce"/>
    <w:link w:val="Tabelltext"/>
    <w:rsid w:val="00304B67"/>
    <w:rPr>
      <w:rFonts w:ascii="Arial" w:hAnsi="Arial"/>
      <w:sz w:val="18"/>
      <w:lang w:val="en-GB" w:eastAsia="sv-SE"/>
    </w:rPr>
  </w:style>
  <w:style w:type="character" w:customStyle="1" w:styleId="zDatumChar">
    <w:name w:val="zDatum Char"/>
    <w:basedOn w:val="Standardnpsmoodstavce"/>
    <w:link w:val="zDatum"/>
    <w:rsid w:val="00304B67"/>
    <w:rPr>
      <w:rFonts w:ascii="Arial" w:hAnsi="Arial"/>
      <w:sz w:val="16"/>
      <w:lang w:val="en-GB" w:eastAsia="sv-SE"/>
    </w:rPr>
  </w:style>
  <w:style w:type="character" w:customStyle="1" w:styleId="zLedtextChar">
    <w:name w:val="zLedtext Char"/>
    <w:basedOn w:val="zDatumChar"/>
    <w:link w:val="zLedtext"/>
    <w:rsid w:val="00304B67"/>
    <w:rPr>
      <w:rFonts w:ascii="Arial" w:hAnsi="Arial"/>
      <w:caps/>
      <w:sz w:val="12"/>
      <w:lang w:val="en-GB" w:eastAsia="sv-SE"/>
    </w:rPr>
  </w:style>
  <w:style w:type="paragraph" w:customStyle="1" w:styleId="Siffra">
    <w:name w:val="Siffra"/>
    <w:basedOn w:val="Zkladntext"/>
    <w:semiHidden/>
    <w:rsid w:val="00304B67"/>
    <w:rPr>
      <w:b/>
    </w:rPr>
  </w:style>
  <w:style w:type="paragraph" w:customStyle="1" w:styleId="Tabelltextsiffror">
    <w:name w:val="Tabelltext siffror"/>
    <w:basedOn w:val="Tabelltext"/>
    <w:semiHidden/>
    <w:rsid w:val="00304B67"/>
    <w:rPr>
      <w:sz w:val="16"/>
    </w:rPr>
  </w:style>
  <w:style w:type="paragraph" w:customStyle="1" w:styleId="Sidfotfastradavst">
    <w:name w:val="Sidfot fast radavst"/>
    <w:basedOn w:val="Zpat"/>
    <w:semiHidden/>
    <w:rsid w:val="003D404F"/>
    <w:pPr>
      <w:spacing w:line="160" w:lineRule="atLeast"/>
      <w:jc w:val="left"/>
    </w:pPr>
    <w:rPr>
      <w:noProof/>
      <w:sz w:val="18"/>
      <w:lang w:val="en-GB" w:eastAsia="sv-S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C488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C488A"/>
    <w:rPr>
      <w:rFonts w:ascii="Arial" w:hAnsi="Arial"/>
      <w:sz w:val="22"/>
      <w:szCs w:val="24"/>
    </w:rPr>
  </w:style>
  <w:style w:type="character" w:styleId="Siln">
    <w:name w:val="Strong"/>
    <w:basedOn w:val="Standardnpsmoodstavce"/>
    <w:semiHidden/>
    <w:qFormat/>
    <w:rsid w:val="007C488A"/>
    <w:rPr>
      <w:b/>
      <w:bCs/>
    </w:rPr>
  </w:style>
  <w:style w:type="paragraph" w:styleId="Nadpisobsahu">
    <w:name w:val="TOC Heading"/>
    <w:basedOn w:val="Nadpis1"/>
    <w:next w:val="Normln"/>
    <w:uiPriority w:val="39"/>
    <w:unhideWhenUsed/>
    <w:qFormat/>
    <w:rsid w:val="00A73AAA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aps w:val="0"/>
      <w:color w:val="365F91"/>
      <w:sz w:val="28"/>
      <w:szCs w:val="28"/>
      <w:lang w:eastAsia="en-US"/>
    </w:rPr>
  </w:style>
  <w:style w:type="character" w:styleId="Zstupntext">
    <w:name w:val="Placeholder Text"/>
    <w:basedOn w:val="Standardnpsmoodstavce"/>
    <w:uiPriority w:val="99"/>
    <w:semiHidden/>
    <w:rsid w:val="00FD3AF7"/>
    <w:rPr>
      <w:color w:val="808080"/>
    </w:rPr>
  </w:style>
  <w:style w:type="paragraph" w:styleId="Nzev">
    <w:name w:val="Title"/>
    <w:basedOn w:val="Normln"/>
    <w:next w:val="Normln"/>
    <w:link w:val="NzevChar"/>
    <w:uiPriority w:val="10"/>
    <w:qFormat/>
    <w:rsid w:val="00083CD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83C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sky1">
    <w:name w:val="Desky1"/>
    <w:basedOn w:val="Normln"/>
    <w:qFormat/>
    <w:rsid w:val="00080C04"/>
    <w:pPr>
      <w:spacing w:line="360" w:lineRule="auto"/>
      <w:ind w:left="567" w:right="567"/>
      <w:jc w:val="center"/>
    </w:pPr>
    <w:rPr>
      <w:sz w:val="40"/>
    </w:rPr>
  </w:style>
  <w:style w:type="paragraph" w:customStyle="1" w:styleId="Desky2">
    <w:name w:val="Desky2"/>
    <w:basedOn w:val="Desky1"/>
    <w:qFormat/>
    <w:rsid w:val="00FB5259"/>
    <w:rPr>
      <w:sz w:val="32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2A4DC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2A4DC6"/>
    <w:rPr>
      <w:sz w:val="16"/>
      <w:szCs w:val="16"/>
    </w:rPr>
  </w:style>
  <w:style w:type="paragraph" w:styleId="Textpoznpodarou">
    <w:name w:val="footnote text"/>
    <w:basedOn w:val="Normln"/>
    <w:link w:val="TextpoznpodarouChar"/>
    <w:semiHidden/>
    <w:rsid w:val="002A4DC6"/>
    <w:pPr>
      <w:tabs>
        <w:tab w:val="left" w:pos="360"/>
      </w:tabs>
      <w:ind w:left="360" w:hanging="360"/>
    </w:pPr>
  </w:style>
  <w:style w:type="character" w:customStyle="1" w:styleId="TextpoznpodarouChar">
    <w:name w:val="Text pozn. pod čarou Char"/>
    <w:basedOn w:val="Standardnpsmoodstavce"/>
    <w:link w:val="Textpoznpodarou"/>
    <w:semiHidden/>
    <w:rsid w:val="002A4DC6"/>
  </w:style>
  <w:style w:type="character" w:styleId="Znakapoznpodarou">
    <w:name w:val="footnote reference"/>
    <w:basedOn w:val="Standardnpsmoodstavce"/>
    <w:semiHidden/>
    <w:rsid w:val="002A4DC6"/>
    <w:rPr>
      <w:vertAlign w:val="superscript"/>
    </w:rPr>
  </w:style>
  <w:style w:type="paragraph" w:styleId="Titulek">
    <w:name w:val="caption"/>
    <w:basedOn w:val="Normln"/>
    <w:next w:val="Normln"/>
    <w:qFormat/>
    <w:rsid w:val="002A4DC6"/>
    <w:rPr>
      <w:bCs/>
      <w:sz w:val="22"/>
    </w:rPr>
  </w:style>
  <w:style w:type="paragraph" w:customStyle="1" w:styleId="Bntext">
    <w:name w:val="Běžný text"/>
    <w:basedOn w:val="Normln"/>
    <w:rsid w:val="002A4DC6"/>
    <w:pPr>
      <w:widowControl w:val="0"/>
      <w:spacing w:before="60" w:after="60"/>
    </w:pPr>
    <w:rPr>
      <w:szCs w:val="24"/>
    </w:rPr>
  </w:style>
  <w:style w:type="paragraph" w:styleId="Odstavecseseznamem">
    <w:name w:val="List Paragraph"/>
    <w:basedOn w:val="Normln"/>
    <w:qFormat/>
    <w:rsid w:val="00CF0736"/>
    <w:pPr>
      <w:numPr>
        <w:numId w:val="16"/>
      </w:numPr>
      <w:tabs>
        <w:tab w:val="left" w:pos="426"/>
      </w:tabs>
      <w:ind w:left="426" w:hanging="426"/>
      <w:contextualSpacing/>
      <w:jc w:val="left"/>
    </w:pPr>
  </w:style>
  <w:style w:type="paragraph" w:styleId="Textkomente">
    <w:name w:val="annotation text"/>
    <w:basedOn w:val="Normln"/>
    <w:link w:val="TextkomenteChar"/>
    <w:semiHidden/>
    <w:rsid w:val="002A4DC6"/>
  </w:style>
  <w:style w:type="character" w:customStyle="1" w:styleId="TextkomenteChar">
    <w:name w:val="Text komentáře Char"/>
    <w:basedOn w:val="Standardnpsmoodstavce"/>
    <w:link w:val="Textkomente"/>
    <w:semiHidden/>
    <w:rsid w:val="002A4DC6"/>
  </w:style>
  <w:style w:type="paragraph" w:customStyle="1" w:styleId="Zkladntext23">
    <w:name w:val="Základní text 23"/>
    <w:basedOn w:val="Normln"/>
    <w:rsid w:val="00E76713"/>
    <w:pPr>
      <w:suppressAutoHyphens/>
      <w:spacing w:line="360" w:lineRule="auto"/>
      <w:jc w:val="left"/>
    </w:pPr>
    <w:rPr>
      <w:rFonts w:ascii="Times New Roman" w:hAnsi="Times New Roman"/>
      <w:bCs/>
      <w:sz w:val="24"/>
      <w:lang w:eastAsia="ar-SA"/>
    </w:rPr>
  </w:style>
  <w:style w:type="paragraph" w:customStyle="1" w:styleId="Style2">
    <w:name w:val="Style 2"/>
    <w:basedOn w:val="Normln"/>
    <w:rsid w:val="00E76713"/>
    <w:pPr>
      <w:widowControl w:val="0"/>
      <w:suppressAutoHyphens/>
      <w:ind w:left="504"/>
      <w:jc w:val="left"/>
    </w:pPr>
    <w:rPr>
      <w:rFonts w:ascii="Times New Roman" w:hAnsi="Times New Roman"/>
      <w:color w:val="000000"/>
      <w:lang w:eastAsia="ar-SA"/>
    </w:rPr>
  </w:style>
  <w:style w:type="paragraph" w:customStyle="1" w:styleId="JVPVH-odstavec-normalni">
    <w:name w:val="JVPVH-odstavec-normalni"/>
    <w:rsid w:val="00E76713"/>
    <w:pPr>
      <w:suppressAutoHyphens/>
      <w:spacing w:before="120"/>
      <w:jc w:val="both"/>
    </w:pPr>
    <w:rPr>
      <w:rFonts w:eastAsia="Arial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37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blony\Hot\Minutes%20en%20x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38A47-253B-46FC-A5F3-FC305E08B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Minutes en x.dot</Template>
  <TotalTime>2</TotalTime>
  <Pages>1</Pages>
  <Words>33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DUR A,B,C Úvodní údaje, Průvodní a Souhrnná zpráva</vt:lpstr>
    </vt:vector>
  </TitlesOfParts>
  <Company>Sweco Hydroprojekt a.s.</Company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DUR A,B,C Úvodní údaje, Průvodní a Souhrnná zpráva</dc:title>
  <dc:creator>Sweco Hydroprojekt a.s.</dc:creator>
  <cp:lastModifiedBy>Tolaszová Alena</cp:lastModifiedBy>
  <cp:revision>3</cp:revision>
  <cp:lastPrinted>2017-12-21T05:20:00Z</cp:lastPrinted>
  <dcterms:created xsi:type="dcterms:W3CDTF">2017-12-21T09:14:00Z</dcterms:created>
  <dcterms:modified xsi:type="dcterms:W3CDTF">2017-12-21T09:16:00Z</dcterms:modified>
</cp:coreProperties>
</file>